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C63" w:rsidRDefault="003C2C63"/>
    <w:p w:rsidR="003C2C63" w:rsidRDefault="00B33E47">
      <w:pPr>
        <w:rPr>
          <w:rFonts w:ascii="Myriad Pro" w:hAnsi="Myriad Pro"/>
          <w:b/>
          <w:sz w:val="24"/>
        </w:rPr>
      </w:pPr>
      <w:r>
        <w:rPr>
          <w:rFonts w:ascii="Myriad Pro" w:hAnsi="Myriad Pro"/>
          <w:b/>
          <w:sz w:val="24"/>
        </w:rPr>
        <w:t>September 23</w:t>
      </w:r>
      <w:r w:rsidR="00766961">
        <w:rPr>
          <w:rFonts w:ascii="Myriad Pro" w:hAnsi="Myriad Pro"/>
          <w:b/>
          <w:sz w:val="24"/>
        </w:rPr>
        <w:t xml:space="preserve">, 2009      </w:t>
      </w:r>
    </w:p>
    <w:p w:rsidR="00766961" w:rsidRDefault="00766961">
      <w:pPr>
        <w:rPr>
          <w:rFonts w:ascii="Myriad Pro" w:hAnsi="Myriad Pro"/>
          <w:b/>
          <w:color w:val="FF0000"/>
          <w:sz w:val="24"/>
          <w:u w:val="single"/>
        </w:rPr>
      </w:pPr>
      <w:r w:rsidRPr="00766961">
        <w:rPr>
          <w:rFonts w:ascii="Myriad Pro" w:hAnsi="Myriad Pro"/>
          <w:b/>
          <w:color w:val="FF0000"/>
          <w:sz w:val="24"/>
          <w:u w:val="single"/>
        </w:rPr>
        <w:t>URGENT! FINAL NOTICE</w:t>
      </w:r>
    </w:p>
    <w:p w:rsidR="00766961" w:rsidRDefault="00766961">
      <w:pPr>
        <w:rPr>
          <w:rFonts w:ascii="Myriad Pro" w:hAnsi="Myriad Pro"/>
          <w:color w:val="000000" w:themeColor="text1"/>
          <w:sz w:val="24"/>
        </w:rPr>
      </w:pPr>
      <w:r>
        <w:rPr>
          <w:rFonts w:ascii="Myriad Pro" w:hAnsi="Myriad Pro"/>
          <w:b/>
          <w:color w:val="FF0000"/>
          <w:sz w:val="24"/>
          <w:u w:val="single"/>
        </w:rPr>
        <w:br/>
      </w:r>
      <w:r>
        <w:rPr>
          <w:rFonts w:ascii="Myriad Pro" w:hAnsi="Myriad Pro"/>
          <w:color w:val="000000" w:themeColor="text1"/>
          <w:sz w:val="24"/>
        </w:rPr>
        <w:t xml:space="preserve">Dear </w:t>
      </w:r>
      <w:r w:rsidR="008846E5">
        <w:rPr>
          <w:rFonts w:ascii="Myriad Pro" w:hAnsi="Myriad Pro"/>
          <w:color w:val="000000" w:themeColor="text1"/>
          <w:sz w:val="24"/>
        </w:rPr>
        <w:t>Jervin Smith,</w:t>
      </w:r>
      <w:r w:rsidR="00B33E47">
        <w:rPr>
          <w:rFonts w:ascii="Myriad Pro" w:hAnsi="Myriad Pro"/>
          <w:color w:val="000000" w:themeColor="text1"/>
          <w:sz w:val="24"/>
        </w:rPr>
        <w:t xml:space="preserve"> </w:t>
      </w:r>
    </w:p>
    <w:p w:rsidR="00766961" w:rsidRDefault="00766961">
      <w:pPr>
        <w:rPr>
          <w:rFonts w:ascii="Myriad Pro" w:hAnsi="Myriad Pro"/>
          <w:color w:val="000000" w:themeColor="text1"/>
          <w:sz w:val="24"/>
        </w:rPr>
      </w:pPr>
      <w:r>
        <w:rPr>
          <w:rFonts w:ascii="Myriad Pro" w:hAnsi="Myriad Pro"/>
          <w:color w:val="000000" w:themeColor="text1"/>
          <w:sz w:val="24"/>
        </w:rPr>
        <w:t>RE: In-house Finance kit</w:t>
      </w:r>
    </w:p>
    <w:p w:rsidR="007A172F" w:rsidRPr="00586C4F" w:rsidRDefault="00766961">
      <w:pPr>
        <w:rPr>
          <w:rFonts w:ascii="Myriad Pro" w:hAnsi="Myriad Pro"/>
          <w:color w:val="000000" w:themeColor="text1"/>
        </w:rPr>
      </w:pPr>
      <w:r w:rsidRPr="00586C4F">
        <w:rPr>
          <w:rFonts w:ascii="Myriad Pro" w:hAnsi="Myriad Pro"/>
          <w:color w:val="000000" w:themeColor="text1"/>
        </w:rPr>
        <w:t>This letter will serve as final notice that you are in default of your obligation to repay the sum of $</w:t>
      </w:r>
      <w:r w:rsidR="008846E5">
        <w:rPr>
          <w:rFonts w:ascii="Myriad Pro" w:hAnsi="Myriad Pro"/>
          <w:color w:val="000000" w:themeColor="text1"/>
        </w:rPr>
        <w:t>1253.70</w:t>
      </w:r>
      <w:r w:rsidR="00173AC9" w:rsidRPr="00586C4F">
        <w:rPr>
          <w:rFonts w:ascii="Myriad Pro" w:hAnsi="Myriad Pro"/>
          <w:color w:val="000000" w:themeColor="text1"/>
        </w:rPr>
        <w:t xml:space="preserve"> </w:t>
      </w:r>
      <w:r w:rsidRPr="00586C4F">
        <w:rPr>
          <w:rFonts w:ascii="Myriad Pro" w:hAnsi="Myriad Pro"/>
          <w:color w:val="000000" w:themeColor="text1"/>
        </w:rPr>
        <w:t xml:space="preserve">which was </w:t>
      </w:r>
      <w:r w:rsidR="00173AC9" w:rsidRPr="00586C4F">
        <w:rPr>
          <w:rFonts w:ascii="Myriad Pro" w:hAnsi="Myriad Pro"/>
          <w:color w:val="000000" w:themeColor="text1"/>
        </w:rPr>
        <w:t xml:space="preserve">offered with our in-house finance program. We currently have </w:t>
      </w:r>
      <w:r w:rsidR="008F2E10">
        <w:rPr>
          <w:rFonts w:ascii="Myriad Pro" w:hAnsi="Myriad Pro"/>
          <w:color w:val="000000" w:themeColor="text1"/>
        </w:rPr>
        <w:t xml:space="preserve">1 </w:t>
      </w:r>
      <w:r w:rsidR="00586C4F">
        <w:rPr>
          <w:rFonts w:ascii="Myriad Pro" w:hAnsi="Myriad Pro"/>
          <w:color w:val="000000" w:themeColor="text1"/>
        </w:rPr>
        <w:t>check</w:t>
      </w:r>
      <w:r w:rsidR="00173AC9" w:rsidRPr="00586C4F">
        <w:rPr>
          <w:rFonts w:ascii="Myriad Pro" w:hAnsi="Myriad Pro"/>
          <w:color w:val="000000" w:themeColor="text1"/>
        </w:rPr>
        <w:t xml:space="preserve"> on file that </w:t>
      </w:r>
      <w:r w:rsidR="009D56D1" w:rsidRPr="00586C4F">
        <w:rPr>
          <w:rFonts w:ascii="Myriad Pro" w:hAnsi="Myriad Pro"/>
          <w:color w:val="000000" w:themeColor="text1"/>
        </w:rPr>
        <w:t>has</w:t>
      </w:r>
      <w:r w:rsidR="00173AC9" w:rsidRPr="00586C4F">
        <w:rPr>
          <w:rFonts w:ascii="Myriad Pro" w:hAnsi="Myriad Pro"/>
          <w:color w:val="000000" w:themeColor="text1"/>
        </w:rPr>
        <w:t xml:space="preserve"> been returned for insufficient funds. </w:t>
      </w:r>
      <w:r w:rsidR="009D56D1">
        <w:rPr>
          <w:rFonts w:ascii="Myriad Pro" w:hAnsi="Myriad Pro"/>
          <w:color w:val="000000" w:themeColor="text1"/>
        </w:rPr>
        <w:t>Checks</w:t>
      </w:r>
      <w:r w:rsidR="00173AC9" w:rsidRPr="00586C4F">
        <w:rPr>
          <w:rFonts w:ascii="Myriad Pro" w:hAnsi="Myriad Pro"/>
          <w:color w:val="000000" w:themeColor="text1"/>
        </w:rPr>
        <w:t xml:space="preserve"> have been enclosed for your records. Providing bad checks is a federal offense in t</w:t>
      </w:r>
      <w:r w:rsidR="007A172F" w:rsidRPr="00586C4F">
        <w:rPr>
          <w:rFonts w:ascii="Myriad Pro" w:hAnsi="Myriad Pro"/>
          <w:color w:val="000000" w:themeColor="text1"/>
        </w:rPr>
        <w:t>he state of Georgia and Hotels Etc., Inc will do what it takes to recover our lost funds.</w:t>
      </w:r>
      <w:r w:rsidR="009D56D1">
        <w:rPr>
          <w:rFonts w:ascii="Myriad Pro" w:hAnsi="Myriad Pro"/>
          <w:color w:val="000000" w:themeColor="text1"/>
        </w:rPr>
        <w:t xml:space="preserve"> </w:t>
      </w:r>
      <w:r w:rsidR="008F2E10">
        <w:rPr>
          <w:rFonts w:ascii="Myriad Pro" w:hAnsi="Myriad Pro"/>
          <w:color w:val="000000" w:themeColor="text1"/>
        </w:rPr>
        <w:t>We are making our final attempt to collect $</w:t>
      </w:r>
      <w:r w:rsidR="008846E5">
        <w:rPr>
          <w:rFonts w:ascii="Myriad Pro" w:hAnsi="Myriad Pro"/>
          <w:color w:val="000000" w:themeColor="text1"/>
        </w:rPr>
        <w:t>1193.70</w:t>
      </w:r>
      <w:r w:rsidR="008F2E10">
        <w:rPr>
          <w:rFonts w:ascii="Myriad Pro" w:hAnsi="Myriad Pro"/>
          <w:color w:val="000000" w:themeColor="text1"/>
        </w:rPr>
        <w:t xml:space="preserve"> </w:t>
      </w:r>
      <w:r w:rsidR="00B33E47">
        <w:rPr>
          <w:rFonts w:ascii="Myriad Pro" w:hAnsi="Myriad Pro"/>
          <w:color w:val="000000" w:themeColor="text1"/>
        </w:rPr>
        <w:t>plus</w:t>
      </w:r>
      <w:r w:rsidR="008846E5">
        <w:rPr>
          <w:rFonts w:ascii="Myriad Pro" w:hAnsi="Myriad Pro"/>
          <w:color w:val="000000" w:themeColor="text1"/>
        </w:rPr>
        <w:t xml:space="preserve"> two</w:t>
      </w:r>
      <w:r w:rsidR="008F2E10">
        <w:rPr>
          <w:rFonts w:ascii="Myriad Pro" w:hAnsi="Myriad Pro"/>
          <w:color w:val="000000" w:themeColor="text1"/>
        </w:rPr>
        <w:t xml:space="preserve"> </w:t>
      </w:r>
      <w:r w:rsidR="00B33E47">
        <w:rPr>
          <w:rFonts w:ascii="Myriad Pro" w:hAnsi="Myriad Pro"/>
          <w:color w:val="000000" w:themeColor="text1"/>
        </w:rPr>
        <w:t>N</w:t>
      </w:r>
      <w:r w:rsidR="008F2E10">
        <w:rPr>
          <w:rFonts w:ascii="Myriad Pro" w:hAnsi="Myriad Pro"/>
          <w:color w:val="000000" w:themeColor="text1"/>
        </w:rPr>
        <w:t>SF</w:t>
      </w:r>
      <w:r w:rsidR="008846E5">
        <w:rPr>
          <w:rFonts w:ascii="Myriad Pro" w:hAnsi="Myriad Pro"/>
          <w:color w:val="000000" w:themeColor="text1"/>
        </w:rPr>
        <w:t xml:space="preserve"> fees of $30.00 each</w:t>
      </w:r>
      <w:r w:rsidR="008F2E10">
        <w:rPr>
          <w:rFonts w:ascii="Myriad Pro" w:hAnsi="Myriad Pro"/>
          <w:color w:val="000000" w:themeColor="text1"/>
        </w:rPr>
        <w:t xml:space="preserve"> totaling $</w:t>
      </w:r>
      <w:r w:rsidR="008846E5">
        <w:rPr>
          <w:rFonts w:ascii="Myriad Pro" w:hAnsi="Myriad Pro"/>
          <w:color w:val="000000" w:themeColor="text1"/>
        </w:rPr>
        <w:t>1253.70</w:t>
      </w:r>
      <w:r w:rsidR="008F2E10">
        <w:rPr>
          <w:rFonts w:ascii="Myriad Pro" w:hAnsi="Myriad Pro"/>
          <w:color w:val="000000" w:themeColor="text1"/>
        </w:rPr>
        <w:t xml:space="preserve">. </w:t>
      </w:r>
    </w:p>
    <w:p w:rsidR="007A172F" w:rsidRPr="00586C4F" w:rsidRDefault="007A172F">
      <w:pPr>
        <w:rPr>
          <w:rFonts w:ascii="Myriad Pro" w:hAnsi="Myriad Pro"/>
          <w:color w:val="000000" w:themeColor="text1"/>
        </w:rPr>
      </w:pPr>
      <w:r w:rsidRPr="00586C4F">
        <w:rPr>
          <w:rFonts w:ascii="Myriad Pro" w:hAnsi="Myriad Pro"/>
          <w:color w:val="000000" w:themeColor="text1"/>
        </w:rPr>
        <w:t>Unless payment of the above amount is received by us in full within ten (10</w:t>
      </w:r>
      <w:r w:rsidR="009D56D1" w:rsidRPr="00586C4F">
        <w:rPr>
          <w:rFonts w:ascii="Myriad Pro" w:hAnsi="Myriad Pro"/>
          <w:color w:val="000000" w:themeColor="text1"/>
        </w:rPr>
        <w:t>) business</w:t>
      </w:r>
      <w:r w:rsidRPr="00586C4F">
        <w:rPr>
          <w:rFonts w:ascii="Myriad Pro" w:hAnsi="Myriad Pro"/>
          <w:color w:val="000000" w:themeColor="text1"/>
        </w:rPr>
        <w:t xml:space="preserve"> days of the date of this letter, we will have no alternative but to exercise whatever rights and remedies we have under the law to enforce such payment, including but not limited to institution of legal proceedings against you to recover the above amount, together with accrued interest and legal expenses.</w:t>
      </w:r>
      <w:r w:rsidR="008846E5">
        <w:rPr>
          <w:rFonts w:ascii="Myriad Pro" w:hAnsi="Myriad Pro"/>
          <w:color w:val="000000" w:themeColor="text1"/>
        </w:rPr>
        <w:t xml:space="preserve"> If your payment is not received within the allotted time given, you should expe</w:t>
      </w:r>
      <w:r w:rsidR="004202DF">
        <w:rPr>
          <w:rFonts w:ascii="Myriad Pro" w:hAnsi="Myriad Pro"/>
          <w:color w:val="000000" w:themeColor="text1"/>
        </w:rPr>
        <w:t xml:space="preserve">ct a </w:t>
      </w:r>
      <w:r w:rsidR="00086E29">
        <w:rPr>
          <w:rFonts w:ascii="Myriad Pro" w:hAnsi="Myriad Pro"/>
          <w:color w:val="000000" w:themeColor="text1"/>
        </w:rPr>
        <w:t>notice from an out</w:t>
      </w:r>
      <w:r w:rsidR="004202DF">
        <w:rPr>
          <w:rFonts w:ascii="Myriad Pro" w:hAnsi="Myriad Pro"/>
          <w:color w:val="000000" w:themeColor="text1"/>
        </w:rPr>
        <w:t xml:space="preserve">sourced collection agency that will pursue this to the fullest extent of the law. </w:t>
      </w:r>
    </w:p>
    <w:p w:rsidR="007A172F" w:rsidRPr="008F2E10" w:rsidRDefault="007A172F">
      <w:pPr>
        <w:rPr>
          <w:rFonts w:ascii="Myriad Pro" w:hAnsi="Myriad Pro"/>
          <w:color w:val="000000" w:themeColor="text1"/>
        </w:rPr>
      </w:pPr>
      <w:r w:rsidRPr="00586C4F">
        <w:rPr>
          <w:rFonts w:ascii="Myriad Pro" w:hAnsi="Myriad Pro"/>
          <w:color w:val="000000" w:themeColor="text1"/>
        </w:rPr>
        <w:t>This is your last request to send funds to our corporate office at 910 Athens Hwy Suite k-214 Loganville, Ga 30052</w:t>
      </w:r>
      <w:r w:rsidR="00586C4F" w:rsidRPr="00586C4F">
        <w:rPr>
          <w:rFonts w:ascii="Myriad Pro" w:hAnsi="Myriad Pro"/>
          <w:color w:val="000000" w:themeColor="text1"/>
        </w:rPr>
        <w:t>. At this point we will only accept a money order or certified check to resolve this matter</w:t>
      </w:r>
    </w:p>
    <w:p w:rsidR="00766961" w:rsidRPr="008F2E10" w:rsidRDefault="007A172F">
      <w:pPr>
        <w:rPr>
          <w:rFonts w:ascii="Myriad Pro" w:hAnsi="Myriad Pro"/>
          <w:color w:val="000000" w:themeColor="text1"/>
        </w:rPr>
      </w:pPr>
      <w:r w:rsidRPr="008F2E10">
        <w:rPr>
          <w:rFonts w:ascii="Myriad Pro" w:hAnsi="Myriad Pro"/>
          <w:color w:val="000000" w:themeColor="text1"/>
        </w:rPr>
        <w:t>Kindly govern yourself accordingly.</w:t>
      </w:r>
      <w:r w:rsidR="00173AC9" w:rsidRPr="008F2E10">
        <w:rPr>
          <w:rFonts w:ascii="Myriad Pro" w:hAnsi="Myriad Pro"/>
          <w:color w:val="000000" w:themeColor="text1"/>
        </w:rPr>
        <w:t xml:space="preserve"> </w:t>
      </w:r>
    </w:p>
    <w:p w:rsidR="008F2E10" w:rsidRDefault="003C2C63" w:rsidP="003C2C63">
      <w:pPr>
        <w:rPr>
          <w:rFonts w:ascii="Myriad Pro" w:hAnsi="Myriad Pro"/>
          <w:i/>
        </w:rPr>
      </w:pPr>
      <w:r w:rsidRPr="008F2E10">
        <w:rPr>
          <w:rFonts w:ascii="Myriad Pro" w:hAnsi="Myriad Pro"/>
          <w:i/>
        </w:rPr>
        <w:t>Sincerely,</w:t>
      </w:r>
      <w:r w:rsidR="00766961" w:rsidRPr="008F2E10">
        <w:rPr>
          <w:rFonts w:ascii="Myriad Pro" w:hAnsi="Myriad Pro"/>
          <w:i/>
        </w:rPr>
        <w:t xml:space="preserve">  </w:t>
      </w:r>
    </w:p>
    <w:p w:rsidR="003C2C63" w:rsidRPr="008F2E10" w:rsidRDefault="007A172F" w:rsidP="003C2C63">
      <w:pPr>
        <w:rPr>
          <w:rFonts w:ascii="Myriad Pro" w:hAnsi="Myriad Pro"/>
          <w:i/>
        </w:rPr>
      </w:pPr>
      <w:r w:rsidRPr="008F2E10">
        <w:rPr>
          <w:rFonts w:ascii="Myriad Pro" w:hAnsi="Myriad Pro"/>
          <w:i/>
        </w:rPr>
        <w:t xml:space="preserve">Shawn </w:t>
      </w:r>
      <w:proofErr w:type="gramStart"/>
      <w:r w:rsidRPr="008F2E10">
        <w:rPr>
          <w:rFonts w:ascii="Myriad Pro" w:hAnsi="Myriad Pro"/>
          <w:i/>
        </w:rPr>
        <w:t>Pigg</w:t>
      </w:r>
      <w:r w:rsidR="00766961" w:rsidRPr="008F2E10">
        <w:rPr>
          <w:rFonts w:ascii="Myriad Pro" w:hAnsi="Myriad Pro"/>
          <w:i/>
        </w:rPr>
        <w:t xml:space="preserve">  </w:t>
      </w:r>
      <w:proofErr w:type="gramEnd"/>
      <w:r w:rsidRPr="008F2E10">
        <w:rPr>
          <w:rFonts w:ascii="Myriad Pro" w:hAnsi="Myriad Pro"/>
          <w:i/>
        </w:rPr>
        <w:br/>
        <w:t>CEO</w:t>
      </w:r>
      <w:r w:rsidR="003C2C63" w:rsidRPr="008F2E10">
        <w:rPr>
          <w:rFonts w:ascii="Myriad Pro" w:hAnsi="Myriad Pro"/>
        </w:rPr>
        <w:br/>
      </w:r>
      <w:r w:rsidRPr="008F2E10">
        <w:rPr>
          <w:rFonts w:ascii="Myriad Pro" w:hAnsi="Myriad Pro"/>
          <w:i/>
        </w:rPr>
        <w:t>Hotels Etc., Inc</w:t>
      </w:r>
    </w:p>
    <w:p w:rsidR="007A172F" w:rsidRPr="00586C4F" w:rsidRDefault="007A172F" w:rsidP="003C2C63">
      <w:pPr>
        <w:rPr>
          <w:rFonts w:ascii="Myriad Pro" w:hAnsi="Myriad Pro"/>
          <w:i/>
          <w:sz w:val="20"/>
          <w:szCs w:val="20"/>
        </w:rPr>
      </w:pPr>
      <w:r w:rsidRPr="00586C4F">
        <w:rPr>
          <w:rFonts w:ascii="Myriad Pro" w:hAnsi="Myriad Pro"/>
          <w:i/>
          <w:sz w:val="20"/>
          <w:szCs w:val="20"/>
        </w:rPr>
        <w:t>Cc: Gwinnet county courts,</w:t>
      </w:r>
      <w:r w:rsidR="00586C4F">
        <w:rPr>
          <w:rFonts w:ascii="Myriad Pro" w:hAnsi="Myriad Pro"/>
          <w:i/>
          <w:sz w:val="20"/>
          <w:szCs w:val="20"/>
        </w:rPr>
        <w:t xml:space="preserve"> Georgia State Courts,</w:t>
      </w:r>
      <w:r w:rsidRPr="00586C4F">
        <w:rPr>
          <w:rFonts w:ascii="Myriad Pro" w:hAnsi="Myriad Pro"/>
          <w:i/>
          <w:sz w:val="20"/>
          <w:szCs w:val="20"/>
        </w:rPr>
        <w:t xml:space="preserve"> Hotels Etc., Legal, Bank </w:t>
      </w:r>
      <w:proofErr w:type="gramStart"/>
      <w:r w:rsidRPr="00586C4F">
        <w:rPr>
          <w:rFonts w:ascii="Myriad Pro" w:hAnsi="Myriad Pro"/>
          <w:i/>
          <w:sz w:val="20"/>
          <w:szCs w:val="20"/>
        </w:rPr>
        <w:t>Of</w:t>
      </w:r>
      <w:proofErr w:type="gramEnd"/>
      <w:r w:rsidRPr="00586C4F">
        <w:rPr>
          <w:rFonts w:ascii="Myriad Pro" w:hAnsi="Myriad Pro"/>
          <w:i/>
          <w:sz w:val="20"/>
          <w:szCs w:val="20"/>
        </w:rPr>
        <w:t xml:space="preserve"> America</w:t>
      </w:r>
    </w:p>
    <w:sectPr w:rsidR="007A172F" w:rsidRPr="00586C4F" w:rsidSect="003C2C63">
      <w:headerReference w:type="default" r:id="rId6"/>
      <w:pgSz w:w="12240" w:h="15840"/>
      <w:pgMar w:top="1440" w:right="1170" w:bottom="1440" w:left="1440" w:header="18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6E5" w:rsidRDefault="008846E5" w:rsidP="003C2C63">
      <w:pPr>
        <w:spacing w:after="0" w:line="240" w:lineRule="auto"/>
      </w:pPr>
      <w:r>
        <w:separator/>
      </w:r>
    </w:p>
  </w:endnote>
  <w:endnote w:type="continuationSeparator" w:id="1">
    <w:p w:rsidR="008846E5" w:rsidRDefault="008846E5" w:rsidP="003C2C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6E5" w:rsidRDefault="008846E5" w:rsidP="003C2C63">
      <w:pPr>
        <w:spacing w:after="0" w:line="240" w:lineRule="auto"/>
      </w:pPr>
      <w:r>
        <w:separator/>
      </w:r>
    </w:p>
  </w:footnote>
  <w:footnote w:type="continuationSeparator" w:id="1">
    <w:p w:rsidR="008846E5" w:rsidRDefault="008846E5" w:rsidP="003C2C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6E5" w:rsidRDefault="008846E5" w:rsidP="003C2C63">
    <w:pPr>
      <w:pStyle w:val="Header"/>
      <w:tabs>
        <w:tab w:val="clear" w:pos="9360"/>
      </w:tabs>
      <w:ind w:left="-1440"/>
      <w:jc w:val="center"/>
    </w:pPr>
    <w:r>
      <w:rPr>
        <w:noProof/>
      </w:rPr>
      <w:drawing>
        <wp:inline distT="0" distB="0" distL="0" distR="0">
          <wp:extent cx="7715250" cy="2022822"/>
          <wp:effectExtent l="19050" t="0" r="0" b="0"/>
          <wp:docPr id="1" name="Picture 0" descr="letterhead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top.png"/>
                  <pic:cNvPicPr/>
                </pic:nvPicPr>
                <pic:blipFill>
                  <a:blip r:embed="rId1"/>
                  <a:stretch>
                    <a:fillRect/>
                  </a:stretch>
                </pic:blipFill>
                <pic:spPr>
                  <a:xfrm>
                    <a:off x="0" y="0"/>
                    <a:ext cx="7714563" cy="2022642"/>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hdrShapeDefaults>
    <o:shapedefaults v:ext="edit" spidmax="2050"/>
  </w:hdrShapeDefaults>
  <w:footnotePr>
    <w:footnote w:id="0"/>
    <w:footnote w:id="1"/>
  </w:footnotePr>
  <w:endnotePr>
    <w:endnote w:id="0"/>
    <w:endnote w:id="1"/>
  </w:endnotePr>
  <w:compat/>
  <w:rsids>
    <w:rsidRoot w:val="00173AC9"/>
    <w:rsid w:val="000064C8"/>
    <w:rsid w:val="00024362"/>
    <w:rsid w:val="0003271C"/>
    <w:rsid w:val="00044804"/>
    <w:rsid w:val="00061542"/>
    <w:rsid w:val="0006590A"/>
    <w:rsid w:val="00086E29"/>
    <w:rsid w:val="00087E08"/>
    <w:rsid w:val="000B29F1"/>
    <w:rsid w:val="000C4C2B"/>
    <w:rsid w:val="000D48A9"/>
    <w:rsid w:val="000F0F81"/>
    <w:rsid w:val="000F6B7E"/>
    <w:rsid w:val="000F6BBC"/>
    <w:rsid w:val="00115BE8"/>
    <w:rsid w:val="001229BE"/>
    <w:rsid w:val="00123E18"/>
    <w:rsid w:val="00137E7D"/>
    <w:rsid w:val="0015492F"/>
    <w:rsid w:val="0016208E"/>
    <w:rsid w:val="0016681C"/>
    <w:rsid w:val="00173AC9"/>
    <w:rsid w:val="0018247D"/>
    <w:rsid w:val="001C5927"/>
    <w:rsid w:val="001E3E94"/>
    <w:rsid w:val="001F06FF"/>
    <w:rsid w:val="001F4834"/>
    <w:rsid w:val="00217D8E"/>
    <w:rsid w:val="00227E51"/>
    <w:rsid w:val="00255CBC"/>
    <w:rsid w:val="00272437"/>
    <w:rsid w:val="00291A50"/>
    <w:rsid w:val="002B1240"/>
    <w:rsid w:val="002C5801"/>
    <w:rsid w:val="00307F2E"/>
    <w:rsid w:val="00315C3C"/>
    <w:rsid w:val="00343303"/>
    <w:rsid w:val="00381CFC"/>
    <w:rsid w:val="003911AF"/>
    <w:rsid w:val="003C2C63"/>
    <w:rsid w:val="003F191D"/>
    <w:rsid w:val="0040130B"/>
    <w:rsid w:val="004066CD"/>
    <w:rsid w:val="00410661"/>
    <w:rsid w:val="004202DF"/>
    <w:rsid w:val="00432F67"/>
    <w:rsid w:val="004437A6"/>
    <w:rsid w:val="0046028B"/>
    <w:rsid w:val="004730B5"/>
    <w:rsid w:val="0048165A"/>
    <w:rsid w:val="004830B0"/>
    <w:rsid w:val="00485593"/>
    <w:rsid w:val="004916C8"/>
    <w:rsid w:val="004C1A16"/>
    <w:rsid w:val="004E701C"/>
    <w:rsid w:val="00501176"/>
    <w:rsid w:val="00506DD8"/>
    <w:rsid w:val="00533375"/>
    <w:rsid w:val="0053563B"/>
    <w:rsid w:val="00554BE7"/>
    <w:rsid w:val="0056378B"/>
    <w:rsid w:val="005656E5"/>
    <w:rsid w:val="00574CB9"/>
    <w:rsid w:val="00586C4F"/>
    <w:rsid w:val="0058739C"/>
    <w:rsid w:val="005B4BFB"/>
    <w:rsid w:val="005D202B"/>
    <w:rsid w:val="006124F1"/>
    <w:rsid w:val="00622963"/>
    <w:rsid w:val="00650221"/>
    <w:rsid w:val="00660BDA"/>
    <w:rsid w:val="006621EA"/>
    <w:rsid w:val="0066787F"/>
    <w:rsid w:val="00671789"/>
    <w:rsid w:val="0067228D"/>
    <w:rsid w:val="006756B7"/>
    <w:rsid w:val="00694DDB"/>
    <w:rsid w:val="006F4671"/>
    <w:rsid w:val="007432AE"/>
    <w:rsid w:val="007641F8"/>
    <w:rsid w:val="00766961"/>
    <w:rsid w:val="0076743E"/>
    <w:rsid w:val="00782483"/>
    <w:rsid w:val="007A172F"/>
    <w:rsid w:val="007B7786"/>
    <w:rsid w:val="007C0E77"/>
    <w:rsid w:val="007C13E4"/>
    <w:rsid w:val="007C38F7"/>
    <w:rsid w:val="007D1FDD"/>
    <w:rsid w:val="00844819"/>
    <w:rsid w:val="00870E2B"/>
    <w:rsid w:val="008846E5"/>
    <w:rsid w:val="008C720C"/>
    <w:rsid w:val="008F2E10"/>
    <w:rsid w:val="008F7842"/>
    <w:rsid w:val="00903B8C"/>
    <w:rsid w:val="00907335"/>
    <w:rsid w:val="00922854"/>
    <w:rsid w:val="009557B9"/>
    <w:rsid w:val="00956F7F"/>
    <w:rsid w:val="009658E6"/>
    <w:rsid w:val="00993D85"/>
    <w:rsid w:val="00994E6B"/>
    <w:rsid w:val="009A5F94"/>
    <w:rsid w:val="009B17B6"/>
    <w:rsid w:val="009B7FA2"/>
    <w:rsid w:val="009D56D1"/>
    <w:rsid w:val="009E0FE3"/>
    <w:rsid w:val="009F3DBE"/>
    <w:rsid w:val="009F70AE"/>
    <w:rsid w:val="00A018E5"/>
    <w:rsid w:val="00A128BE"/>
    <w:rsid w:val="00A47E52"/>
    <w:rsid w:val="00A61723"/>
    <w:rsid w:val="00A6724B"/>
    <w:rsid w:val="00A71734"/>
    <w:rsid w:val="00A74146"/>
    <w:rsid w:val="00AB60A1"/>
    <w:rsid w:val="00AC6627"/>
    <w:rsid w:val="00AD6765"/>
    <w:rsid w:val="00AE256C"/>
    <w:rsid w:val="00AF5EFA"/>
    <w:rsid w:val="00B02B7F"/>
    <w:rsid w:val="00B030FF"/>
    <w:rsid w:val="00B302B5"/>
    <w:rsid w:val="00B3349C"/>
    <w:rsid w:val="00B33E47"/>
    <w:rsid w:val="00B3487C"/>
    <w:rsid w:val="00B443A8"/>
    <w:rsid w:val="00B4480C"/>
    <w:rsid w:val="00B54EC7"/>
    <w:rsid w:val="00B54FAD"/>
    <w:rsid w:val="00B606F4"/>
    <w:rsid w:val="00B65B40"/>
    <w:rsid w:val="00BA07CA"/>
    <w:rsid w:val="00BA1666"/>
    <w:rsid w:val="00BA27B8"/>
    <w:rsid w:val="00BB141E"/>
    <w:rsid w:val="00BB2EF4"/>
    <w:rsid w:val="00BD3C17"/>
    <w:rsid w:val="00BD5AEF"/>
    <w:rsid w:val="00BF1A05"/>
    <w:rsid w:val="00BF2074"/>
    <w:rsid w:val="00C01908"/>
    <w:rsid w:val="00C67F2D"/>
    <w:rsid w:val="00C90436"/>
    <w:rsid w:val="00C93526"/>
    <w:rsid w:val="00CA2093"/>
    <w:rsid w:val="00CE772B"/>
    <w:rsid w:val="00D460E9"/>
    <w:rsid w:val="00D47819"/>
    <w:rsid w:val="00D61366"/>
    <w:rsid w:val="00D81EA7"/>
    <w:rsid w:val="00D8235B"/>
    <w:rsid w:val="00D913AB"/>
    <w:rsid w:val="00D96355"/>
    <w:rsid w:val="00DD12F9"/>
    <w:rsid w:val="00DD28E9"/>
    <w:rsid w:val="00DF4975"/>
    <w:rsid w:val="00E1611C"/>
    <w:rsid w:val="00E263F6"/>
    <w:rsid w:val="00E374EC"/>
    <w:rsid w:val="00E55CED"/>
    <w:rsid w:val="00E9278E"/>
    <w:rsid w:val="00EA3230"/>
    <w:rsid w:val="00EA665B"/>
    <w:rsid w:val="00EB5465"/>
    <w:rsid w:val="00EC428A"/>
    <w:rsid w:val="00F05FB3"/>
    <w:rsid w:val="00F070AD"/>
    <w:rsid w:val="00F2471F"/>
    <w:rsid w:val="00F40B5F"/>
    <w:rsid w:val="00F436AD"/>
    <w:rsid w:val="00F569F4"/>
    <w:rsid w:val="00F67C62"/>
    <w:rsid w:val="00F81CA0"/>
    <w:rsid w:val="00F85A1B"/>
    <w:rsid w:val="00FA28FC"/>
    <w:rsid w:val="00FB4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E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C2C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C63"/>
  </w:style>
  <w:style w:type="paragraph" w:styleId="Footer">
    <w:name w:val="footer"/>
    <w:basedOn w:val="Normal"/>
    <w:link w:val="FooterChar"/>
    <w:uiPriority w:val="99"/>
    <w:semiHidden/>
    <w:unhideWhenUsed/>
    <w:rsid w:val="003C2C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2C63"/>
  </w:style>
  <w:style w:type="paragraph" w:styleId="BalloonText">
    <w:name w:val="Balloon Text"/>
    <w:basedOn w:val="Normal"/>
    <w:link w:val="BalloonTextChar"/>
    <w:uiPriority w:val="99"/>
    <w:semiHidden/>
    <w:unhideWhenUsed/>
    <w:rsid w:val="003C2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C63"/>
    <w:rPr>
      <w:rFonts w:ascii="Tahoma" w:hAnsi="Tahoma" w:cs="Tahoma"/>
      <w:sz w:val="16"/>
      <w:szCs w:val="16"/>
    </w:rPr>
  </w:style>
  <w:style w:type="table" w:styleId="TableGrid">
    <w:name w:val="Table Grid"/>
    <w:basedOn w:val="TableNormal"/>
    <w:uiPriority w:val="59"/>
    <w:rsid w:val="007669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hawn-pc\Hotels%20Etc\DISTRIBUTOR%20AND%20MEMBER%20LETTERS\Letterheads\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Letterhead.dotx</Template>
  <TotalTime>4</TotalTime>
  <Pages>1</Pages>
  <Words>235</Words>
  <Characters>1341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Hotels Etc</Company>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Jerry</cp:lastModifiedBy>
  <cp:revision>4</cp:revision>
  <cp:lastPrinted>2009-09-23T15:46:00Z</cp:lastPrinted>
  <dcterms:created xsi:type="dcterms:W3CDTF">2009-09-23T16:31:00Z</dcterms:created>
  <dcterms:modified xsi:type="dcterms:W3CDTF">2009-09-23T16:34:00Z</dcterms:modified>
</cp:coreProperties>
</file>