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E64A1C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477528">
              <w:t> INV33833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F3B71">
              <w:fldChar w:fldCharType="begin"/>
            </w:r>
            <w:r w:rsidR="002F3B71">
              <w:instrText xml:space="preserve"> DATE \@ "MMMM d, yyyy" </w:instrText>
            </w:r>
            <w:r w:rsidR="002F3B71">
              <w:fldChar w:fldCharType="separate"/>
            </w:r>
            <w:r w:rsidR="008F32E2">
              <w:rPr>
                <w:noProof/>
              </w:rPr>
              <w:t>April 1, 2011</w:t>
            </w:r>
            <w:r w:rsidR="002F3B71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7E0BA0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AE7627" w:rsidP="008A3C48">
            <w:pPr>
              <w:pStyle w:val="Centered"/>
            </w:pPr>
            <w:r>
              <w:t>03/31</w:t>
            </w:r>
            <w:r w:rsidR="00CC0E23">
              <w:t>/</w:t>
            </w:r>
            <w:r w:rsidR="000B0783">
              <w:t>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15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AE7627" w:rsidP="008A3C48">
            <w:pPr>
              <w:pStyle w:val="Centered"/>
            </w:pPr>
            <w:r>
              <w:t>04/14</w:t>
            </w:r>
            <w:bookmarkStart w:id="0" w:name="_GoBack"/>
            <w:bookmarkEnd w:id="0"/>
            <w:r w:rsidR="00CC0E23">
              <w:t>/20</w:t>
            </w:r>
            <w:r w:rsidR="005E1B01">
              <w:t>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A2E54" w:rsidP="00B5478E">
            <w:r>
              <w:t>3</w:t>
            </w:r>
            <w:r w:rsidR="000B0783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B5478E"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A2E54" w:rsidP="00EE1154">
            <w:pPr>
              <w:pStyle w:val="Amount"/>
            </w:pPr>
            <w:r>
              <w:t>$15</w:t>
            </w:r>
            <w:r w:rsidR="000B0783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0056E" w:rsidP="00B5478E"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0056E" w:rsidP="00B5478E">
            <w:r>
              <w:t xml:space="preserve">Shipping 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E7627" w:rsidP="00B5478E">
            <w:r>
              <w:t xml:space="preserve">Overnight  </w:t>
            </w:r>
            <w:r w:rsidR="00D0056E">
              <w:t>Shipping and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0056E" w:rsidP="00AE7627">
            <w:pPr>
              <w:pStyle w:val="Amount"/>
            </w:pPr>
            <w:r>
              <w:t>$</w:t>
            </w:r>
            <w:r w:rsidR="00AE7627">
              <w:t>25.00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0056E" w:rsidP="00AE7627">
            <w:pPr>
              <w:pStyle w:val="Amount"/>
            </w:pPr>
            <w:r>
              <w:t>$</w:t>
            </w:r>
            <w:r w:rsidR="00AE7627">
              <w:t>25.00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AE7627">
            <w:pPr>
              <w:pStyle w:val="Amount"/>
            </w:pPr>
            <w:r>
              <w:t>$</w:t>
            </w:r>
            <w:r w:rsidR="003A2E54">
              <w:t>15</w:t>
            </w:r>
            <w:r w:rsidR="00AE7627">
              <w:t>25.00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477528">
            <w:pPr>
              <w:pStyle w:val="Amount"/>
            </w:pPr>
            <w:r>
              <w:t>$</w:t>
            </w:r>
            <w:r w:rsidR="003A2E54">
              <w:t>15</w:t>
            </w:r>
            <w:r w:rsidR="00AE7627">
              <w:t>25.00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BA0" w:rsidRDefault="007E0BA0">
      <w:r>
        <w:separator/>
      </w:r>
    </w:p>
  </w:endnote>
  <w:endnote w:type="continuationSeparator" w:id="0">
    <w:p w:rsidR="007E0BA0" w:rsidRDefault="007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BA0" w:rsidRDefault="007E0BA0">
      <w:r>
        <w:separator/>
      </w:r>
    </w:p>
  </w:footnote>
  <w:footnote w:type="continuationSeparator" w:id="0">
    <w:p w:rsidR="007E0BA0" w:rsidRDefault="007E0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F3B71"/>
    <w:rsid w:val="00326411"/>
    <w:rsid w:val="003303C7"/>
    <w:rsid w:val="00341D54"/>
    <w:rsid w:val="003465E2"/>
    <w:rsid w:val="00360D3D"/>
    <w:rsid w:val="00370638"/>
    <w:rsid w:val="003756B5"/>
    <w:rsid w:val="00387E68"/>
    <w:rsid w:val="003A2E54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528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7D7"/>
    <w:rsid w:val="007A0C5E"/>
    <w:rsid w:val="007C1315"/>
    <w:rsid w:val="007C5A8E"/>
    <w:rsid w:val="007C7496"/>
    <w:rsid w:val="007D49EA"/>
    <w:rsid w:val="007E0BA0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32E2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AE7627"/>
    <w:rsid w:val="00B4406F"/>
    <w:rsid w:val="00B530A0"/>
    <w:rsid w:val="00B5478E"/>
    <w:rsid w:val="00B7167B"/>
    <w:rsid w:val="00B764B8"/>
    <w:rsid w:val="00B77495"/>
    <w:rsid w:val="00B929D8"/>
    <w:rsid w:val="00BA71B8"/>
    <w:rsid w:val="00BA7FA7"/>
    <w:rsid w:val="00BB4DAA"/>
    <w:rsid w:val="00BB763E"/>
    <w:rsid w:val="00BD0D4F"/>
    <w:rsid w:val="00BD73A8"/>
    <w:rsid w:val="00BD7A44"/>
    <w:rsid w:val="00BF7CEE"/>
    <w:rsid w:val="00C22B70"/>
    <w:rsid w:val="00C24CAE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C0E23"/>
    <w:rsid w:val="00CF01AF"/>
    <w:rsid w:val="00D0056E"/>
    <w:rsid w:val="00D2159C"/>
    <w:rsid w:val="00D3253E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3771D"/>
    <w:rsid w:val="00E42426"/>
    <w:rsid w:val="00E51BCD"/>
    <w:rsid w:val="00E51ED9"/>
    <w:rsid w:val="00E6107D"/>
    <w:rsid w:val="00E64A1C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0E7D04-79CE-4321-A8A7-CBAF4F31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31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5</cp:revision>
  <cp:lastPrinted>2011-04-01T14:37:00Z</cp:lastPrinted>
  <dcterms:created xsi:type="dcterms:W3CDTF">2011-03-31T15:16:00Z</dcterms:created>
  <dcterms:modified xsi:type="dcterms:W3CDTF">2011-04-01T15:06:00Z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