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1B351B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</w:t>
            </w:r>
            <w:r w:rsidR="001B351B">
              <w:t>INV33849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73FB9">
              <w:fldChar w:fldCharType="begin"/>
            </w:r>
            <w:r w:rsidR="00673FB9">
              <w:instrText xml:space="preserve"> DATE \@ "MMMM d, yyyy" </w:instrText>
            </w:r>
            <w:r w:rsidR="00673FB9">
              <w:fldChar w:fldCharType="separate"/>
            </w:r>
            <w:r w:rsidR="00DE295E">
              <w:rPr>
                <w:noProof/>
              </w:rPr>
              <w:t>March 30, 2011</w:t>
            </w:r>
            <w:r w:rsidR="00673FB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73FB9" w:rsidP="00E27198">
            <w:hyperlink r:id="rId11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673FB9" w:rsidP="00703C78">
            <w:hyperlink r:id="rId12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673FB9" w:rsidP="00FF4131">
            <w:hyperlink r:id="rId13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7"/>
        <w:gridCol w:w="1321"/>
        <w:gridCol w:w="2093"/>
        <w:gridCol w:w="1367"/>
        <w:gridCol w:w="1331"/>
        <w:gridCol w:w="1304"/>
        <w:gridCol w:w="1367"/>
      </w:tblGrid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2A1414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7F6EA3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B351B" w:rsidP="008A3C48">
            <w:pPr>
              <w:pStyle w:val="Centered"/>
            </w:pPr>
            <w:r>
              <w:t>03100480000269399897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B351B" w:rsidP="008A3C48">
            <w:pPr>
              <w:pStyle w:val="Centered"/>
            </w:pPr>
            <w:r>
              <w:t>03/30</w:t>
            </w:r>
            <w:r w:rsidR="00255A51">
              <w:t>/20</w:t>
            </w:r>
            <w:r w:rsidR="00FF4131">
              <w:t>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B351B" w:rsidP="008A3C48">
            <w:pPr>
              <w:pStyle w:val="Centered"/>
            </w:pPr>
            <w:r>
              <w:t>03/30</w:t>
            </w:r>
            <w:r w:rsidR="00255A51">
              <w:t>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7F6EA3">
            <w:pPr>
              <w:jc w:val="center"/>
            </w:pPr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EE1154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FF4131">
              <w:t>2995.00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B9" w:rsidRDefault="00673FB9">
      <w:r>
        <w:separator/>
      </w:r>
    </w:p>
  </w:endnote>
  <w:endnote w:type="continuationSeparator" w:id="0">
    <w:p w:rsidR="00673FB9" w:rsidRDefault="0067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B9" w:rsidRDefault="00673FB9">
      <w:r>
        <w:separator/>
      </w:r>
    </w:p>
  </w:footnote>
  <w:footnote w:type="continuationSeparator" w:id="0">
    <w:p w:rsidR="00673FB9" w:rsidRDefault="00673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351B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55A51"/>
    <w:rsid w:val="002A1414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73FB9"/>
    <w:rsid w:val="00697814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0DFC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C7EF1"/>
    <w:rsid w:val="00CD5589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E295E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7821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7821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ing@hotelsetc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573B88-9037-4CC8-BC3D-255B7CD5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60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4</cp:revision>
  <cp:lastPrinted>2011-03-30T15:23:00Z</cp:lastPrinted>
  <dcterms:created xsi:type="dcterms:W3CDTF">2011-03-30T15:23:00Z</dcterms:created>
  <dcterms:modified xsi:type="dcterms:W3CDTF">2011-03-30T16:23:00Z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