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 w:rsidTr="002A1414">
        <w:trPr>
          <w:trHeight w:val="836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1B351B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F37C9E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255A51">
              <w:t> </w:t>
            </w:r>
            <w:r w:rsidR="00EF020C">
              <w:t>INV34022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673FB9">
              <w:fldChar w:fldCharType="begin"/>
            </w:r>
            <w:r w:rsidR="00673FB9">
              <w:instrText xml:space="preserve"> DATE \@ "MMMM d, yyyy" </w:instrText>
            </w:r>
            <w:r w:rsidR="00673FB9">
              <w:fldChar w:fldCharType="separate"/>
            </w:r>
            <w:r w:rsidR="009015EA">
              <w:rPr>
                <w:noProof/>
              </w:rPr>
              <w:t>August 10, 2011</w:t>
            </w:r>
            <w:r w:rsidR="00673FB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934EE1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F4131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2E06AE" w:rsidP="00703C78">
            <w:r>
              <w:t>Ra</w:t>
            </w:r>
            <w:r w:rsidR="00FF4131">
              <w:t>fael</w:t>
            </w:r>
          </w:p>
          <w:p w:rsidR="00FF4131" w:rsidRDefault="00FF4131" w:rsidP="00703C78">
            <w:r>
              <w:t>EIC Media</w:t>
            </w:r>
          </w:p>
          <w:p w:rsidR="00FF4131" w:rsidRDefault="00FF4131" w:rsidP="00703C78">
            <w:r>
              <w:t>7750 The Bluffs Suite 104</w:t>
            </w:r>
          </w:p>
          <w:p w:rsidR="00FF4131" w:rsidRDefault="00FF4131" w:rsidP="00703C78">
            <w:r>
              <w:t>Austell, GA 30168</w:t>
            </w:r>
          </w:p>
          <w:p w:rsidR="00FF4131" w:rsidRDefault="00FF4131" w:rsidP="00703C78">
            <w:r>
              <w:t>703-577-9443</w:t>
            </w:r>
          </w:p>
          <w:p w:rsidR="00FF4131" w:rsidRPr="001E3C2E" w:rsidRDefault="00934EE1" w:rsidP="00703C78">
            <w:hyperlink r:id="rId13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FF4131" w:rsidRDefault="00FF4131" w:rsidP="00FF4131">
            <w:r>
              <w:t>Rafael</w:t>
            </w:r>
          </w:p>
          <w:p w:rsidR="00FF4131" w:rsidRDefault="00FF4131" w:rsidP="00FF4131">
            <w:r>
              <w:t>EIC Media</w:t>
            </w:r>
          </w:p>
          <w:p w:rsidR="00FF4131" w:rsidRDefault="00CE37A6" w:rsidP="00FF4131">
            <w:r>
              <w:t>1910 West Busch Blvd Suite B</w:t>
            </w:r>
          </w:p>
          <w:p w:rsidR="00CE37A6" w:rsidRDefault="00CE37A6" w:rsidP="00FF4131">
            <w:r>
              <w:t>Tampa, FL 33612</w:t>
            </w:r>
          </w:p>
          <w:p w:rsidR="00CE37A6" w:rsidRDefault="00CE37A6" w:rsidP="00FF4131">
            <w:r w:rsidRPr="00CE37A6">
              <w:t>813-928-1707</w:t>
            </w:r>
          </w:p>
          <w:p w:rsidR="00703C78" w:rsidRPr="001E3C2E" w:rsidRDefault="00934EE1" w:rsidP="00FF4131">
            <w:hyperlink r:id="rId14" w:history="1">
              <w:r w:rsidR="00044862">
                <w:rPr>
                  <w:rStyle w:val="Hyperlink"/>
                </w:rPr>
                <w:t>rickiem13@hotmail.com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9A32BC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A428D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2A428D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2A428D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A428D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A428D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A428D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A428D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A428D">
            <w:pPr>
              <w:pStyle w:val="ColumnHeadings"/>
            </w:pPr>
            <w:r>
              <w:t>due date</w:t>
            </w:r>
          </w:p>
        </w:tc>
      </w:tr>
      <w:tr w:rsidR="009A32BC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2A428D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255A51" w:rsidRDefault="00FF4131" w:rsidP="002A428D">
            <w:pPr>
              <w:jc w:val="center"/>
            </w:pPr>
            <w:r>
              <w:t>Priority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2A428D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29797C" w:rsidP="00262135">
            <w:pPr>
              <w:pStyle w:val="Centered"/>
            </w:pPr>
            <w:r>
              <w:t>07/19</w:t>
            </w:r>
            <w:r w:rsidR="002A428D">
              <w:t>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2A428D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2A428D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37C9E" w:rsidP="002A428D">
            <w:pPr>
              <w:pStyle w:val="Centered"/>
            </w:pPr>
            <w:r>
              <w:t>07</w:t>
            </w:r>
            <w:r w:rsidR="00924A6D">
              <w:t>/</w:t>
            </w:r>
            <w:r w:rsidR="0029797C">
              <w:t>26</w:t>
            </w:r>
            <w:r w:rsidR="002A428D">
              <w:t>/2011</w:t>
            </w:r>
          </w:p>
        </w:tc>
      </w:tr>
    </w:tbl>
    <w:p w:rsidR="009C5836" w:rsidRPr="001E3C2E" w:rsidRDefault="009C5836" w:rsidP="002A428D">
      <w:pPr>
        <w:jc w:val="center"/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90"/>
        <w:gridCol w:w="1090"/>
        <w:gridCol w:w="4085"/>
        <w:gridCol w:w="365"/>
        <w:gridCol w:w="1181"/>
        <w:gridCol w:w="1181"/>
        <w:gridCol w:w="1181"/>
      </w:tblGrid>
      <w:tr w:rsidR="00205DD6" w:rsidRPr="001E3C2E" w:rsidTr="00F24280">
        <w:trPr>
          <w:cantSplit/>
          <w:trHeight w:val="253"/>
          <w:jc w:val="center"/>
        </w:trPr>
        <w:tc>
          <w:tcPr>
            <w:tcW w:w="109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qty</w:t>
            </w:r>
          </w:p>
        </w:tc>
        <w:tc>
          <w:tcPr>
            <w:tcW w:w="109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item</w:t>
            </w:r>
          </w:p>
        </w:tc>
        <w:tc>
          <w:tcPr>
            <w:tcW w:w="445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description</w:t>
            </w:r>
          </w:p>
        </w:tc>
        <w:tc>
          <w:tcPr>
            <w:tcW w:w="1181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unit price</w:t>
            </w:r>
          </w:p>
        </w:tc>
        <w:tc>
          <w:tcPr>
            <w:tcW w:w="1181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discount</w:t>
            </w:r>
          </w:p>
        </w:tc>
        <w:tc>
          <w:tcPr>
            <w:tcW w:w="1181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line total</w:t>
            </w:r>
          </w:p>
        </w:tc>
      </w:tr>
      <w:tr w:rsidR="009520ED" w:rsidRPr="00B5478E" w:rsidTr="00F24280">
        <w:trPr>
          <w:cantSplit/>
          <w:trHeight w:val="372"/>
          <w:jc w:val="center"/>
        </w:trPr>
        <w:tc>
          <w:tcPr>
            <w:tcW w:w="109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29797C" w:rsidP="002A428D">
            <w:pPr>
              <w:jc w:val="center"/>
            </w:pPr>
            <w:r>
              <w:t>500</w:t>
            </w:r>
          </w:p>
        </w:tc>
        <w:tc>
          <w:tcPr>
            <w:tcW w:w="109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29797C" w:rsidP="002A428D">
            <w:pPr>
              <w:jc w:val="center"/>
            </w:pPr>
            <w:r>
              <w:t>Hotels Etc. Gold Cards</w:t>
            </w:r>
          </w:p>
        </w:tc>
        <w:tc>
          <w:tcPr>
            <w:tcW w:w="445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29797C" w:rsidP="002A428D">
            <w:pPr>
              <w:jc w:val="center"/>
            </w:pPr>
            <w:r>
              <w:t>500 Hotels Etc. Gold Lifetime Membership Cards</w:t>
            </w:r>
          </w:p>
        </w:tc>
        <w:tc>
          <w:tcPr>
            <w:tcW w:w="1181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29797C">
            <w:pPr>
              <w:pStyle w:val="Amount"/>
            </w:pPr>
            <w:r>
              <w:t>$</w:t>
            </w:r>
            <w:r w:rsidR="0029797C">
              <w:t>2.95</w:t>
            </w:r>
          </w:p>
        </w:tc>
        <w:tc>
          <w:tcPr>
            <w:tcW w:w="1181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</w:pPr>
          </w:p>
        </w:tc>
        <w:tc>
          <w:tcPr>
            <w:tcW w:w="1181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E37A6" w:rsidP="0029797C">
            <w:pPr>
              <w:pStyle w:val="Amount"/>
            </w:pPr>
            <w:r>
              <w:t>$</w:t>
            </w:r>
            <w:r w:rsidR="0029797C">
              <w:t>1475.00</w:t>
            </w: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  <w:r>
              <w:t>1</w:t>
            </w:r>
            <w:r w:rsidR="00F24280">
              <w:t>00</w:t>
            </w:r>
          </w:p>
        </w:tc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F24280" w:rsidP="002A428D">
            <w:pPr>
              <w:jc w:val="center"/>
            </w:pPr>
            <w:r>
              <w:t>Coupon Dough Books</w:t>
            </w:r>
          </w:p>
        </w:tc>
        <w:tc>
          <w:tcPr>
            <w:tcW w:w="445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F24280" w:rsidP="00F24280">
            <w:pPr>
              <w:jc w:val="center"/>
            </w:pPr>
            <w:r>
              <w:t>$1000 Restaurant and Grocery Savings Books</w:t>
            </w: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F24280">
            <w:pPr>
              <w:pStyle w:val="Amount"/>
            </w:pPr>
            <w:r>
              <w:t>$</w:t>
            </w:r>
            <w:r w:rsidR="00F24280">
              <w:t>4.50</w:t>
            </w: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F24280">
            <w:pPr>
              <w:pStyle w:val="Amount"/>
            </w:pPr>
            <w:r>
              <w:t>$</w:t>
            </w:r>
            <w:r w:rsidR="00F24280">
              <w:t>450.00</w:t>
            </w: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F24280" w:rsidP="002A428D">
            <w:pPr>
              <w:jc w:val="center"/>
            </w:pPr>
            <w:r>
              <w:t>1</w:t>
            </w:r>
          </w:p>
        </w:tc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F24280" w:rsidP="00262135">
            <w:pPr>
              <w:jc w:val="center"/>
            </w:pPr>
            <w:r>
              <w:t>Shipping and Handling</w:t>
            </w:r>
          </w:p>
        </w:tc>
        <w:tc>
          <w:tcPr>
            <w:tcW w:w="445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F24280" w:rsidP="0013585C">
            <w:pPr>
              <w:jc w:val="center"/>
            </w:pPr>
            <w:r>
              <w:t>Priority Mail with delivery confirmation</w:t>
            </w: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F24280" w:rsidP="00DD43BF">
            <w:pPr>
              <w:pStyle w:val="Amount"/>
            </w:pPr>
            <w:r>
              <w:t>$29.95</w:t>
            </w: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F24280" w:rsidP="00DD43BF">
            <w:pPr>
              <w:pStyle w:val="Amount"/>
            </w:pPr>
            <w:r>
              <w:t>$29.95</w:t>
            </w: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445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DD43BF">
            <w:pPr>
              <w:pStyle w:val="Amount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DD43BF">
            <w:pPr>
              <w:pStyle w:val="Amount"/>
            </w:pP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445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DD43BF">
            <w:pPr>
              <w:pStyle w:val="Amount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DD43BF">
            <w:pPr>
              <w:pStyle w:val="Amount"/>
            </w:pP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445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445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445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445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445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09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445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2A428D">
            <w:pPr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2A428D">
            <w:pPr>
              <w:pStyle w:val="Amount"/>
              <w:jc w:val="center"/>
            </w:pP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1090" w:type="dxa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797C" w:rsidRPr="001E3C2E" w:rsidRDefault="0029797C" w:rsidP="00B5478E"/>
        </w:tc>
        <w:tc>
          <w:tcPr>
            <w:tcW w:w="1090" w:type="dxa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B5478E">
            <w:r>
              <w:t>Total discount</w:t>
            </w:r>
          </w:p>
        </w:tc>
        <w:tc>
          <w:tcPr>
            <w:tcW w:w="4450" w:type="dxa"/>
            <w:gridSpan w:val="2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B5478E"/>
        </w:tc>
        <w:tc>
          <w:tcPr>
            <w:tcW w:w="1181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EE1154">
            <w:pPr>
              <w:pStyle w:val="Amount"/>
            </w:pPr>
          </w:p>
        </w:tc>
        <w:tc>
          <w:tcPr>
            <w:tcW w:w="1181" w:type="dxa"/>
            <w:tcMar>
              <w:left w:w="216" w:type="dxa"/>
              <w:right w:w="216" w:type="dxa"/>
            </w:tcMar>
          </w:tcPr>
          <w:p w:rsidR="0029797C" w:rsidRPr="00B5478E" w:rsidRDefault="0029797C" w:rsidP="00EE1154">
            <w:pPr>
              <w:pStyle w:val="Amount"/>
            </w:pPr>
          </w:p>
        </w:tc>
        <w:tc>
          <w:tcPr>
            <w:tcW w:w="1181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EE1154">
            <w:pPr>
              <w:pStyle w:val="Amount"/>
            </w:pP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797C" w:rsidRPr="001E3C2E" w:rsidRDefault="0029797C" w:rsidP="00EE1154"/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9520ED">
            <w:pPr>
              <w:pStyle w:val="Labels"/>
            </w:pPr>
            <w:r>
              <w:t>Subtotal</w:t>
            </w:r>
          </w:p>
        </w:tc>
        <w:tc>
          <w:tcPr>
            <w:tcW w:w="1181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1E3C2E" w:rsidRDefault="0029797C" w:rsidP="00EE1154">
            <w:pPr>
              <w:pStyle w:val="Amount"/>
            </w:pPr>
          </w:p>
        </w:tc>
        <w:tc>
          <w:tcPr>
            <w:tcW w:w="1181" w:type="dxa"/>
            <w:tcMar>
              <w:left w:w="216" w:type="dxa"/>
              <w:right w:w="216" w:type="dxa"/>
            </w:tcMar>
          </w:tcPr>
          <w:p w:rsidR="0029797C" w:rsidRPr="00B5478E" w:rsidRDefault="0029797C" w:rsidP="00F24280">
            <w:pPr>
              <w:pStyle w:val="Amount"/>
              <w:jc w:val="center"/>
            </w:pPr>
            <w:r>
              <w:t>$</w:t>
            </w:r>
            <w:r w:rsidR="00F24280">
              <w:t>1954.95</w:t>
            </w: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797C" w:rsidRPr="001E3C2E" w:rsidRDefault="0029797C" w:rsidP="00EE1154"/>
        </w:tc>
        <w:tc>
          <w:tcPr>
            <w:tcW w:w="2725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9520ED">
            <w:pPr>
              <w:pStyle w:val="Labels"/>
            </w:pPr>
            <w:r>
              <w:t>Sales Tax</w:t>
            </w:r>
          </w:p>
        </w:tc>
        <w:tc>
          <w:tcPr>
            <w:tcW w:w="1181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29797C" w:rsidP="00F37C9E">
            <w:pPr>
              <w:pStyle w:val="Amount"/>
            </w:pPr>
            <w:r>
              <w:t>$0.00</w:t>
            </w:r>
          </w:p>
        </w:tc>
      </w:tr>
      <w:tr w:rsidR="0029797C" w:rsidRPr="00B5478E" w:rsidTr="00F24280">
        <w:trPr>
          <w:cantSplit/>
          <w:trHeight w:val="253"/>
          <w:jc w:val="center"/>
        </w:trPr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797C" w:rsidRPr="001E3C2E" w:rsidRDefault="0029797C" w:rsidP="00EE1154"/>
        </w:tc>
        <w:tc>
          <w:tcPr>
            <w:tcW w:w="2725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9797C" w:rsidRPr="001E3C2E" w:rsidRDefault="0029797C" w:rsidP="009520ED">
            <w:pPr>
              <w:pStyle w:val="Labels"/>
            </w:pPr>
            <w:r>
              <w:t>Total</w:t>
            </w:r>
          </w:p>
        </w:tc>
        <w:tc>
          <w:tcPr>
            <w:tcW w:w="1181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9797C" w:rsidRPr="00B5478E" w:rsidRDefault="00F24280" w:rsidP="0029797C">
            <w:pPr>
              <w:pStyle w:val="Amount"/>
            </w:pPr>
            <w:r>
              <w:t>$1954.95</w:t>
            </w:r>
          </w:p>
        </w:tc>
      </w:tr>
      <w:tr w:rsidR="00F24280" w:rsidRPr="00B5478E" w:rsidTr="00F24280">
        <w:trPr>
          <w:cantSplit/>
          <w:trHeight w:val="253"/>
          <w:jc w:val="center"/>
        </w:trPr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4280" w:rsidRPr="001E3C2E" w:rsidRDefault="00F24280" w:rsidP="00EE1154"/>
        </w:tc>
        <w:tc>
          <w:tcPr>
            <w:tcW w:w="2725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F24280" w:rsidRPr="001E3C2E" w:rsidRDefault="00F24280" w:rsidP="009520ED">
            <w:pPr>
              <w:pStyle w:val="Labels"/>
            </w:pPr>
          </w:p>
        </w:tc>
        <w:tc>
          <w:tcPr>
            <w:tcW w:w="1181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24280" w:rsidRPr="00B5478E" w:rsidRDefault="00F24280" w:rsidP="00262135">
            <w:pPr>
              <w:pStyle w:val="Amount"/>
            </w:pPr>
          </w:p>
        </w:tc>
      </w:tr>
    </w:tbl>
    <w:p w:rsidR="00F24280" w:rsidRDefault="00D64EB4" w:rsidP="00F24280">
      <w:pPr>
        <w:pStyle w:val="Thankyou"/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  <w:r w:rsidR="00F24280" w:rsidRPr="00F24280">
        <w:t xml:space="preserve"> </w:t>
      </w:r>
    </w:p>
    <w:p w:rsidR="00F24280" w:rsidRPr="00F24280" w:rsidRDefault="00F24280" w:rsidP="00F24280">
      <w:pPr>
        <w:pStyle w:val="Thankyou"/>
      </w:pPr>
      <w:r w:rsidRPr="00F24280">
        <w:t>ALL WHOLESALES ARE FINAL!</w:t>
      </w:r>
    </w:p>
    <w:p w:rsidR="00D64EB4" w:rsidRPr="00F24280" w:rsidRDefault="00F24280" w:rsidP="00F24280">
      <w:pPr>
        <w:pStyle w:val="Thankyou"/>
      </w:pPr>
      <w:r>
        <w:t>Thank you for your business!</w:t>
      </w:r>
      <w:bookmarkStart w:id="0" w:name="_GoBack"/>
      <w:bookmarkEnd w:id="0"/>
    </w:p>
    <w:sectPr w:rsidR="00D64EB4" w:rsidRPr="00F24280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EE1" w:rsidRDefault="00934EE1">
      <w:r>
        <w:separator/>
      </w:r>
    </w:p>
  </w:endnote>
  <w:endnote w:type="continuationSeparator" w:id="0">
    <w:p w:rsidR="00934EE1" w:rsidRDefault="0093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EE1" w:rsidRDefault="00934EE1">
      <w:r>
        <w:separator/>
      </w:r>
    </w:p>
  </w:footnote>
  <w:footnote w:type="continuationSeparator" w:id="0">
    <w:p w:rsidR="00934EE1" w:rsidRDefault="00934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4862"/>
    <w:rsid w:val="00047BD9"/>
    <w:rsid w:val="00056E24"/>
    <w:rsid w:val="000A4F68"/>
    <w:rsid w:val="000A72A8"/>
    <w:rsid w:val="000B0783"/>
    <w:rsid w:val="000B6824"/>
    <w:rsid w:val="000C60AF"/>
    <w:rsid w:val="000E592C"/>
    <w:rsid w:val="001055DF"/>
    <w:rsid w:val="0013585C"/>
    <w:rsid w:val="0015744F"/>
    <w:rsid w:val="001724F6"/>
    <w:rsid w:val="001B1844"/>
    <w:rsid w:val="001B351B"/>
    <w:rsid w:val="001B5462"/>
    <w:rsid w:val="001B5F25"/>
    <w:rsid w:val="001C3062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21892"/>
    <w:rsid w:val="00232AD8"/>
    <w:rsid w:val="00246484"/>
    <w:rsid w:val="00251C32"/>
    <w:rsid w:val="00255A51"/>
    <w:rsid w:val="00262135"/>
    <w:rsid w:val="0029797C"/>
    <w:rsid w:val="002A1414"/>
    <w:rsid w:val="002A428D"/>
    <w:rsid w:val="002D1C9A"/>
    <w:rsid w:val="002E06AE"/>
    <w:rsid w:val="00326411"/>
    <w:rsid w:val="003303C7"/>
    <w:rsid w:val="00341D54"/>
    <w:rsid w:val="003465E2"/>
    <w:rsid w:val="00360D3D"/>
    <w:rsid w:val="003756B5"/>
    <w:rsid w:val="00387AB1"/>
    <w:rsid w:val="00387E68"/>
    <w:rsid w:val="003B7E00"/>
    <w:rsid w:val="003C3CB7"/>
    <w:rsid w:val="003D6485"/>
    <w:rsid w:val="003E3D7F"/>
    <w:rsid w:val="003F03CA"/>
    <w:rsid w:val="00413CC1"/>
    <w:rsid w:val="00416A5B"/>
    <w:rsid w:val="00431FA2"/>
    <w:rsid w:val="00436B94"/>
    <w:rsid w:val="004526C5"/>
    <w:rsid w:val="004724E4"/>
    <w:rsid w:val="00473FA7"/>
    <w:rsid w:val="004776DC"/>
    <w:rsid w:val="004801EC"/>
    <w:rsid w:val="004A0560"/>
    <w:rsid w:val="004D4988"/>
    <w:rsid w:val="004D6D3B"/>
    <w:rsid w:val="004D7921"/>
    <w:rsid w:val="004E3995"/>
    <w:rsid w:val="00522EAB"/>
    <w:rsid w:val="00531C77"/>
    <w:rsid w:val="005404D4"/>
    <w:rsid w:val="00551108"/>
    <w:rsid w:val="00552F77"/>
    <w:rsid w:val="00571D72"/>
    <w:rsid w:val="0058338F"/>
    <w:rsid w:val="00584C74"/>
    <w:rsid w:val="00584EBA"/>
    <w:rsid w:val="005A146F"/>
    <w:rsid w:val="005A6D66"/>
    <w:rsid w:val="005B7ABD"/>
    <w:rsid w:val="00600789"/>
    <w:rsid w:val="0061045D"/>
    <w:rsid w:val="006171BA"/>
    <w:rsid w:val="00640AAC"/>
    <w:rsid w:val="00647F33"/>
    <w:rsid w:val="0065596D"/>
    <w:rsid w:val="00673FB9"/>
    <w:rsid w:val="00697814"/>
    <w:rsid w:val="006C38F5"/>
    <w:rsid w:val="006C4528"/>
    <w:rsid w:val="006C6182"/>
    <w:rsid w:val="006D20D4"/>
    <w:rsid w:val="006D2782"/>
    <w:rsid w:val="006F21A0"/>
    <w:rsid w:val="006F785F"/>
    <w:rsid w:val="00703C78"/>
    <w:rsid w:val="00712789"/>
    <w:rsid w:val="00723603"/>
    <w:rsid w:val="0072385E"/>
    <w:rsid w:val="0074437D"/>
    <w:rsid w:val="007510CE"/>
    <w:rsid w:val="00751F2C"/>
    <w:rsid w:val="00763353"/>
    <w:rsid w:val="00781DFD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7F6EA3"/>
    <w:rsid w:val="008044FF"/>
    <w:rsid w:val="00824635"/>
    <w:rsid w:val="00860139"/>
    <w:rsid w:val="00871D83"/>
    <w:rsid w:val="008947F5"/>
    <w:rsid w:val="00897D19"/>
    <w:rsid w:val="008A1909"/>
    <w:rsid w:val="008A3C48"/>
    <w:rsid w:val="008B549F"/>
    <w:rsid w:val="008C1DFD"/>
    <w:rsid w:val="008D63CA"/>
    <w:rsid w:val="008E6D99"/>
    <w:rsid w:val="008F7829"/>
    <w:rsid w:val="009015EA"/>
    <w:rsid w:val="00904F13"/>
    <w:rsid w:val="00923ED7"/>
    <w:rsid w:val="00924A6D"/>
    <w:rsid w:val="00934EE1"/>
    <w:rsid w:val="0093568C"/>
    <w:rsid w:val="009463E1"/>
    <w:rsid w:val="009520ED"/>
    <w:rsid w:val="00966790"/>
    <w:rsid w:val="00971C35"/>
    <w:rsid w:val="0098251A"/>
    <w:rsid w:val="009A1F18"/>
    <w:rsid w:val="009A32BC"/>
    <w:rsid w:val="009A6AF5"/>
    <w:rsid w:val="009C5836"/>
    <w:rsid w:val="009E6065"/>
    <w:rsid w:val="009E7724"/>
    <w:rsid w:val="009F439F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93399"/>
    <w:rsid w:val="00BA71B8"/>
    <w:rsid w:val="00BA7FA7"/>
    <w:rsid w:val="00BB4DAA"/>
    <w:rsid w:val="00BB763E"/>
    <w:rsid w:val="00BD0D4F"/>
    <w:rsid w:val="00BD73A8"/>
    <w:rsid w:val="00BD78B8"/>
    <w:rsid w:val="00BD7A44"/>
    <w:rsid w:val="00C22B70"/>
    <w:rsid w:val="00C276BE"/>
    <w:rsid w:val="00C30DFC"/>
    <w:rsid w:val="00C32AE1"/>
    <w:rsid w:val="00C379F1"/>
    <w:rsid w:val="00C43BE7"/>
    <w:rsid w:val="00C5114F"/>
    <w:rsid w:val="00C52E4D"/>
    <w:rsid w:val="00C60CDF"/>
    <w:rsid w:val="00C66691"/>
    <w:rsid w:val="00C66AD0"/>
    <w:rsid w:val="00C725E5"/>
    <w:rsid w:val="00C74974"/>
    <w:rsid w:val="00CA1CFC"/>
    <w:rsid w:val="00CB4CBD"/>
    <w:rsid w:val="00CC7EF1"/>
    <w:rsid w:val="00CD5589"/>
    <w:rsid w:val="00CE37A6"/>
    <w:rsid w:val="00CF01AF"/>
    <w:rsid w:val="00CF48DB"/>
    <w:rsid w:val="00D33CEA"/>
    <w:rsid w:val="00D4146A"/>
    <w:rsid w:val="00D45E69"/>
    <w:rsid w:val="00D64EB4"/>
    <w:rsid w:val="00D7042E"/>
    <w:rsid w:val="00D76A11"/>
    <w:rsid w:val="00D9612F"/>
    <w:rsid w:val="00DC1152"/>
    <w:rsid w:val="00DD43BF"/>
    <w:rsid w:val="00DE09CB"/>
    <w:rsid w:val="00DE295E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C5FE3"/>
    <w:rsid w:val="00ED0A4F"/>
    <w:rsid w:val="00EE1154"/>
    <w:rsid w:val="00EF020C"/>
    <w:rsid w:val="00EF58B4"/>
    <w:rsid w:val="00F1292B"/>
    <w:rsid w:val="00F24280"/>
    <w:rsid w:val="00F37C9E"/>
    <w:rsid w:val="00F52042"/>
    <w:rsid w:val="00F64BE0"/>
    <w:rsid w:val="00F6699E"/>
    <w:rsid w:val="00F70765"/>
    <w:rsid w:val="00F70E38"/>
    <w:rsid w:val="00F734B1"/>
    <w:rsid w:val="00F971D1"/>
    <w:rsid w:val="00FB1848"/>
    <w:rsid w:val="00FB2A8C"/>
    <w:rsid w:val="00FC643D"/>
    <w:rsid w:val="00FD0114"/>
    <w:rsid w:val="00FD0E4D"/>
    <w:rsid w:val="00FE4DA0"/>
    <w:rsid w:val="00FF4131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7821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javascript:InternalMailer(10400,8,'email1','Accounts','record_id'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5A8F9E-87C3-4FB0-A8DA-FBB434707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3</cp:revision>
  <cp:lastPrinted>2011-08-10T16:16:00Z</cp:lastPrinted>
  <dcterms:created xsi:type="dcterms:W3CDTF">2011-08-10T16:16:00Z</dcterms:created>
  <dcterms:modified xsi:type="dcterms:W3CDTF">2011-08-10T16:16:00Z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