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57B49">
              <w:rPr>
                <w:i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12.95pt;width:178.45pt;height:48pt;z-index:251656704;mso-position-horizontal-relative:page;mso-position-vertical-relative:page" filled="f" stroked="f">
                  <v:textbox>
                    <w:txbxContent>
                      <w:p w:rsidR="009C5836" w:rsidRDefault="009C5836" w:rsidP="003303C7">
                        <w:pPr>
                          <w:ind w:right="-1890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C57B49">
              <w:rPr>
                <w:i/>
                <w:noProof/>
              </w:rPr>
              <w:pict>
                <v:rect id="_x0000_s1034" style="position:absolute;margin-left:-6.15pt;margin-top:-7.7pt;width:503.65pt;height:97.85pt;z-index:-251658752;mso-position-horizontal-relative:text;mso-position-vertical-relative:text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INV</w:t>
            </w:r>
            <w:r w:rsidR="00B3537D">
              <w:t xml:space="preserve"> INV33769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7137BE">
                <w:rPr>
                  <w:noProof/>
                </w:rPr>
                <w:t>February 21,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D744D4" w:rsidP="0045229E">
            <w:hyperlink r:id="rId10" w:history="1">
              <w:r w:rsidRPr="0067730D">
                <w:rPr>
                  <w:rStyle w:val="Hyperlink"/>
                </w:rPr>
                <w:t>orders@condomembershipclub.com</w:t>
              </w:r>
            </w:hyperlink>
            <w:r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45229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D744D4" w:rsidP="00D744D4">
            <w:hyperlink r:id="rId11" w:history="1">
              <w:r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D744D4" w:rsidP="00D744D4">
            <w:r>
              <w:t>Jacksonville, Fl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D744D4" w:rsidP="00D744D4">
            <w:hyperlink r:id="rId12" w:history="1">
              <w:r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137BE" w:rsidP="008A3C48">
            <w:pPr>
              <w:pStyle w:val="Centered"/>
            </w:pPr>
            <w:r>
              <w:t>02/21/2011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15 Days</w:t>
            </w: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137BE" w:rsidP="008A3C48">
            <w:pPr>
              <w:pStyle w:val="Centered"/>
            </w:pPr>
            <w:r>
              <w:t>03/08/2011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C1693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7137BE">
            <w:pPr>
              <w:pStyle w:val="Amount"/>
              <w:jc w:val="center"/>
            </w:pPr>
            <w:r>
              <w:t xml:space="preserve">      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137BE" w:rsidP="00EE1154">
            <w:pPr>
              <w:pStyle w:val="Amount"/>
            </w:pPr>
            <w:r>
              <w:t>$800.00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137BE" w:rsidP="00EE1154">
            <w:pPr>
              <w:pStyle w:val="Amount"/>
            </w:pPr>
            <w:r>
              <w:t>$800.00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D64EB4" w:rsidP="0045229E">
      <w:pPr>
        <w:pStyle w:val="Thankyou"/>
      </w:pPr>
      <w:r>
        <w:t>ALL WHOLE 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AA4" w:rsidRDefault="00513AA4">
      <w:r>
        <w:separator/>
      </w:r>
    </w:p>
  </w:endnote>
  <w:endnote w:type="continuationSeparator" w:id="1">
    <w:p w:rsidR="00513AA4" w:rsidRDefault="00513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AA4" w:rsidRDefault="00513AA4">
      <w:r>
        <w:separator/>
      </w:r>
    </w:p>
  </w:footnote>
  <w:footnote w:type="continuationSeparator" w:id="1">
    <w:p w:rsidR="00513AA4" w:rsidRDefault="00513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21506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136E7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29E"/>
    <w:rsid w:val="004526C5"/>
    <w:rsid w:val="00473FA7"/>
    <w:rsid w:val="004776DC"/>
    <w:rsid w:val="004801EC"/>
    <w:rsid w:val="004C1693"/>
    <w:rsid w:val="004D4988"/>
    <w:rsid w:val="004D6D3B"/>
    <w:rsid w:val="004E39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8B2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43144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30A0"/>
    <w:rsid w:val="00B5478E"/>
    <w:rsid w:val="00B630D3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44D4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InternalMailer(9785,8,'email1','Accounts','record_id');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rders@condomembershipclub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3</cp:revision>
  <cp:lastPrinted>2011-02-21T19:28:00Z</cp:lastPrinted>
  <dcterms:created xsi:type="dcterms:W3CDTF">2011-02-21T19:29:00Z</dcterms:created>
  <dcterms:modified xsi:type="dcterms:W3CDTF">2011-02-21T19:30:00Z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