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7B0F79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341D7D">
              <w:t> </w:t>
            </w:r>
            <w:r w:rsidR="000E5C10">
              <w:t>INV33766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F35428">
                <w:rPr>
                  <w:noProof/>
                </w:rPr>
                <w:t>February 24,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7B0F79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D539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9C0F68" w:rsidRDefault="009C0F68" w:rsidP="00703C78">
            <w:r w:rsidRPr="009C0F68">
              <w:t>Lorenzo Exposito</w:t>
            </w:r>
          </w:p>
          <w:p w:rsidR="009C0F68" w:rsidRDefault="009C0F68" w:rsidP="00703C78">
            <w:r>
              <w:t>180 Furse Lakes Cir # 9</w:t>
            </w:r>
          </w:p>
          <w:p w:rsidR="00341D7D" w:rsidRDefault="009C0F68" w:rsidP="00703C78">
            <w:r>
              <w:t>Naples, FL 34104</w:t>
            </w:r>
          </w:p>
          <w:p w:rsidR="009C0F68" w:rsidRDefault="009C0F68" w:rsidP="00703C78">
            <w:r>
              <w:t>239-692-0754</w:t>
            </w:r>
          </w:p>
          <w:p w:rsidR="000D5396" w:rsidRPr="001E3C2E" w:rsidRDefault="007B0F79" w:rsidP="00703C78">
            <w:hyperlink r:id="rId11" w:history="1">
              <w:r w:rsidR="00341D7D" w:rsidRPr="001E6343">
                <w:rPr>
                  <w:rStyle w:val="Hyperlink"/>
                </w:rPr>
                <w:t>dchavisonline@gmail.com</w:t>
              </w:r>
            </w:hyperlink>
            <w:r w:rsidR="00341D7D">
              <w:t xml:space="preserve"> </w:t>
            </w:r>
            <w:r w:rsidR="000D5396">
              <w:t xml:space="preserve"> 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9C0F68" w:rsidRDefault="009C0F68" w:rsidP="009C0F68">
            <w:r w:rsidRPr="009C0F68">
              <w:t>Lorenzo Exposito</w:t>
            </w:r>
          </w:p>
          <w:p w:rsidR="009C0F68" w:rsidRDefault="009C0F68" w:rsidP="009C0F68">
            <w:r>
              <w:t>180 Furse Lakes Cir # 9</w:t>
            </w:r>
          </w:p>
          <w:p w:rsidR="009C0F68" w:rsidRDefault="009C0F68" w:rsidP="009C0F68">
            <w:r>
              <w:t>Naples, FL 34104</w:t>
            </w:r>
          </w:p>
          <w:p w:rsidR="009C0F68" w:rsidRDefault="009C0F68" w:rsidP="009C0F68">
            <w:r>
              <w:t>239-692-0754</w:t>
            </w:r>
          </w:p>
          <w:p w:rsidR="00703C78" w:rsidRPr="001E3C2E" w:rsidRDefault="009C0F68" w:rsidP="009C0F68">
            <w:hyperlink r:id="rId12" w:history="1">
              <w:r w:rsidRPr="001E6343">
                <w:rPr>
                  <w:rStyle w:val="Hyperlink"/>
                </w:rPr>
                <w:t>dchavisonline@gmail.com</w:t>
              </w:r>
            </w:hyperlink>
            <w:r w:rsidR="00341D7D">
              <w:t xml:space="preserve">  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97"/>
        <w:gridCol w:w="1321"/>
        <w:gridCol w:w="2093"/>
        <w:gridCol w:w="1367"/>
        <w:gridCol w:w="1331"/>
        <w:gridCol w:w="1304"/>
        <w:gridCol w:w="1367"/>
      </w:tblGrid>
      <w:tr w:rsidR="009C0F68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D5396" w:rsidP="000B078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6DF6" w:rsidP="008A3C48">
            <w:pPr>
              <w:pStyle w:val="Centered"/>
            </w:pPr>
            <w:r>
              <w:t>23061570000093776</w:t>
            </w:r>
            <w:r w:rsidR="009C0F68">
              <w:t>413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C0F68" w:rsidP="008A3C48">
            <w:pPr>
              <w:pStyle w:val="Centered"/>
            </w:pPr>
            <w:r>
              <w:t>02/22</w:t>
            </w:r>
            <w:r w:rsidR="00341D7D">
              <w:t>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Paypal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C0F68" w:rsidP="008A3C48">
            <w:pPr>
              <w:pStyle w:val="Centered"/>
            </w:pPr>
            <w:r>
              <w:t>02/18</w:t>
            </w:r>
            <w:r w:rsidR="00341D7D">
              <w:t>/20</w:t>
            </w:r>
            <w:r w:rsidR="000D5396">
              <w:t>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67"/>
        <w:gridCol w:w="1185"/>
        <w:gridCol w:w="3977"/>
        <w:gridCol w:w="352"/>
        <w:gridCol w:w="1167"/>
        <w:gridCol w:w="1165"/>
        <w:gridCol w:w="1167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B5478E"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C0F68" w:rsidP="00B5478E">
            <w:r>
              <w:t xml:space="preserve">Presidential Dist Kit. 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B5478E">
            <w:r>
              <w:t>100</w:t>
            </w:r>
            <w:r w:rsidR="000D5396">
              <w:t xml:space="preserve"> Hotels Etc. Gold Card</w:t>
            </w:r>
            <w:r>
              <w:t xml:space="preserve"> VIP</w:t>
            </w:r>
            <w:r w:rsidR="000D5396">
              <w:t xml:space="preserve"> Dist. Kit</w:t>
            </w:r>
            <w:r w:rsidR="009C0F68">
              <w:t xml:space="preserve"> and 100 Hotels  Etc. Silver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341D7D">
            <w:pPr>
              <w:pStyle w:val="Amount"/>
            </w:pPr>
            <w:r>
              <w:t>$</w:t>
            </w:r>
            <w:r w:rsidR="009C0F68">
              <w:t>9</w:t>
            </w:r>
            <w:r w:rsidR="00341D7D">
              <w:t>95</w:t>
            </w:r>
            <w:r w:rsidR="000D5396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0F68" w:rsidP="00341D7D">
            <w:pPr>
              <w:pStyle w:val="Amount"/>
            </w:pPr>
            <w:r>
              <w:t>$9</w:t>
            </w:r>
            <w:r w:rsidR="00341D7D">
              <w:t>95</w:t>
            </w:r>
            <w:r w:rsidR="000D5396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9C0F68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9C0F68">
            <w:pPr>
              <w:pStyle w:val="Amount"/>
            </w:pPr>
            <w:r>
              <w:t>$</w:t>
            </w:r>
            <w:r w:rsidR="009C0F68">
              <w:t>995</w:t>
            </w:r>
            <w:r w:rsidR="00832B2D">
              <w:t>.</w:t>
            </w:r>
            <w:r w:rsidR="009C0F68">
              <w:t>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9C0F68">
              <w:t>995</w:t>
            </w:r>
            <w:r w:rsidR="00832B2D">
              <w:t>.</w:t>
            </w:r>
            <w:r w:rsidR="009C0F68">
              <w:t>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F8B" w:rsidRDefault="00766F8B">
      <w:r>
        <w:separator/>
      </w:r>
    </w:p>
  </w:endnote>
  <w:endnote w:type="continuationSeparator" w:id="1">
    <w:p w:rsidR="00766F8B" w:rsidRDefault="00766F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F8B" w:rsidRDefault="00766F8B">
      <w:r>
        <w:separator/>
      </w:r>
    </w:p>
  </w:footnote>
  <w:footnote w:type="continuationSeparator" w:id="1">
    <w:p w:rsidR="00766F8B" w:rsidRDefault="00766F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150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E592C"/>
    <w:rsid w:val="000E5C10"/>
    <w:rsid w:val="001055DF"/>
    <w:rsid w:val="0015744F"/>
    <w:rsid w:val="001724F6"/>
    <w:rsid w:val="001B1844"/>
    <w:rsid w:val="001B5462"/>
    <w:rsid w:val="001B5F25"/>
    <w:rsid w:val="001D0881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1D7D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A426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66F8B"/>
    <w:rsid w:val="00783173"/>
    <w:rsid w:val="007A07D7"/>
    <w:rsid w:val="007A0C5E"/>
    <w:rsid w:val="007B0F79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32B2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0F68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6DF6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82BE4"/>
    <w:rsid w:val="00DC1152"/>
    <w:rsid w:val="00DE0490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35428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chavisonline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chavisonline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4</cp:revision>
  <cp:lastPrinted>2011-02-24T17:22:00Z</cp:lastPrinted>
  <dcterms:created xsi:type="dcterms:W3CDTF">2011-02-24T17:22:00Z</dcterms:created>
  <dcterms:modified xsi:type="dcterms:W3CDTF">2011-02-24T17:24:00Z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