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D82BE4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341D7D">
              <w:t> INV33776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C56DF6">
                <w:rPr>
                  <w:noProof/>
                </w:rPr>
                <w:t>February 23,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D82BE4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0D5396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341D7D" w:rsidRDefault="00341D7D" w:rsidP="00703C78">
            <w:r>
              <w:t>Donna Chavis</w:t>
            </w:r>
          </w:p>
          <w:p w:rsidR="00341D7D" w:rsidRDefault="00341D7D" w:rsidP="00703C78">
            <w:r>
              <w:t>7101 Branched Antler Circle</w:t>
            </w:r>
          </w:p>
          <w:p w:rsidR="00341D7D" w:rsidRDefault="00341D7D" w:rsidP="00703C78">
            <w:r>
              <w:t>Midlothian, VA 23112</w:t>
            </w:r>
          </w:p>
          <w:p w:rsidR="000D5396" w:rsidRPr="001E3C2E" w:rsidRDefault="00341D7D" w:rsidP="00703C78">
            <w:hyperlink r:id="rId11" w:history="1">
              <w:r w:rsidRPr="001E6343">
                <w:rPr>
                  <w:rStyle w:val="Hyperlink"/>
                </w:rPr>
                <w:t>dchavisonline@gmail.com</w:t>
              </w:r>
            </w:hyperlink>
            <w:r>
              <w:t xml:space="preserve"> </w:t>
            </w:r>
            <w:r w:rsidR="000D5396">
              <w:t xml:space="preserve"> 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41D7D" w:rsidRDefault="00341D7D" w:rsidP="00341D7D">
            <w:r>
              <w:t>Donna Chavis</w:t>
            </w:r>
          </w:p>
          <w:p w:rsidR="00341D7D" w:rsidRDefault="00341D7D" w:rsidP="00341D7D">
            <w:r>
              <w:t>7101 Branched Antler Circle</w:t>
            </w:r>
          </w:p>
          <w:p w:rsidR="00341D7D" w:rsidRDefault="00341D7D" w:rsidP="00341D7D">
            <w:r>
              <w:t>Midlothian, VA 23112</w:t>
            </w:r>
          </w:p>
          <w:p w:rsidR="00703C78" w:rsidRPr="001E3C2E" w:rsidRDefault="00341D7D" w:rsidP="00341D7D">
            <w:hyperlink r:id="rId12" w:history="1">
              <w:r w:rsidRPr="001E6343">
                <w:rPr>
                  <w:rStyle w:val="Hyperlink"/>
                </w:rPr>
                <w:t>dchavisonline@gmail.com</w:t>
              </w:r>
            </w:hyperlink>
            <w:r>
              <w:t xml:space="preserve">  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97"/>
        <w:gridCol w:w="1321"/>
        <w:gridCol w:w="2093"/>
        <w:gridCol w:w="1367"/>
        <w:gridCol w:w="1331"/>
        <w:gridCol w:w="1304"/>
        <w:gridCol w:w="1367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D5396" w:rsidP="000B0783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56DF6" w:rsidP="008A3C48">
            <w:pPr>
              <w:pStyle w:val="Centered"/>
            </w:pPr>
            <w:r>
              <w:t>23061570000093776284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41D7D" w:rsidP="008A3C48">
            <w:pPr>
              <w:pStyle w:val="Centered"/>
            </w:pPr>
            <w:r>
              <w:t>02/23/2011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D5396" w:rsidP="008A3C48">
            <w:pPr>
              <w:pStyle w:val="Centered"/>
            </w:pPr>
            <w:r>
              <w:t>Paypal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41D7D" w:rsidP="008A3C48">
            <w:pPr>
              <w:pStyle w:val="Centered"/>
            </w:pPr>
            <w:r>
              <w:t>02/23/20</w:t>
            </w:r>
            <w:r w:rsidR="000D5396">
              <w:t>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41D7D" w:rsidP="00B5478E">
            <w:r>
              <w:t>100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Hotels Etc. Dist Kit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41D7D" w:rsidP="00B5478E">
            <w:r>
              <w:t>100</w:t>
            </w:r>
            <w:r w:rsidR="000D5396">
              <w:t xml:space="preserve"> Hotels Etc. Gold Card</w:t>
            </w:r>
            <w:r>
              <w:t xml:space="preserve"> VIP</w:t>
            </w:r>
            <w:r w:rsidR="000D5396">
              <w:t xml:space="preserve"> Dist. Kit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341D7D">
            <w:pPr>
              <w:pStyle w:val="Amount"/>
            </w:pPr>
            <w:r>
              <w:t>$</w:t>
            </w:r>
            <w:r w:rsidR="00341D7D">
              <w:t>495</w:t>
            </w:r>
            <w:r w:rsidR="000D5396">
              <w:t>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41D7D" w:rsidP="00341D7D">
            <w:pPr>
              <w:pStyle w:val="Amount"/>
            </w:pPr>
            <w:r>
              <w:t>$495</w:t>
            </w:r>
            <w:r w:rsidR="000D5396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D5396" w:rsidP="00B5478E">
            <w:r>
              <w:t>Shipping and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41D7D" w:rsidP="00EE1154">
            <w:pPr>
              <w:pStyle w:val="Amount"/>
            </w:pPr>
            <w:r>
              <w:t>$14.95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D5396" w:rsidP="00EE1154">
            <w:pPr>
              <w:pStyle w:val="Amount"/>
            </w:pPr>
            <w:r>
              <w:t>$1</w:t>
            </w:r>
            <w:r w:rsidR="00832B2D">
              <w:t>4.95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832B2D">
            <w:pPr>
              <w:pStyle w:val="Amount"/>
            </w:pPr>
            <w:r>
              <w:t>$</w:t>
            </w:r>
            <w:r w:rsidR="00832B2D">
              <w:t>509.95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832B2D">
              <w:t>509.95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490" w:rsidRDefault="00DE0490">
      <w:r>
        <w:separator/>
      </w:r>
    </w:p>
  </w:endnote>
  <w:endnote w:type="continuationSeparator" w:id="1">
    <w:p w:rsidR="00DE0490" w:rsidRDefault="00DE0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490" w:rsidRDefault="00DE0490">
      <w:r>
        <w:separator/>
      </w:r>
    </w:p>
  </w:footnote>
  <w:footnote w:type="continuationSeparator" w:id="1">
    <w:p w:rsidR="00DE0490" w:rsidRDefault="00DE04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18434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4975"/>
    <w:rsid w:val="000C60AF"/>
    <w:rsid w:val="000D5396"/>
    <w:rsid w:val="000E592C"/>
    <w:rsid w:val="001055DF"/>
    <w:rsid w:val="0015744F"/>
    <w:rsid w:val="001724F6"/>
    <w:rsid w:val="001B1844"/>
    <w:rsid w:val="001B5462"/>
    <w:rsid w:val="001B5F25"/>
    <w:rsid w:val="001D0881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1D7D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97814"/>
    <w:rsid w:val="006A4265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28D7"/>
    <w:rsid w:val="008044FF"/>
    <w:rsid w:val="00824635"/>
    <w:rsid w:val="00832B2D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6DF6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82BE4"/>
    <w:rsid w:val="00DC1152"/>
    <w:rsid w:val="00DE0490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dchavisonline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chavisonline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3</cp:revision>
  <cp:lastPrinted>2011-02-23T15:39:00Z</cp:lastPrinted>
  <dcterms:created xsi:type="dcterms:W3CDTF">2011-02-23T15:39:00Z</dcterms:created>
  <dcterms:modified xsi:type="dcterms:W3CDTF">2011-02-23T15:41:00Z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