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6A4265" w:rsidP="00B5478E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4.3pt;width:216.7pt;height:50.6pt;z-index:251656704;mso-position-horizontal-relative:page;mso-position-vertical-relative:page" filled="f" stroked="f">
                  <v:textbox>
                    <w:txbxContent>
                      <w:p w:rsidR="009C5836" w:rsidRDefault="00E51BCD" w:rsidP="003303C7">
                        <w:pPr>
                          <w:ind w:right="-189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486025" cy="579370"/>
                              <wp:effectExtent l="0" t="0" r="0" b="0"/>
                              <wp:docPr id="1" name="Picture 1" descr="Logo placeholder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ogo placeholde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5045" cy="58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noProof/>
              </w:rPr>
              <w:pict>
                <v:rect id="_x0000_s1034" style="position:absolute;margin-left:-6.15pt;margin-top:-7.7pt;width:503.65pt;height:97.85pt;z-index:-251658752" fillcolor="#c6d4e8" stroked="f">
                  <v:fill color2="fill lighten(0)" rotate="t" method="linear sigma" focus="100%" type="gradient"/>
                </v:rect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0D5396">
              <w:t>INV33757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1D0881">
                <w:rPr>
                  <w:noProof/>
                </w:rPr>
                <w:t>February 14, 2011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6A4265" w:rsidP="00E27198">
            <w:hyperlink r:id="rId10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0D5396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Default="000D5396" w:rsidP="00703C78">
            <w:r>
              <w:t>John Foster</w:t>
            </w:r>
          </w:p>
          <w:p w:rsidR="000D5396" w:rsidRDefault="000D5396" w:rsidP="00703C78">
            <w:r>
              <w:t>207 West Channel Islands</w:t>
            </w:r>
          </w:p>
          <w:p w:rsidR="000D5396" w:rsidRDefault="000D5396" w:rsidP="00703C78">
            <w:r>
              <w:t>Port Hueneme, CA 93041</w:t>
            </w:r>
          </w:p>
          <w:p w:rsidR="000D5396" w:rsidRDefault="000D5396" w:rsidP="00703C78">
            <w:r>
              <w:t>805-236-2614</w:t>
            </w:r>
          </w:p>
          <w:p w:rsidR="000D5396" w:rsidRPr="001E3C2E" w:rsidRDefault="000D5396" w:rsidP="00703C78">
            <w:hyperlink r:id="rId11" w:history="1">
              <w:r w:rsidRPr="000C7AB6">
                <w:rPr>
                  <w:rStyle w:val="Hyperlink"/>
                </w:rPr>
                <w:t>Johnfoster48a@gmail.com</w:t>
              </w:r>
            </w:hyperlink>
            <w:r>
              <w:t xml:space="preserve"> 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0D5396" w:rsidRDefault="000D5396" w:rsidP="000D5396">
            <w:r>
              <w:t>John Foster</w:t>
            </w:r>
          </w:p>
          <w:p w:rsidR="000D5396" w:rsidRDefault="000D5396" w:rsidP="000D5396">
            <w:r>
              <w:t>207 West Channel Islands</w:t>
            </w:r>
          </w:p>
          <w:p w:rsidR="000D5396" w:rsidRDefault="000D5396" w:rsidP="000D5396">
            <w:r>
              <w:t>Port Hueneme, CA 93041</w:t>
            </w:r>
          </w:p>
          <w:p w:rsidR="000D5396" w:rsidRDefault="000D5396" w:rsidP="000D5396">
            <w:r>
              <w:t>805-236-2614</w:t>
            </w:r>
          </w:p>
          <w:p w:rsidR="00703C78" w:rsidRPr="001E3C2E" w:rsidRDefault="000D5396" w:rsidP="000D5396">
            <w:hyperlink r:id="rId12" w:history="1">
              <w:r w:rsidRPr="000C7AB6">
                <w:rPr>
                  <w:rStyle w:val="Hyperlink"/>
                </w:rPr>
                <w:t>Johnfoster48a@gmail.com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333"/>
        <w:gridCol w:w="1350"/>
        <w:gridCol w:w="2093"/>
        <w:gridCol w:w="1333"/>
        <w:gridCol w:w="1358"/>
        <w:gridCol w:w="1337"/>
        <w:gridCol w:w="1276"/>
      </w:tblGrid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D5396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0D5396" w:rsidP="000B0783">
            <w:pPr>
              <w:jc w:val="center"/>
            </w:pPr>
            <w:r>
              <w:t>Priority Mail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D5396" w:rsidP="008A3C48">
            <w:pPr>
              <w:pStyle w:val="Centered"/>
            </w:pPr>
            <w:r>
              <w:t>03100480000269399659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D5396" w:rsidP="008A3C48">
            <w:pPr>
              <w:pStyle w:val="Centered"/>
            </w:pPr>
            <w:r>
              <w:t>2-14-11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D5396" w:rsidP="008A3C48">
            <w:pPr>
              <w:pStyle w:val="Centered"/>
            </w:pPr>
            <w:r>
              <w:t>Paypal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D5396" w:rsidP="008A3C48">
            <w:pPr>
              <w:pStyle w:val="Centered"/>
            </w:pPr>
            <w:r>
              <w:t>2-14-11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D5396" w:rsidP="00B5478E">
            <w:r>
              <w:t>25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D5396" w:rsidP="00B5478E">
            <w:r>
              <w:t>Hotels Etc. Dist Kit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D5396" w:rsidP="00B5478E">
            <w:r>
              <w:t>25 Hotels Etc. Gold Card Dist. Kit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$</w:t>
            </w:r>
            <w:r w:rsidR="000D5396">
              <w:t>250.00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%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D5396" w:rsidP="00EE1154">
            <w:pPr>
              <w:pStyle w:val="Amount"/>
            </w:pPr>
            <w:r>
              <w:t>$250.00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D5396" w:rsidP="00B5478E"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D5396" w:rsidP="00B5478E">
            <w:r>
              <w:t>Shipping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D5396" w:rsidP="00B5478E">
            <w:r>
              <w:t>Shipping and Handling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D5396" w:rsidP="00EE1154">
            <w:pPr>
              <w:pStyle w:val="Amount"/>
            </w:pPr>
            <w:r>
              <w:t>$10.00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D5396" w:rsidP="00EE1154">
            <w:pPr>
              <w:pStyle w:val="Amount"/>
            </w:pPr>
            <w:r>
              <w:t>$10.00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$</w:t>
            </w:r>
            <w:r w:rsidR="000D5396">
              <w:t>260.00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0D5396">
              <w:t>260.00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975" w:rsidRDefault="000C4975">
      <w:r>
        <w:separator/>
      </w:r>
    </w:p>
  </w:endnote>
  <w:endnote w:type="continuationSeparator" w:id="1">
    <w:p w:rsidR="000C4975" w:rsidRDefault="000C49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975" w:rsidRDefault="000C4975">
      <w:r>
        <w:separator/>
      </w:r>
    </w:p>
  </w:footnote>
  <w:footnote w:type="continuationSeparator" w:id="1">
    <w:p w:rsidR="000C4975" w:rsidRDefault="000C49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15362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4975"/>
    <w:rsid w:val="000C60AF"/>
    <w:rsid w:val="000D5396"/>
    <w:rsid w:val="000E592C"/>
    <w:rsid w:val="001055DF"/>
    <w:rsid w:val="0015744F"/>
    <w:rsid w:val="001724F6"/>
    <w:rsid w:val="001B1844"/>
    <w:rsid w:val="001B5462"/>
    <w:rsid w:val="001B5F25"/>
    <w:rsid w:val="001D0881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26411"/>
    <w:rsid w:val="003303C7"/>
    <w:rsid w:val="00341D54"/>
    <w:rsid w:val="003465E2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AAC"/>
    <w:rsid w:val="00647F33"/>
    <w:rsid w:val="0065596D"/>
    <w:rsid w:val="00697814"/>
    <w:rsid w:val="006A4265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28D7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Johnfoster48a@gmail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ohnfoster48a@g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illing@hotelsetc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2A7B0D-F324-4616-B35D-5BF61CFD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99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HotelsEtc</dc:creator>
  <cp:keywords/>
  <dc:description/>
  <cp:lastModifiedBy>HotelsEtc</cp:lastModifiedBy>
  <cp:revision>3</cp:revision>
  <cp:lastPrinted>2011-02-14T17:10:00Z</cp:lastPrinted>
  <dcterms:created xsi:type="dcterms:W3CDTF">2011-02-14T17:10:00Z</dcterms:created>
  <dcterms:modified xsi:type="dcterms:W3CDTF">2011-02-14T18:41:00Z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