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9274B1" w:rsidP="00B5478E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-.7pt;margin-top:-4.3pt;width:216.7pt;height:50.6pt;z-index:251656704;mso-position-horizontal-relative:page;mso-position-vertical-relative:page" filled="f" stroked="f">
                  <v:textbox>
                    <w:txbxContent>
                      <w:p w:rsidR="009C5836" w:rsidRDefault="00E51BCD" w:rsidP="003303C7">
                        <w:pPr>
                          <w:ind w:right="-1890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486025" cy="579370"/>
                              <wp:effectExtent l="0" t="0" r="0" b="0"/>
                              <wp:docPr id="1" name="Picture 1" descr="Logo placeholder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ogo placeholder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5045" cy="5838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noProof/>
              </w:rPr>
              <w:pict>
                <v:rect id="_x0000_s1034" style="position:absolute;margin-left:-6.15pt;margin-top:-7.7pt;width:503.65pt;height:97.85pt;z-index:-251658752" fillcolor="#c6d4e8" stroked="f">
                  <v:fill color2="fill lighten(0)" rotate="t" method="linear sigma" focus="100%" type="gradient"/>
                </v:rect>
              </w:pic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fldSimple w:instr=" DATE \@ &quot;MMMM d, yyyy&quot; ">
              <w:r w:rsidR="009D294C">
                <w:rPr>
                  <w:noProof/>
                </w:rPr>
                <w:t>January 21, 2011</w:t>
              </w:r>
            </w:fldSimple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9274B1" w:rsidP="00E27198">
            <w:hyperlink r:id="rId10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971C35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 w:rsidRPr="00971C35"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8B549F" w:rsidRDefault="009D294C" w:rsidP="00703C78">
            <w:r>
              <w:t>Curtis Smith</w:t>
            </w:r>
          </w:p>
          <w:p w:rsidR="009D294C" w:rsidRDefault="009D294C" w:rsidP="00703C78">
            <w:r>
              <w:t> 724 N. Glen Oak Dr</w:t>
            </w:r>
          </w:p>
          <w:p w:rsidR="009D294C" w:rsidRPr="001E3C2E" w:rsidRDefault="009D294C" w:rsidP="00703C78">
            <w:r>
              <w:t>Macomb, IL 61455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9D294C" w:rsidRDefault="009D294C" w:rsidP="009D294C">
            <w:r>
              <w:t>Curtis Smith</w:t>
            </w:r>
          </w:p>
          <w:p w:rsidR="009D294C" w:rsidRDefault="009D294C" w:rsidP="009D294C">
            <w:r>
              <w:t> 724 N. Glen Oak Dr</w:t>
            </w:r>
          </w:p>
          <w:p w:rsidR="00703C78" w:rsidRPr="001E3C2E" w:rsidRDefault="009D294C" w:rsidP="009D294C">
            <w:r>
              <w:t>Macomb, IL 61455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9D294C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3303C7" w:rsidP="000B07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9D294C" w:rsidP="008A3C48">
            <w:pPr>
              <w:pStyle w:val="Centered"/>
            </w:pPr>
            <w:r>
              <w:t>Paid on Back Order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9D294C" w:rsidP="008A3C48">
            <w:pPr>
              <w:pStyle w:val="Centered"/>
            </w:pPr>
            <w:r>
              <w:t>Net 15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9D294C" w:rsidP="008A3C48">
            <w:pPr>
              <w:pStyle w:val="Centered"/>
            </w:pPr>
            <w:r>
              <w:t>02-01-11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D294C" w:rsidP="00B5478E">
            <w:r>
              <w:t>1000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D294C" w:rsidP="00B5478E">
            <w:r>
              <w:t>He Gold Cards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D294C" w:rsidRDefault="009D294C" w:rsidP="00B5478E">
            <w:r>
              <w:t xml:space="preserve">Exclusive of Illinois </w:t>
            </w:r>
          </w:p>
          <w:p w:rsidR="009520ED" w:rsidRPr="001E3C2E" w:rsidRDefault="009D294C" w:rsidP="00B5478E">
            <w:r>
              <w:t xml:space="preserve">Hotels Etc. Gold Lifetime Cards 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$</w:t>
            </w:r>
            <w:r w:rsidR="009D294C">
              <w:t>.099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%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D294C" w:rsidP="00EE1154">
            <w:pPr>
              <w:pStyle w:val="Amount"/>
            </w:pPr>
            <w:r>
              <w:t>1,000.00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$</w:t>
            </w:r>
            <w:r w:rsidR="009D294C">
              <w:t>1000.00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6F785F"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9D294C">
              <w:t>1000.00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876" w:rsidRDefault="005F0876">
      <w:r>
        <w:separator/>
      </w:r>
    </w:p>
  </w:endnote>
  <w:endnote w:type="continuationSeparator" w:id="1">
    <w:p w:rsidR="005F0876" w:rsidRDefault="005F08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876" w:rsidRDefault="005F0876">
      <w:r>
        <w:separator/>
      </w:r>
    </w:p>
  </w:footnote>
  <w:footnote w:type="continuationSeparator" w:id="1">
    <w:p w:rsidR="005F0876" w:rsidRDefault="005F08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noPunctuationKerning/>
  <w:characterSpacingControl w:val="doNotCompress"/>
  <w:hdrShapeDefaults>
    <o:shapedefaults v:ext="edit" spidmax="15362">
      <o:colormru v:ext="edit" colors="#3b5e91,#c6d4e8"/>
    </o:shapedefaults>
    <o:shapelayout v:ext="edit">
      <o:regrouptable v:ext="edit">
        <o:entry new="1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E592C"/>
    <w:rsid w:val="001055DF"/>
    <w:rsid w:val="0015744F"/>
    <w:rsid w:val="001724F6"/>
    <w:rsid w:val="001B1844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326411"/>
    <w:rsid w:val="003303C7"/>
    <w:rsid w:val="00341D54"/>
    <w:rsid w:val="003465E2"/>
    <w:rsid w:val="00360D3D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36B94"/>
    <w:rsid w:val="004526C5"/>
    <w:rsid w:val="00473FA7"/>
    <w:rsid w:val="004776DC"/>
    <w:rsid w:val="004801EC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F0876"/>
    <w:rsid w:val="0061045D"/>
    <w:rsid w:val="006171BA"/>
    <w:rsid w:val="00640AAC"/>
    <w:rsid w:val="00647F33"/>
    <w:rsid w:val="0065596D"/>
    <w:rsid w:val="0069781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3353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23ED7"/>
    <w:rsid w:val="009274B1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D294C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B4CBD"/>
    <w:rsid w:val="00CF01AF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billing@hotelsetc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2A7B0D-F324-4616-B35D-5BF61CFDE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HotelsEtc</dc:creator>
  <cp:keywords/>
  <dc:description/>
  <cp:lastModifiedBy>HotelsEtc</cp:lastModifiedBy>
  <cp:revision>2</cp:revision>
  <cp:lastPrinted>2011-01-20T20:59:00Z</cp:lastPrinted>
  <dcterms:created xsi:type="dcterms:W3CDTF">2011-01-21T18:27:00Z</dcterms:created>
  <dcterms:modified xsi:type="dcterms:W3CDTF">2011-01-21T18:27:00Z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