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E64A1C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477528">
              <w:t> </w:t>
            </w:r>
            <w:r w:rsidR="007A672A">
              <w:t> </w:t>
            </w:r>
            <w:r w:rsidR="007C270C">
              <w:t> INV34000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F3B71">
              <w:fldChar w:fldCharType="begin"/>
            </w:r>
            <w:r w:rsidR="002F3B71">
              <w:instrText xml:space="preserve"> DATE \@ "MMMM d, yyyy" </w:instrText>
            </w:r>
            <w:r w:rsidR="002F3B71">
              <w:fldChar w:fldCharType="separate"/>
            </w:r>
            <w:r w:rsidR="007C270C">
              <w:rPr>
                <w:noProof/>
              </w:rPr>
              <w:t>July 6, 2011</w:t>
            </w:r>
            <w:r w:rsidR="002F3B71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825AF7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7C270C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7A672A" w:rsidP="000B0783">
            <w:pPr>
              <w:jc w:val="center"/>
            </w:pPr>
            <w:r>
              <w:t>Express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C270C" w:rsidP="008A3C48">
            <w:pPr>
              <w:pStyle w:val="Centered"/>
            </w:pPr>
            <w:r>
              <w:t>07/07/2011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C270C" w:rsidP="008A3C48">
            <w:pPr>
              <w:pStyle w:val="Centered"/>
            </w:pPr>
            <w:r>
              <w:t>07/22/2011</w:t>
            </w:r>
          </w:p>
        </w:tc>
      </w:tr>
    </w:tbl>
    <w:p w:rsidR="009C5836" w:rsidRPr="001E3C2E" w:rsidRDefault="009C5836" w:rsidP="00897D19"/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260"/>
      </w:tblGrid>
      <w:tr w:rsidR="00205DD6" w:rsidRPr="001E3C2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26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2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A2E54" w:rsidP="007C270C">
            <w:pPr>
              <w:pStyle w:val="Amount"/>
            </w:pPr>
            <w:r>
              <w:t>$</w:t>
            </w:r>
            <w:r w:rsidR="007C270C">
              <w:t>1000.00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C270C" w:rsidP="00FB0F2E">
            <w:pPr>
              <w:jc w:val="center"/>
            </w:pPr>
            <w:r>
              <w:t>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C270C" w:rsidP="00AE7627">
            <w:pPr>
              <w:pStyle w:val="Amount"/>
            </w:pPr>
            <w:r>
              <w:t>$19.95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C270C" w:rsidP="00AE7627">
            <w:pPr>
              <w:pStyle w:val="Amount"/>
            </w:pPr>
            <w:r>
              <w:t>$19.95</w:t>
            </w:r>
          </w:p>
        </w:tc>
      </w:tr>
      <w:tr w:rsidR="009520ED" w:rsidRPr="00B5478E" w:rsidTr="00FB0F2E">
        <w:trPr>
          <w:cantSplit/>
          <w:trHeight w:val="37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7C270C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FB0F2E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FB0F2E">
            <w:pPr>
              <w:pStyle w:val="Amount"/>
            </w:pPr>
            <w:r>
              <w:t>$</w:t>
            </w:r>
            <w:r w:rsidR="007C270C">
              <w:t>1019</w:t>
            </w:r>
            <w:r w:rsidR="0013464B">
              <w:t>.</w:t>
            </w:r>
            <w:r w:rsidR="007C270C">
              <w:t>95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7C270C">
            <w:pPr>
              <w:pStyle w:val="Amount"/>
            </w:pPr>
            <w:r>
              <w:t>$</w:t>
            </w:r>
            <w:r w:rsidR="007C270C">
              <w:t>1019.95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FB0F2E" w:rsidP="00D64EB4">
      <w:pPr>
        <w:pStyle w:val="Thankyou"/>
      </w:pPr>
      <w:r>
        <w:t>ALL</w:t>
      </w:r>
      <w:r w:rsidR="007C270C">
        <w:t xml:space="preserve"> </w:t>
      </w:r>
      <w:r w:rsidR="001138F4">
        <w:t>WHOLE</w:t>
      </w:r>
      <w:r w:rsidR="00D64EB4">
        <w:t>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F7" w:rsidRDefault="00825AF7">
      <w:r>
        <w:separator/>
      </w:r>
    </w:p>
  </w:endnote>
  <w:endnote w:type="continuationSeparator" w:id="0">
    <w:p w:rsidR="00825AF7" w:rsidRDefault="0082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F7" w:rsidRDefault="00825AF7">
      <w:r>
        <w:separator/>
      </w:r>
    </w:p>
  </w:footnote>
  <w:footnote w:type="continuationSeparator" w:id="0">
    <w:p w:rsidR="00825AF7" w:rsidRDefault="00825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A97"/>
    <w:rsid w:val="00037FB3"/>
    <w:rsid w:val="000403E8"/>
    <w:rsid w:val="000417F9"/>
    <w:rsid w:val="00043699"/>
    <w:rsid w:val="00047BD9"/>
    <w:rsid w:val="000564C5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138F4"/>
    <w:rsid w:val="0013464B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3B71"/>
    <w:rsid w:val="00326411"/>
    <w:rsid w:val="003303C7"/>
    <w:rsid w:val="00341D54"/>
    <w:rsid w:val="003465E2"/>
    <w:rsid w:val="00360D3D"/>
    <w:rsid w:val="00370638"/>
    <w:rsid w:val="003756B5"/>
    <w:rsid w:val="00387E68"/>
    <w:rsid w:val="003A2E54"/>
    <w:rsid w:val="003B7E00"/>
    <w:rsid w:val="003C1DA1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528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65E3D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7D7"/>
    <w:rsid w:val="007A0C5E"/>
    <w:rsid w:val="007A672A"/>
    <w:rsid w:val="007C1315"/>
    <w:rsid w:val="007C270C"/>
    <w:rsid w:val="007C5A8E"/>
    <w:rsid w:val="007C7496"/>
    <w:rsid w:val="007D49EA"/>
    <w:rsid w:val="007E0BA0"/>
    <w:rsid w:val="007F3D8D"/>
    <w:rsid w:val="007F4E44"/>
    <w:rsid w:val="007F6302"/>
    <w:rsid w:val="008044FF"/>
    <w:rsid w:val="00824635"/>
    <w:rsid w:val="00825AF7"/>
    <w:rsid w:val="00860139"/>
    <w:rsid w:val="00897D19"/>
    <w:rsid w:val="008A1909"/>
    <w:rsid w:val="008A3C48"/>
    <w:rsid w:val="008B549F"/>
    <w:rsid w:val="008C1DFD"/>
    <w:rsid w:val="008D63CA"/>
    <w:rsid w:val="008E6D99"/>
    <w:rsid w:val="008F32E2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E7627"/>
    <w:rsid w:val="00B33A38"/>
    <w:rsid w:val="00B420B4"/>
    <w:rsid w:val="00B4406F"/>
    <w:rsid w:val="00B530A0"/>
    <w:rsid w:val="00B5478E"/>
    <w:rsid w:val="00B7167B"/>
    <w:rsid w:val="00B764B8"/>
    <w:rsid w:val="00B77495"/>
    <w:rsid w:val="00B929D8"/>
    <w:rsid w:val="00BA71B8"/>
    <w:rsid w:val="00BA7FA7"/>
    <w:rsid w:val="00BB4DAA"/>
    <w:rsid w:val="00BB763E"/>
    <w:rsid w:val="00BD0D4F"/>
    <w:rsid w:val="00BD73A8"/>
    <w:rsid w:val="00BD7A44"/>
    <w:rsid w:val="00BF7CEE"/>
    <w:rsid w:val="00C001A7"/>
    <w:rsid w:val="00C22B70"/>
    <w:rsid w:val="00C24CAE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C0E23"/>
    <w:rsid w:val="00CD3E72"/>
    <w:rsid w:val="00CF01AF"/>
    <w:rsid w:val="00D0056E"/>
    <w:rsid w:val="00D2159C"/>
    <w:rsid w:val="00D3253E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3771D"/>
    <w:rsid w:val="00E42426"/>
    <w:rsid w:val="00E51BCD"/>
    <w:rsid w:val="00E51ED9"/>
    <w:rsid w:val="00E6107D"/>
    <w:rsid w:val="00E64A1C"/>
    <w:rsid w:val="00E800B1"/>
    <w:rsid w:val="00E9764B"/>
    <w:rsid w:val="00EC516F"/>
    <w:rsid w:val="00ED3135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0F2E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08AF6-C368-407B-9375-3D9ED36E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2011-05-17T14:44:00Z</cp:lastPrinted>
  <dcterms:created xsi:type="dcterms:W3CDTF">2011-07-06T19:21:00Z</dcterms:created>
  <dcterms:modified xsi:type="dcterms:W3CDTF">2011-07-06T19:21:00Z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