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jc w:val="center"/>
        <w:tblBorders>
          <w:bottom w:val="single" w:sz="4" w:space="0" w:color="auto"/>
        </w:tblBorders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6030"/>
        <w:gridCol w:w="4050"/>
      </w:tblGrid>
      <w:tr w:rsidR="009C5836" w:rsidRPr="0045229E">
        <w:trPr>
          <w:trHeight w:val="668"/>
          <w:jc w:val="center"/>
        </w:trPr>
        <w:tc>
          <w:tcPr>
            <w:tcW w:w="6030" w:type="dxa"/>
            <w:tcBorders>
              <w:top w:val="single" w:sz="4" w:space="0" w:color="3B5E91"/>
              <w:bottom w:val="nil"/>
            </w:tcBorders>
            <w:shd w:val="clear" w:color="auto" w:fill="auto"/>
            <w:tcMar>
              <w:top w:w="0" w:type="dxa"/>
            </w:tcMar>
          </w:tcPr>
          <w:p w:rsidR="0045229E" w:rsidRDefault="0045229E" w:rsidP="00B5478E">
            <w:pPr>
              <w:rPr>
                <w:i/>
                <w:noProof/>
              </w:rPr>
            </w:pPr>
            <w:bookmarkStart w:id="0" w:name="_GoBack"/>
            <w:bookmarkEnd w:id="0"/>
          </w:p>
          <w:p w:rsidR="009C5836" w:rsidRPr="0045229E" w:rsidRDefault="0045229E" w:rsidP="00B5478E">
            <w:pPr>
              <w:rPr>
                <w:i/>
              </w:rPr>
            </w:pPr>
            <w:r>
              <w:rPr>
                <w:noProof/>
              </w:rPr>
              <w:drawing>
                <wp:inline distT="0" distB="0" distL="0" distR="0">
                  <wp:extent cx="1456055" cy="551180"/>
                  <wp:effectExtent l="19050" t="0" r="0" b="0"/>
                  <wp:docPr id="4" name="Picture 2" descr="CMC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MC LOGO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055" cy="551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D4DEA"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-8890</wp:posOffset>
                      </wp:positionH>
                      <wp:positionV relativeFrom="page">
                        <wp:posOffset>-164465</wp:posOffset>
                      </wp:positionV>
                      <wp:extent cx="2266315" cy="609600"/>
                      <wp:effectExtent l="635" t="0" r="0" b="2540"/>
                      <wp:wrapNone/>
                      <wp:docPr id="2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66315" cy="60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5836" w:rsidRDefault="009C5836" w:rsidP="003303C7">
                                  <w:pPr>
                                    <w:ind w:right="-1890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.7pt;margin-top:-12.95pt;width:178.45pt;height:4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8p2tgIAALk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" filled="f" stroked="f">
                      <v:textbox>
                        <w:txbxContent>
                          <w:p w:rsidR="009C5836" w:rsidRDefault="009C5836" w:rsidP="003303C7">
                            <w:pPr>
                              <w:ind w:right="-1890"/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2D4DEA">
              <w:rPr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-97790</wp:posOffset>
                      </wp:positionV>
                      <wp:extent cx="6396355" cy="1242695"/>
                      <wp:effectExtent l="0" t="0" r="0" b="0"/>
                      <wp:wrapNone/>
                      <wp:docPr id="1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6355" cy="124269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6D4E8"/>
                                  </a:gs>
                                  <a:gs pos="100000">
                                    <a:srgbClr val="C6D4E8">
                                      <a:gamma/>
                                      <a:tint val="0"/>
                                      <a:invGamma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6.15pt;margin-top:-7.7pt;width:503.65pt;height:97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" fillcolor="#c6d4e8" stroked="f">
                      <v:fill rotate="t" focus="100%" type="gradient"/>
                    </v:rect>
                  </w:pict>
                </mc:Fallback>
              </mc:AlternateContent>
            </w:r>
          </w:p>
        </w:tc>
        <w:tc>
          <w:tcPr>
            <w:tcW w:w="4050" w:type="dxa"/>
            <w:tcBorders>
              <w:top w:val="single" w:sz="4" w:space="0" w:color="3B5E91"/>
            </w:tcBorders>
            <w:shd w:val="clear" w:color="auto" w:fill="auto"/>
          </w:tcPr>
          <w:p w:rsidR="009C5836" w:rsidRPr="0045229E" w:rsidRDefault="00DF7693" w:rsidP="00E27198">
            <w:pPr>
              <w:pStyle w:val="Heading1"/>
              <w:rPr>
                <w:i/>
              </w:rPr>
            </w:pPr>
            <w:r w:rsidRPr="0045229E">
              <w:rPr>
                <w:i/>
              </w:rPr>
              <w:t>INVOICE</w:t>
            </w:r>
          </w:p>
        </w:tc>
      </w:tr>
      <w:tr w:rsidR="009C5836" w:rsidRPr="001E3C2E" w:rsidTr="00D64EB4">
        <w:trPr>
          <w:trHeight w:val="324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</w:tcMar>
            <w:vAlign w:val="bottom"/>
          </w:tcPr>
          <w:p w:rsidR="009C5836" w:rsidRPr="0045229E" w:rsidRDefault="0045229E" w:rsidP="009C5836">
            <w:pPr>
              <w:pStyle w:val="Slogan"/>
              <w:rPr>
                <w:b/>
                <w:noProof/>
                <w:sz w:val="24"/>
                <w:szCs w:val="24"/>
              </w:rPr>
            </w:pPr>
            <w:r w:rsidRPr="0045229E">
              <w:rPr>
                <w:b/>
                <w:noProof/>
                <w:sz w:val="24"/>
                <w:szCs w:val="24"/>
              </w:rPr>
              <w:t>Condo Membership Club</w:t>
            </w:r>
          </w:p>
        </w:tc>
        <w:tc>
          <w:tcPr>
            <w:tcW w:w="4050" w:type="dxa"/>
            <w:tcBorders>
              <w:bottom w:val="nil"/>
            </w:tcBorders>
            <w:shd w:val="clear" w:color="auto" w:fill="auto"/>
            <w:vAlign w:val="bottom"/>
          </w:tcPr>
          <w:p w:rsidR="009C5836" w:rsidRPr="005A6D66" w:rsidRDefault="00DF7693" w:rsidP="009C5836">
            <w:pPr>
              <w:pStyle w:val="DateandNumber"/>
            </w:pPr>
            <w:r>
              <w:t>INVOICE</w:t>
            </w:r>
            <w:r w:rsidR="00012C15">
              <w:t xml:space="preserve"> #</w:t>
            </w:r>
            <w:r w:rsidR="00197200">
              <w:t> </w:t>
            </w:r>
            <w:r w:rsidR="008E5C07">
              <w:t> INV33999</w:t>
            </w:r>
          </w:p>
          <w:p w:rsidR="009C5836" w:rsidRDefault="009C5836" w:rsidP="009C5836">
            <w:pPr>
              <w:pStyle w:val="DateandNumber"/>
            </w:pPr>
            <w:r w:rsidRPr="005A6D66">
              <w:t xml:space="preserve">Date: </w:t>
            </w:r>
            <w:r w:rsidR="00773BD6">
              <w:fldChar w:fldCharType="begin"/>
            </w:r>
            <w:r w:rsidR="00773BD6">
              <w:instrText xml:space="preserve"> DATE \@ "MMMM d, yyyy" </w:instrText>
            </w:r>
            <w:r w:rsidR="00773BD6">
              <w:fldChar w:fldCharType="separate"/>
            </w:r>
            <w:r w:rsidR="00F30922">
              <w:rPr>
                <w:noProof/>
              </w:rPr>
              <w:t>July 6, 2011</w:t>
            </w:r>
            <w:r w:rsidR="00773BD6">
              <w:rPr>
                <w:noProof/>
              </w:rPr>
              <w:fldChar w:fldCharType="end"/>
            </w:r>
          </w:p>
        </w:tc>
      </w:tr>
      <w:tr w:rsidR="007C7496" w:rsidRPr="001E3C2E">
        <w:trPr>
          <w:trHeight w:val="513"/>
          <w:jc w:val="center"/>
        </w:trPr>
        <w:tc>
          <w:tcPr>
            <w:tcW w:w="6030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3303C7" w:rsidRDefault="0045229E" w:rsidP="0045229E">
            <w:r>
              <w:t>Condo Membership Club</w:t>
            </w:r>
          </w:p>
          <w:p w:rsidR="0045229E" w:rsidRDefault="0045229E" w:rsidP="0045229E">
            <w:r>
              <w:t> 5348 Vegas Dr</w:t>
            </w:r>
          </w:p>
          <w:p w:rsidR="0045229E" w:rsidRDefault="0045229E" w:rsidP="0045229E">
            <w:r>
              <w:t>Las Vegas, NV  89108</w:t>
            </w:r>
          </w:p>
          <w:p w:rsidR="0045229E" w:rsidRDefault="00125572" w:rsidP="0045229E">
            <w:hyperlink r:id="rId11" w:history="1">
              <w:r w:rsidR="00D744D4" w:rsidRPr="0067730D">
                <w:rPr>
                  <w:rStyle w:val="Hyperlink"/>
                </w:rPr>
                <w:t>orders@condomembershipclub.com</w:t>
              </w:r>
            </w:hyperlink>
            <w:r w:rsidR="00D744D4">
              <w:t xml:space="preserve"> </w:t>
            </w:r>
          </w:p>
        </w:tc>
        <w:tc>
          <w:tcPr>
            <w:tcW w:w="4050" w:type="dxa"/>
            <w:tcBorders>
              <w:top w:val="nil"/>
              <w:bottom w:val="nil"/>
            </w:tcBorders>
            <w:tcMar>
              <w:bottom w:w="0" w:type="dxa"/>
            </w:tcMar>
            <w:vAlign w:val="center"/>
          </w:tcPr>
          <w:p w:rsidR="007C7496" w:rsidRPr="00971C35" w:rsidRDefault="00B667E5" w:rsidP="00971C35">
            <w:pPr>
              <w:jc w:val="right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ACTIVE</w:t>
            </w:r>
          </w:p>
        </w:tc>
      </w:tr>
    </w:tbl>
    <w:p w:rsidR="008A3C48" w:rsidRPr="001E3C2E" w:rsidRDefault="008A3C48" w:rsidP="00897D19"/>
    <w:tbl>
      <w:tblPr>
        <w:tblW w:w="10080" w:type="dxa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5569"/>
        <w:gridCol w:w="556"/>
        <w:gridCol w:w="3505"/>
      </w:tblGrid>
      <w:tr w:rsidR="00012C15" w:rsidRPr="001E3C2E">
        <w:trPr>
          <w:trHeight w:val="1184"/>
          <w:jc w:val="center"/>
        </w:trPr>
        <w:tc>
          <w:tcPr>
            <w:tcW w:w="450" w:type="dxa"/>
          </w:tcPr>
          <w:p w:rsidR="00703C78" w:rsidRPr="001E3C2E" w:rsidRDefault="00703C78" w:rsidP="00703C78">
            <w:pPr>
              <w:pStyle w:val="Heading2"/>
            </w:pPr>
            <w:r>
              <w:t>To</w:t>
            </w:r>
          </w:p>
        </w:tc>
        <w:tc>
          <w:tcPr>
            <w:tcW w:w="5569" w:type="dxa"/>
          </w:tcPr>
          <w:p w:rsidR="00197200" w:rsidRDefault="0045229E" w:rsidP="00703C78">
            <w:r>
              <w:t>Wow Discounts</w:t>
            </w:r>
          </w:p>
          <w:p w:rsidR="0045229E" w:rsidRDefault="0045229E" w:rsidP="00703C78">
            <w:r>
              <w:t>Dr. Gerald Robison</w:t>
            </w:r>
          </w:p>
          <w:p w:rsidR="00D744D4" w:rsidRDefault="00D744D4" w:rsidP="00D744D4">
            <w:r>
              <w:t>6550 Mission Court Unit #6</w:t>
            </w:r>
          </w:p>
          <w:p w:rsidR="00D744D4" w:rsidRDefault="002D4DEA" w:rsidP="00D744D4">
            <w:r>
              <w:t>Jacksonville, FL</w:t>
            </w:r>
            <w:r w:rsidR="00D744D4">
              <w:t xml:space="preserve"> 32217</w:t>
            </w:r>
          </w:p>
          <w:p w:rsidR="00D744D4" w:rsidRDefault="00D744D4" w:rsidP="00D744D4">
            <w:r>
              <w:t>904-451-7261</w:t>
            </w:r>
          </w:p>
          <w:p w:rsidR="00D744D4" w:rsidRPr="001E3C2E" w:rsidRDefault="00125572" w:rsidP="00D744D4">
            <w:hyperlink r:id="rId12" w:history="1">
              <w:r w:rsidR="00D744D4">
                <w:rPr>
                  <w:rStyle w:val="Hyperlink"/>
                </w:rPr>
                <w:t>wowdiscounts@aol.com</w:t>
              </w:r>
            </w:hyperlink>
          </w:p>
        </w:tc>
        <w:tc>
          <w:tcPr>
            <w:tcW w:w="556" w:type="dxa"/>
          </w:tcPr>
          <w:p w:rsidR="00DF7693" w:rsidRDefault="00DF7693" w:rsidP="00703C78">
            <w:pPr>
              <w:pStyle w:val="Heading2"/>
            </w:pPr>
            <w:r>
              <w:t xml:space="preserve">SHIP </w:t>
            </w:r>
          </w:p>
          <w:p w:rsidR="00703C78" w:rsidRPr="006C6182" w:rsidRDefault="00DF7693" w:rsidP="00703C78">
            <w:pPr>
              <w:pStyle w:val="Heading2"/>
            </w:pPr>
            <w:r>
              <w:t>TO</w:t>
            </w:r>
          </w:p>
        </w:tc>
        <w:tc>
          <w:tcPr>
            <w:tcW w:w="3505" w:type="dxa"/>
          </w:tcPr>
          <w:p w:rsidR="00D744D4" w:rsidRDefault="00D744D4" w:rsidP="00D744D4">
            <w:r>
              <w:t>Wow Discounts</w:t>
            </w:r>
          </w:p>
          <w:p w:rsidR="00D744D4" w:rsidRDefault="00D744D4" w:rsidP="00D744D4">
            <w:r>
              <w:t>Dr. Gerald Robison</w:t>
            </w:r>
          </w:p>
          <w:p w:rsidR="00D744D4" w:rsidRDefault="00D744D4" w:rsidP="00D744D4">
            <w:r>
              <w:t>6550 Mission Court Unit #6</w:t>
            </w:r>
          </w:p>
          <w:p w:rsidR="008A78DF" w:rsidRDefault="002D4DEA" w:rsidP="00D744D4">
            <w:r>
              <w:t>Jacksonville, FL</w:t>
            </w:r>
            <w:r w:rsidR="00D744D4">
              <w:t xml:space="preserve"> 32217</w:t>
            </w:r>
          </w:p>
          <w:p w:rsidR="00D744D4" w:rsidRDefault="00D744D4" w:rsidP="00D744D4">
            <w:r>
              <w:t>904-451-7261</w:t>
            </w:r>
          </w:p>
          <w:p w:rsidR="00D744D4" w:rsidRPr="001E3C2E" w:rsidRDefault="00125572" w:rsidP="00D744D4">
            <w:hyperlink r:id="rId13" w:history="1">
              <w:r w:rsidR="00D744D4">
                <w:rPr>
                  <w:rStyle w:val="Hyperlink"/>
                </w:rPr>
                <w:t>wowdiscounts@aol.com</w:t>
              </w:r>
            </w:hyperlink>
          </w:p>
        </w:tc>
      </w:tr>
    </w:tbl>
    <w:p w:rsidR="008A3C48" w:rsidRDefault="008A3C48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333"/>
        <w:gridCol w:w="1350"/>
        <w:gridCol w:w="1997"/>
        <w:gridCol w:w="1429"/>
        <w:gridCol w:w="1358"/>
        <w:gridCol w:w="1337"/>
        <w:gridCol w:w="1276"/>
      </w:tblGrid>
      <w:tr w:rsidR="004C1693" w:rsidRPr="001E3C2E" w:rsidTr="004C1693">
        <w:trPr>
          <w:cantSplit/>
          <w:trHeight w:val="288"/>
          <w:jc w:val="center"/>
        </w:trPr>
        <w:tc>
          <w:tcPr>
            <w:tcW w:w="1333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shipping method</w:t>
            </w:r>
          </w:p>
        </w:tc>
        <w:tc>
          <w:tcPr>
            <w:tcW w:w="135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</w:tcPr>
          <w:p w:rsidR="003303C7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SHIPPING</w:t>
            </w:r>
          </w:p>
          <w:p w:rsidR="00E800B1" w:rsidRPr="00E800B1" w:rsidRDefault="00E800B1" w:rsidP="00E800B1">
            <w:pPr>
              <w:jc w:val="center"/>
              <w:rPr>
                <w:b/>
              </w:rPr>
            </w:pPr>
            <w:r>
              <w:rPr>
                <w:b/>
              </w:rPr>
              <w:t>TERMS</w:t>
            </w:r>
          </w:p>
        </w:tc>
        <w:tc>
          <w:tcPr>
            <w:tcW w:w="1997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205DD6">
            <w:pPr>
              <w:pStyle w:val="ColumnHeadings2lines"/>
            </w:pPr>
            <w:r>
              <w:t>Tracking Number</w:t>
            </w:r>
          </w:p>
        </w:tc>
        <w:tc>
          <w:tcPr>
            <w:tcW w:w="1429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Shipping date</w:t>
            </w:r>
          </w:p>
        </w:tc>
        <w:tc>
          <w:tcPr>
            <w:tcW w:w="1358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D64EB4" w:rsidP="008A3C48">
            <w:pPr>
              <w:pStyle w:val="ColumnHeadings"/>
            </w:pPr>
            <w:r>
              <w:t>delivered</w:t>
            </w:r>
            <w:r w:rsidR="003303C7">
              <w:t xml:space="preserve"> date</w:t>
            </w:r>
          </w:p>
        </w:tc>
        <w:tc>
          <w:tcPr>
            <w:tcW w:w="1337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205DD6">
            <w:pPr>
              <w:pStyle w:val="ColumnHeadings2lines"/>
            </w:pPr>
            <w:r>
              <w:t>payment terms</w:t>
            </w:r>
          </w:p>
        </w:tc>
        <w:tc>
          <w:tcPr>
            <w:tcW w:w="1276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3303C7" w:rsidRPr="001E3C2E" w:rsidRDefault="003303C7" w:rsidP="008A3C48">
            <w:pPr>
              <w:pStyle w:val="ColumnHeadings"/>
            </w:pPr>
            <w:r>
              <w:t>due date</w:t>
            </w:r>
          </w:p>
        </w:tc>
      </w:tr>
      <w:tr w:rsidR="001E0305" w:rsidRPr="001E3C2E" w:rsidTr="004C1693">
        <w:trPr>
          <w:cantSplit/>
          <w:trHeight w:val="288"/>
          <w:jc w:val="center"/>
        </w:trPr>
        <w:tc>
          <w:tcPr>
            <w:tcW w:w="1333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A78DF" w:rsidP="008A3C48">
            <w:pPr>
              <w:pStyle w:val="Centered"/>
            </w:pPr>
            <w:r>
              <w:t>Email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</w:tcPr>
          <w:p w:rsidR="003303C7" w:rsidRDefault="007137BE" w:rsidP="000B0783">
            <w:pPr>
              <w:jc w:val="center"/>
            </w:pPr>
            <w:r>
              <w:t>Email</w:t>
            </w:r>
          </w:p>
        </w:tc>
        <w:tc>
          <w:tcPr>
            <w:tcW w:w="1997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429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E5C07" w:rsidP="008A3C48">
            <w:pPr>
              <w:pStyle w:val="Centered"/>
            </w:pPr>
            <w:r>
              <w:t>07/06/2011</w:t>
            </w:r>
          </w:p>
        </w:tc>
        <w:tc>
          <w:tcPr>
            <w:tcW w:w="1358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1E0305" w:rsidP="008A3C48">
            <w:pPr>
              <w:pStyle w:val="Centered"/>
            </w:pPr>
            <w:r>
              <w:t>Same Day</w:t>
            </w:r>
          </w:p>
        </w:tc>
        <w:tc>
          <w:tcPr>
            <w:tcW w:w="1337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3303C7" w:rsidP="008A3C48">
            <w:pPr>
              <w:pStyle w:val="Centered"/>
            </w:pPr>
          </w:p>
        </w:tc>
        <w:tc>
          <w:tcPr>
            <w:tcW w:w="1276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3303C7" w:rsidRDefault="008E5C07" w:rsidP="008A3C48">
            <w:pPr>
              <w:pStyle w:val="Centered"/>
            </w:pPr>
            <w:r>
              <w:t>07/21/2011</w:t>
            </w:r>
          </w:p>
        </w:tc>
      </w:tr>
    </w:tbl>
    <w:p w:rsidR="009C5836" w:rsidRPr="001E3C2E" w:rsidRDefault="009C5836" w:rsidP="00897D19"/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4050"/>
        <w:gridCol w:w="360"/>
        <w:gridCol w:w="1170"/>
        <w:gridCol w:w="1170"/>
        <w:gridCol w:w="1350"/>
      </w:tblGrid>
      <w:tr w:rsidR="00205DD6" w:rsidRPr="001E3C2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qty</w:t>
            </w:r>
          </w:p>
        </w:tc>
        <w:tc>
          <w:tcPr>
            <w:tcW w:w="10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0B0783">
            <w:pPr>
              <w:pStyle w:val="ColumnHeadings"/>
            </w:pPr>
            <w:r>
              <w:t xml:space="preserve">item </w:t>
            </w:r>
          </w:p>
        </w:tc>
        <w:tc>
          <w:tcPr>
            <w:tcW w:w="4410" w:type="dxa"/>
            <w:gridSpan w:val="2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description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unit price</w:t>
            </w:r>
          </w:p>
        </w:tc>
        <w:tc>
          <w:tcPr>
            <w:tcW w:w="117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discount</w:t>
            </w:r>
          </w:p>
        </w:tc>
        <w:tc>
          <w:tcPr>
            <w:tcW w:w="135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205DD6" w:rsidRPr="001E3C2E" w:rsidRDefault="00205DD6" w:rsidP="00723603">
            <w:pPr>
              <w:pStyle w:val="ColumnHeadings"/>
            </w:pPr>
            <w:r>
              <w:t>line total</w:t>
            </w:r>
          </w:p>
        </w:tc>
      </w:tr>
      <w:tr w:rsidR="009520ED" w:rsidRPr="00B5478E" w:rsidTr="005F3D5B">
        <w:trPr>
          <w:cantSplit/>
          <w:trHeight w:val="424"/>
          <w:jc w:val="center"/>
        </w:trPr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E5C07" w:rsidP="007137BE">
            <w:pPr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A78DF" w:rsidP="007137BE">
            <w:pPr>
              <w:jc w:val="center"/>
            </w:pPr>
            <w:r>
              <w:t>Access Codes</w:t>
            </w:r>
          </w:p>
        </w:tc>
        <w:tc>
          <w:tcPr>
            <w:tcW w:w="4410" w:type="dxa"/>
            <w:gridSpan w:val="2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8A78DF" w:rsidP="007137BE">
            <w:pPr>
              <w:jc w:val="center"/>
            </w:pPr>
            <w:r>
              <w:t>Annual Lifetime Condo Membership’s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8A78DF" w:rsidP="00EE1154">
            <w:pPr>
              <w:pStyle w:val="Amount"/>
            </w:pPr>
            <w:r>
              <w:t>8.00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8E5C07" w:rsidP="00786D70">
            <w:pPr>
              <w:pStyle w:val="Amount"/>
            </w:pPr>
            <w:r>
              <w:t>$1600.00</w:t>
            </w: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5F3D5B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466040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5F3D5B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1E0305" w:rsidP="00B667E5">
            <w:pPr>
              <w:pStyle w:val="Amount"/>
            </w:pPr>
            <w:r>
              <w:t xml:space="preserve"> </w:t>
            </w: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CE150D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8A78DF" w:rsidRPr="001E3C2E" w:rsidRDefault="008A78DF" w:rsidP="00CE150D">
            <w:pPr>
              <w:jc w:val="center"/>
            </w:pPr>
          </w:p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CE150D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0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4410" w:type="dxa"/>
            <w:gridSpan w:val="2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B5478E"/>
        </w:tc>
        <w:tc>
          <w:tcPr>
            <w:tcW w:w="117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17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single" w:sz="4" w:space="0" w:color="3B5E9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1530" w:type="dxa"/>
            <w:gridSpan w:val="2"/>
            <w:tcBorders>
              <w:top w:val="single" w:sz="4" w:space="0" w:color="3B5E91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 discount</w:t>
            </w:r>
          </w:p>
        </w:tc>
        <w:tc>
          <w:tcPr>
            <w:tcW w:w="117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1E3C2E" w:rsidRDefault="009520ED" w:rsidP="00EE1154">
            <w:pPr>
              <w:pStyle w:val="Amount"/>
            </w:pP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6F785F">
            <w:pPr>
              <w:pStyle w:val="Amount"/>
              <w:jc w:val="center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Subtotal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737F2" w:rsidP="00786D70">
            <w:pPr>
              <w:pStyle w:val="Amount"/>
            </w:pPr>
            <w:r>
              <w:t>$</w:t>
            </w:r>
            <w:r w:rsidR="008E5C07">
              <w:t>1</w:t>
            </w:r>
            <w:r w:rsidR="00786D70">
              <w:t>60</w:t>
            </w:r>
            <w:r w:rsidR="008E5C07">
              <w:t>0</w:t>
            </w:r>
            <w:r w:rsidR="007137BE">
              <w:t>.00</w:t>
            </w: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20ED" w:rsidRPr="001E3C2E" w:rsidRDefault="009520ED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Sales Tax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9520ED" w:rsidP="00EE1154">
            <w:pPr>
              <w:pStyle w:val="Amount"/>
            </w:pPr>
          </w:p>
        </w:tc>
      </w:tr>
      <w:tr w:rsidR="009520ED" w:rsidRPr="00B5478E" w:rsidTr="005F3D5B">
        <w:trPr>
          <w:cantSplit/>
          <w:trHeight w:val="288"/>
          <w:jc w:val="center"/>
        </w:trPr>
        <w:tc>
          <w:tcPr>
            <w:tcW w:w="6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4EB4" w:rsidRPr="001E3C2E" w:rsidRDefault="00D64EB4" w:rsidP="00EE1154"/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9520ED" w:rsidRPr="001E3C2E" w:rsidRDefault="009520ED" w:rsidP="009520ED">
            <w:pPr>
              <w:pStyle w:val="Labels"/>
            </w:pPr>
            <w:r>
              <w:t>Total</w:t>
            </w:r>
          </w:p>
        </w:tc>
        <w:tc>
          <w:tcPr>
            <w:tcW w:w="135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9520ED" w:rsidRPr="00B5478E" w:rsidRDefault="00C737F2" w:rsidP="00786D70">
            <w:pPr>
              <w:pStyle w:val="Amount"/>
            </w:pPr>
            <w:r>
              <w:t>$</w:t>
            </w:r>
            <w:r w:rsidR="008E5C07">
              <w:t>1</w:t>
            </w:r>
            <w:r w:rsidR="00786D70">
              <w:t>6</w:t>
            </w:r>
            <w:r w:rsidR="008E5C07">
              <w:t>0</w:t>
            </w:r>
            <w:r w:rsidR="00786D70">
              <w:t>0</w:t>
            </w:r>
            <w:r w:rsidR="007137BE">
              <w:t>.00</w:t>
            </w:r>
          </w:p>
        </w:tc>
      </w:tr>
    </w:tbl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Default="00D64EB4" w:rsidP="00D64EB4">
      <w:pPr>
        <w:pStyle w:val="Thankyou"/>
        <w:rPr>
          <w:rFonts w:ascii="Bookman Old Style" w:hAnsi="Bookman Old Style"/>
          <w:b w:val="0"/>
          <w:sz w:val="16"/>
        </w:rPr>
      </w:pPr>
    </w:p>
    <w:p w:rsidR="00D64EB4" w:rsidRPr="0045229E" w:rsidRDefault="00D64EB4" w:rsidP="00D64EB4">
      <w:pPr>
        <w:pStyle w:val="Thankyou"/>
        <w:rPr>
          <w:rFonts w:ascii="Bookman Old Style" w:hAnsi="Bookman Old Style"/>
          <w:b w:val="0"/>
          <w:sz w:val="22"/>
          <w:szCs w:val="22"/>
        </w:rPr>
      </w:pPr>
      <w:r w:rsidRPr="0045229E">
        <w:rPr>
          <w:rFonts w:ascii="Bookman Old Style" w:hAnsi="Bookman Old Style"/>
          <w:b w:val="0"/>
          <w:sz w:val="22"/>
          <w:szCs w:val="22"/>
        </w:rPr>
        <w:t xml:space="preserve">Make all checks payable to </w:t>
      </w:r>
      <w:r w:rsidR="0045229E" w:rsidRPr="0045229E">
        <w:rPr>
          <w:rFonts w:ascii="Bookman Old Style" w:hAnsi="Bookman Old Style"/>
          <w:b w:val="0"/>
          <w:sz w:val="22"/>
          <w:szCs w:val="22"/>
        </w:rPr>
        <w:t>Condo Membership Club</w:t>
      </w:r>
    </w:p>
    <w:p w:rsidR="00D64EB4" w:rsidRDefault="002D4DEA" w:rsidP="0045229E">
      <w:pPr>
        <w:pStyle w:val="Thankyou"/>
      </w:pPr>
      <w:r>
        <w:t>ALL</w:t>
      </w:r>
      <w:r w:rsidR="00786D70">
        <w:t xml:space="preserve"> </w:t>
      </w:r>
      <w:r w:rsidR="00CE150D">
        <w:t>WHOLE</w:t>
      </w:r>
      <w:r w:rsidR="00D64EB4">
        <w:t>SALES ARE FINAL!</w:t>
      </w:r>
    </w:p>
    <w:p w:rsidR="00D64EB4" w:rsidRDefault="00860139" w:rsidP="0045229E">
      <w:pPr>
        <w:pStyle w:val="Thankyou"/>
      </w:pPr>
      <w:r w:rsidRPr="0015744F">
        <w:t>Thank you for your business!</w:t>
      </w:r>
    </w:p>
    <w:sectPr w:rsidR="00D64EB4" w:rsidSect="00A37015">
      <w:pgSz w:w="12240" w:h="15840" w:code="1"/>
      <w:pgMar w:top="720" w:right="720" w:bottom="864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572" w:rsidRDefault="00125572">
      <w:r>
        <w:separator/>
      </w:r>
    </w:p>
  </w:endnote>
  <w:endnote w:type="continuationSeparator" w:id="0">
    <w:p w:rsidR="00125572" w:rsidRDefault="0012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572" w:rsidRDefault="00125572">
      <w:r>
        <w:separator/>
      </w:r>
    </w:p>
  </w:footnote>
  <w:footnote w:type="continuationSeparator" w:id="0">
    <w:p w:rsidR="00125572" w:rsidRDefault="00125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3b5e91,#c6d4e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B1"/>
    <w:rsid w:val="00002021"/>
    <w:rsid w:val="00010B1C"/>
    <w:rsid w:val="00012C15"/>
    <w:rsid w:val="00012DA5"/>
    <w:rsid w:val="00017A97"/>
    <w:rsid w:val="000403E8"/>
    <w:rsid w:val="000417F9"/>
    <w:rsid w:val="00043699"/>
    <w:rsid w:val="00047BD9"/>
    <w:rsid w:val="00056E24"/>
    <w:rsid w:val="000A72A8"/>
    <w:rsid w:val="000B0783"/>
    <w:rsid w:val="000B6824"/>
    <w:rsid w:val="000C60AF"/>
    <w:rsid w:val="000E592C"/>
    <w:rsid w:val="001055DF"/>
    <w:rsid w:val="00125572"/>
    <w:rsid w:val="0015744F"/>
    <w:rsid w:val="001724F6"/>
    <w:rsid w:val="00187418"/>
    <w:rsid w:val="00197200"/>
    <w:rsid w:val="001B1844"/>
    <w:rsid w:val="001B5462"/>
    <w:rsid w:val="001B5F25"/>
    <w:rsid w:val="001D6696"/>
    <w:rsid w:val="001E0305"/>
    <w:rsid w:val="001E3C2E"/>
    <w:rsid w:val="001F1EA7"/>
    <w:rsid w:val="0020532B"/>
    <w:rsid w:val="00205DD6"/>
    <w:rsid w:val="00206B1B"/>
    <w:rsid w:val="00207555"/>
    <w:rsid w:val="0021009B"/>
    <w:rsid w:val="00213FAA"/>
    <w:rsid w:val="00246484"/>
    <w:rsid w:val="00251C32"/>
    <w:rsid w:val="002D4DEA"/>
    <w:rsid w:val="003136E7"/>
    <w:rsid w:val="00326411"/>
    <w:rsid w:val="003303C7"/>
    <w:rsid w:val="00341D54"/>
    <w:rsid w:val="003465E2"/>
    <w:rsid w:val="00360D3D"/>
    <w:rsid w:val="00374781"/>
    <w:rsid w:val="003756B5"/>
    <w:rsid w:val="00387E68"/>
    <w:rsid w:val="003B7E00"/>
    <w:rsid w:val="003C3CB7"/>
    <w:rsid w:val="003D6485"/>
    <w:rsid w:val="003E3D7F"/>
    <w:rsid w:val="003E50CF"/>
    <w:rsid w:val="003F03CA"/>
    <w:rsid w:val="00413CC1"/>
    <w:rsid w:val="00416A5B"/>
    <w:rsid w:val="00436B94"/>
    <w:rsid w:val="0045229E"/>
    <w:rsid w:val="004526C5"/>
    <w:rsid w:val="00466040"/>
    <w:rsid w:val="00473FA7"/>
    <w:rsid w:val="004776DC"/>
    <w:rsid w:val="004801EC"/>
    <w:rsid w:val="00490D6F"/>
    <w:rsid w:val="004C1693"/>
    <w:rsid w:val="004D4988"/>
    <w:rsid w:val="004D6D3B"/>
    <w:rsid w:val="004E3995"/>
    <w:rsid w:val="004F276E"/>
    <w:rsid w:val="00502C95"/>
    <w:rsid w:val="00513AA4"/>
    <w:rsid w:val="00522EAB"/>
    <w:rsid w:val="00531C77"/>
    <w:rsid w:val="005404D4"/>
    <w:rsid w:val="00551108"/>
    <w:rsid w:val="00552F77"/>
    <w:rsid w:val="0058338F"/>
    <w:rsid w:val="00584C74"/>
    <w:rsid w:val="00584EBA"/>
    <w:rsid w:val="005A146F"/>
    <w:rsid w:val="005A6D66"/>
    <w:rsid w:val="005B7ABD"/>
    <w:rsid w:val="005F3D5B"/>
    <w:rsid w:val="005F5473"/>
    <w:rsid w:val="0061045D"/>
    <w:rsid w:val="006171BA"/>
    <w:rsid w:val="006408B2"/>
    <w:rsid w:val="00640AAC"/>
    <w:rsid w:val="00647F33"/>
    <w:rsid w:val="0065596D"/>
    <w:rsid w:val="00697814"/>
    <w:rsid w:val="006A28A1"/>
    <w:rsid w:val="006C4528"/>
    <w:rsid w:val="006C6182"/>
    <w:rsid w:val="006D20D4"/>
    <w:rsid w:val="006D2782"/>
    <w:rsid w:val="006E0890"/>
    <w:rsid w:val="006F21A0"/>
    <w:rsid w:val="006F785F"/>
    <w:rsid w:val="00703C78"/>
    <w:rsid w:val="007137BE"/>
    <w:rsid w:val="00723603"/>
    <w:rsid w:val="0072385E"/>
    <w:rsid w:val="0074437D"/>
    <w:rsid w:val="007510CE"/>
    <w:rsid w:val="00751F2C"/>
    <w:rsid w:val="00763353"/>
    <w:rsid w:val="0076403C"/>
    <w:rsid w:val="007677E5"/>
    <w:rsid w:val="00773BD6"/>
    <w:rsid w:val="00783173"/>
    <w:rsid w:val="00786D70"/>
    <w:rsid w:val="007A07D7"/>
    <w:rsid w:val="007A0C5E"/>
    <w:rsid w:val="007A2302"/>
    <w:rsid w:val="007C1315"/>
    <w:rsid w:val="007C5A8E"/>
    <w:rsid w:val="007C7496"/>
    <w:rsid w:val="007D0981"/>
    <w:rsid w:val="007D49EA"/>
    <w:rsid w:val="007D4DE7"/>
    <w:rsid w:val="007F3D8D"/>
    <w:rsid w:val="007F4E44"/>
    <w:rsid w:val="008044FF"/>
    <w:rsid w:val="00824635"/>
    <w:rsid w:val="00843144"/>
    <w:rsid w:val="00852C3E"/>
    <w:rsid w:val="00860139"/>
    <w:rsid w:val="00881FB0"/>
    <w:rsid w:val="00893407"/>
    <w:rsid w:val="00897D19"/>
    <w:rsid w:val="008A1909"/>
    <w:rsid w:val="008A3C48"/>
    <w:rsid w:val="008A78DF"/>
    <w:rsid w:val="008B549F"/>
    <w:rsid w:val="008C1DFD"/>
    <w:rsid w:val="008D63CA"/>
    <w:rsid w:val="008E5C07"/>
    <w:rsid w:val="008E6D99"/>
    <w:rsid w:val="008F7829"/>
    <w:rsid w:val="00904F13"/>
    <w:rsid w:val="00923ED7"/>
    <w:rsid w:val="00930050"/>
    <w:rsid w:val="0093568C"/>
    <w:rsid w:val="009463E1"/>
    <w:rsid w:val="009520ED"/>
    <w:rsid w:val="00966790"/>
    <w:rsid w:val="00971C35"/>
    <w:rsid w:val="0098251A"/>
    <w:rsid w:val="009A1F18"/>
    <w:rsid w:val="009A6AF5"/>
    <w:rsid w:val="009C5836"/>
    <w:rsid w:val="009E6065"/>
    <w:rsid w:val="009E7724"/>
    <w:rsid w:val="00A01966"/>
    <w:rsid w:val="00A10B6B"/>
    <w:rsid w:val="00A11DBF"/>
    <w:rsid w:val="00A15E76"/>
    <w:rsid w:val="00A20EEA"/>
    <w:rsid w:val="00A3488A"/>
    <w:rsid w:val="00A37015"/>
    <w:rsid w:val="00A4752F"/>
    <w:rsid w:val="00A50715"/>
    <w:rsid w:val="00A62877"/>
    <w:rsid w:val="00A67B29"/>
    <w:rsid w:val="00A71F71"/>
    <w:rsid w:val="00A8511C"/>
    <w:rsid w:val="00AB03C9"/>
    <w:rsid w:val="00B3537D"/>
    <w:rsid w:val="00B41A65"/>
    <w:rsid w:val="00B51C29"/>
    <w:rsid w:val="00B530A0"/>
    <w:rsid w:val="00B5478E"/>
    <w:rsid w:val="00B630D3"/>
    <w:rsid w:val="00B667E5"/>
    <w:rsid w:val="00B7167B"/>
    <w:rsid w:val="00B764B8"/>
    <w:rsid w:val="00B929D8"/>
    <w:rsid w:val="00BA71B8"/>
    <w:rsid w:val="00BA7FA7"/>
    <w:rsid w:val="00BB4DAA"/>
    <w:rsid w:val="00BB763E"/>
    <w:rsid w:val="00BD0D4F"/>
    <w:rsid w:val="00BD73A8"/>
    <w:rsid w:val="00BD7A44"/>
    <w:rsid w:val="00C22B70"/>
    <w:rsid w:val="00C276BE"/>
    <w:rsid w:val="00C32AE1"/>
    <w:rsid w:val="00C379F1"/>
    <w:rsid w:val="00C43BE7"/>
    <w:rsid w:val="00C52E4D"/>
    <w:rsid w:val="00C57B49"/>
    <w:rsid w:val="00C60CDF"/>
    <w:rsid w:val="00C66691"/>
    <w:rsid w:val="00C66AD0"/>
    <w:rsid w:val="00C737F2"/>
    <w:rsid w:val="00C74974"/>
    <w:rsid w:val="00CA1CFC"/>
    <w:rsid w:val="00CB4CBD"/>
    <w:rsid w:val="00CE150D"/>
    <w:rsid w:val="00CF01AF"/>
    <w:rsid w:val="00CF4B7E"/>
    <w:rsid w:val="00D33CEA"/>
    <w:rsid w:val="00D4146A"/>
    <w:rsid w:val="00D45E69"/>
    <w:rsid w:val="00D63FEE"/>
    <w:rsid w:val="00D64EB4"/>
    <w:rsid w:val="00D7042E"/>
    <w:rsid w:val="00D744D4"/>
    <w:rsid w:val="00D76A11"/>
    <w:rsid w:val="00DA7163"/>
    <w:rsid w:val="00DB3522"/>
    <w:rsid w:val="00DC1152"/>
    <w:rsid w:val="00DE09CB"/>
    <w:rsid w:val="00DF0824"/>
    <w:rsid w:val="00DF7693"/>
    <w:rsid w:val="00E27198"/>
    <w:rsid w:val="00E358C1"/>
    <w:rsid w:val="00E371FA"/>
    <w:rsid w:val="00E42426"/>
    <w:rsid w:val="00E51BCD"/>
    <w:rsid w:val="00E6107D"/>
    <w:rsid w:val="00E800B1"/>
    <w:rsid w:val="00E9764B"/>
    <w:rsid w:val="00EE1154"/>
    <w:rsid w:val="00EF58B4"/>
    <w:rsid w:val="00F0110D"/>
    <w:rsid w:val="00F1292B"/>
    <w:rsid w:val="00F30922"/>
    <w:rsid w:val="00F52042"/>
    <w:rsid w:val="00F64BE0"/>
    <w:rsid w:val="00F6699E"/>
    <w:rsid w:val="00F70765"/>
    <w:rsid w:val="00F70E38"/>
    <w:rsid w:val="00FB1848"/>
    <w:rsid w:val="00FC643D"/>
    <w:rsid w:val="00FD0114"/>
    <w:rsid w:val="00FD0E4D"/>
    <w:rsid w:val="00FF58EE"/>
    <w:rsid w:val="00FF5D77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b5e91,#c6d4e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  <w:lang w:val="en-US" w:eastAsia="en-US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DateandNumber">
    <w:name w:val="Date and Number"/>
    <w:basedOn w:val="Normal"/>
    <w:rsid w:val="00AB03C9"/>
    <w:pPr>
      <w:jc w:val="right"/>
    </w:pPr>
    <w:rPr>
      <w:caps/>
      <w:sz w:val="16"/>
      <w:szCs w:val="16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584C74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lowercenteredtext">
    <w:name w:val="lower centered text"/>
    <w:basedOn w:val="Centered"/>
    <w:rsid w:val="00860139"/>
    <w:pPr>
      <w:spacing w:before="1800" w:line="264" w:lineRule="auto"/>
    </w:pPr>
    <w:rPr>
      <w:szCs w:val="20"/>
    </w:rPr>
  </w:style>
  <w:style w:type="character" w:styleId="Hyperlink">
    <w:name w:val="Hyperlink"/>
    <w:basedOn w:val="DefaultParagraphFont"/>
    <w:rsid w:val="003303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javascript:InternalMailer(9785,8,'email1','Accounts','record_id');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javascript:InternalMailer(9785,8,'email1','Accounts','record_id')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orders@condomembershipclub.com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telsEtc\Application%20Data\Microsoft\Templates\TP03000194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C0C3-F6F2-4F4C-B5EE-89DD3A416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8712DE-8A1F-4ACC-A6C4-10497C97A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TP030001946.dotx</Template>
  <TotalTime>1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HotelsEtc</dc:creator>
  <cp:lastModifiedBy>hotelsetc</cp:lastModifiedBy>
  <cp:revision>2</cp:revision>
  <cp:lastPrinted>2011-07-06T19:05:00Z</cp:lastPrinted>
  <dcterms:created xsi:type="dcterms:W3CDTF">2011-07-06T19:36:00Z</dcterms:created>
  <dcterms:modified xsi:type="dcterms:W3CDTF">2011-07-06T19:36:00Z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TC300019469990</vt:lpwstr>
  </property>
</Properties>
</file>