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-164465</wp:posOffset>
                      </wp:positionV>
                      <wp:extent cx="2266315" cy="609600"/>
                      <wp:effectExtent l="635" t="0" r="0" b="2540"/>
                      <wp:wrapNone/>
                      <wp:docPr id="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315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9C5836" w:rsidP="003303C7">
                                  <w:pPr>
                                    <w:ind w:right="-189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12.95pt;width:178.45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p2tgIAALk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" filled="f" stroked="f">
                      <v:textbox>
                        <w:txbxContent>
                          <w:p w:rsidR="009C5836" w:rsidRDefault="009C5836" w:rsidP="003303C7">
                            <w:pPr>
                              <w:ind w:right="-1890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sY0A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</w:t>
            </w:r>
            <w:r w:rsidR="00F0110D">
              <w:t>INV33966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773BD6">
              <w:fldChar w:fldCharType="begin"/>
            </w:r>
            <w:r w:rsidR="00773BD6">
              <w:instrText xml:space="preserve"> DATE \@ "MMMM d, yyyy" </w:instrText>
            </w:r>
            <w:r w:rsidR="00773BD6">
              <w:fldChar w:fldCharType="separate"/>
            </w:r>
            <w:r w:rsidR="007677E5">
              <w:rPr>
                <w:noProof/>
              </w:rPr>
              <w:t>June 14, 2011</w:t>
            </w:r>
            <w:r w:rsidR="00773BD6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 xml:space="preserve"> 5348 Vegas </w:t>
            </w:r>
            <w:proofErr w:type="spellStart"/>
            <w:r>
              <w:t>Dr</w:t>
            </w:r>
            <w:proofErr w:type="spellEnd"/>
          </w:p>
          <w:p w:rsidR="0045229E" w:rsidRDefault="0045229E" w:rsidP="0045229E">
            <w:r>
              <w:t>Las Vegas, NV  89108</w:t>
            </w:r>
          </w:p>
          <w:p w:rsidR="0045229E" w:rsidRDefault="003E50CF" w:rsidP="0045229E">
            <w:hyperlink r:id="rId11" w:history="1">
              <w:r w:rsidR="00D744D4" w:rsidRPr="0067730D">
                <w:rPr>
                  <w:rStyle w:val="Hyperlink"/>
                </w:rPr>
                <w:t>orders@condomembershipclub.com</w:t>
              </w:r>
            </w:hyperlink>
            <w:r w:rsidR="00D744D4"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B667E5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3E50CF" w:rsidP="00D744D4">
            <w:hyperlink r:id="rId12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3E50CF" w:rsidP="00D744D4">
            <w:hyperlink r:id="rId13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bookmarkStart w:id="0" w:name="_GoBack"/>
        <w:bookmarkEnd w:id="0"/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0110D" w:rsidP="008A3C48">
            <w:pPr>
              <w:pStyle w:val="Centered"/>
            </w:pPr>
            <w:r>
              <w:t>06/14</w:t>
            </w:r>
            <w:r w:rsidR="00B667E5">
              <w:t>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0110D" w:rsidP="008A3C48">
            <w:pPr>
              <w:pStyle w:val="Centered"/>
            </w:pPr>
            <w:r>
              <w:t>06/28</w:t>
            </w:r>
            <w:r w:rsidR="007137BE">
              <w:t>/2011</w:t>
            </w:r>
          </w:p>
        </w:tc>
      </w:tr>
    </w:tbl>
    <w:p w:rsidR="009C5836" w:rsidRPr="001E3C2E" w:rsidRDefault="009C5836" w:rsidP="00897D19"/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350"/>
      </w:tblGrid>
      <w:tr w:rsidR="00205DD6" w:rsidRPr="001E3C2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5F3D5B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0110D" w:rsidP="007137BE">
            <w:pPr>
              <w:jc w:val="center"/>
            </w:pPr>
            <w:r>
              <w:t>1</w:t>
            </w:r>
            <w:r w:rsidR="002D4DEA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Annual Lifetime Condo Membership’s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F3D5B" w:rsidP="00EE1154">
            <w:pPr>
              <w:pStyle w:val="Amount"/>
            </w:pPr>
            <w:r>
              <w:t>$</w:t>
            </w:r>
            <w:r w:rsidR="00F0110D">
              <w:t>8</w:t>
            </w:r>
            <w:r w:rsidR="008A78DF">
              <w:t>00.00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5F3D5B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466040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5F3D5B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B667E5">
            <w:pPr>
              <w:pStyle w:val="Amount"/>
            </w:pPr>
            <w: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CE150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852C3E">
            <w:pPr>
              <w:pStyle w:val="Amount"/>
            </w:pPr>
            <w:r>
              <w:t>$</w:t>
            </w:r>
            <w:r w:rsidR="00F0110D">
              <w:t>8</w:t>
            </w:r>
            <w:r w:rsidR="00B667E5">
              <w:t>0</w:t>
            </w:r>
            <w:r w:rsidR="00852C3E">
              <w:t>0</w:t>
            </w:r>
            <w:r w:rsidR="007137BE">
              <w:t>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852C3E">
            <w:pPr>
              <w:pStyle w:val="Amount"/>
            </w:pPr>
            <w:r>
              <w:t>$</w:t>
            </w:r>
            <w:r w:rsidR="00F0110D">
              <w:t>8</w:t>
            </w:r>
            <w:r w:rsidR="00B667E5">
              <w:t>0</w:t>
            </w:r>
            <w:r w:rsidR="00852C3E">
              <w:t>0</w:t>
            </w:r>
            <w:r w:rsidR="007137BE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2D4DEA" w:rsidP="0045229E">
      <w:pPr>
        <w:pStyle w:val="Thankyou"/>
      </w:pPr>
      <w:r>
        <w:t>ALL</w:t>
      </w:r>
      <w:r w:rsidR="00CE150D">
        <w:t>WHOLE</w:t>
      </w:r>
      <w:r w:rsidR="00D64EB4">
        <w:t>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0CF" w:rsidRDefault="003E50CF">
      <w:r>
        <w:separator/>
      </w:r>
    </w:p>
  </w:endnote>
  <w:endnote w:type="continuationSeparator" w:id="0">
    <w:p w:rsidR="003E50CF" w:rsidRDefault="003E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0CF" w:rsidRDefault="003E50CF">
      <w:r>
        <w:separator/>
      </w:r>
    </w:p>
  </w:footnote>
  <w:footnote w:type="continuationSeparator" w:id="0">
    <w:p w:rsidR="003E50CF" w:rsidRDefault="003E5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D4DEA"/>
    <w:rsid w:val="003136E7"/>
    <w:rsid w:val="00326411"/>
    <w:rsid w:val="003303C7"/>
    <w:rsid w:val="00341D54"/>
    <w:rsid w:val="003465E2"/>
    <w:rsid w:val="00360D3D"/>
    <w:rsid w:val="00374781"/>
    <w:rsid w:val="003756B5"/>
    <w:rsid w:val="00387E68"/>
    <w:rsid w:val="003B7E00"/>
    <w:rsid w:val="003C3CB7"/>
    <w:rsid w:val="003D6485"/>
    <w:rsid w:val="003E3D7F"/>
    <w:rsid w:val="003E50CF"/>
    <w:rsid w:val="003F03CA"/>
    <w:rsid w:val="00413CC1"/>
    <w:rsid w:val="00416A5B"/>
    <w:rsid w:val="00436B94"/>
    <w:rsid w:val="0045229E"/>
    <w:rsid w:val="004526C5"/>
    <w:rsid w:val="00466040"/>
    <w:rsid w:val="00473FA7"/>
    <w:rsid w:val="004776DC"/>
    <w:rsid w:val="004801EC"/>
    <w:rsid w:val="00490D6F"/>
    <w:rsid w:val="004C1693"/>
    <w:rsid w:val="004D4988"/>
    <w:rsid w:val="004D6D3B"/>
    <w:rsid w:val="004E3995"/>
    <w:rsid w:val="004F276E"/>
    <w:rsid w:val="00502C95"/>
    <w:rsid w:val="00513AA4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F3D5B"/>
    <w:rsid w:val="005F5473"/>
    <w:rsid w:val="0061045D"/>
    <w:rsid w:val="006171BA"/>
    <w:rsid w:val="006408B2"/>
    <w:rsid w:val="00640AAC"/>
    <w:rsid w:val="00647F33"/>
    <w:rsid w:val="0065596D"/>
    <w:rsid w:val="00697814"/>
    <w:rsid w:val="006A28A1"/>
    <w:rsid w:val="006C4528"/>
    <w:rsid w:val="006C6182"/>
    <w:rsid w:val="006D20D4"/>
    <w:rsid w:val="006D2782"/>
    <w:rsid w:val="006E0890"/>
    <w:rsid w:val="006F21A0"/>
    <w:rsid w:val="006F785F"/>
    <w:rsid w:val="00703C78"/>
    <w:rsid w:val="007137BE"/>
    <w:rsid w:val="00723603"/>
    <w:rsid w:val="0072385E"/>
    <w:rsid w:val="0074437D"/>
    <w:rsid w:val="007510CE"/>
    <w:rsid w:val="00751F2C"/>
    <w:rsid w:val="00763353"/>
    <w:rsid w:val="007677E5"/>
    <w:rsid w:val="00773BD6"/>
    <w:rsid w:val="00783173"/>
    <w:rsid w:val="007A07D7"/>
    <w:rsid w:val="007A0C5E"/>
    <w:rsid w:val="007A2302"/>
    <w:rsid w:val="007C1315"/>
    <w:rsid w:val="007C5A8E"/>
    <w:rsid w:val="007C7496"/>
    <w:rsid w:val="007D0981"/>
    <w:rsid w:val="007D49EA"/>
    <w:rsid w:val="007D4DE7"/>
    <w:rsid w:val="007F3D8D"/>
    <w:rsid w:val="007F4E44"/>
    <w:rsid w:val="008044FF"/>
    <w:rsid w:val="00824635"/>
    <w:rsid w:val="00843144"/>
    <w:rsid w:val="00852C3E"/>
    <w:rsid w:val="00860139"/>
    <w:rsid w:val="00881FB0"/>
    <w:rsid w:val="00893407"/>
    <w:rsid w:val="00897D19"/>
    <w:rsid w:val="008A1909"/>
    <w:rsid w:val="008A3C48"/>
    <w:rsid w:val="008A78DF"/>
    <w:rsid w:val="008B549F"/>
    <w:rsid w:val="008C1DFD"/>
    <w:rsid w:val="008D63CA"/>
    <w:rsid w:val="008E6D99"/>
    <w:rsid w:val="008F7829"/>
    <w:rsid w:val="00904F13"/>
    <w:rsid w:val="00923ED7"/>
    <w:rsid w:val="00930050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3537D"/>
    <w:rsid w:val="00B41A65"/>
    <w:rsid w:val="00B530A0"/>
    <w:rsid w:val="00B5478E"/>
    <w:rsid w:val="00B630D3"/>
    <w:rsid w:val="00B667E5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7B49"/>
    <w:rsid w:val="00C60CDF"/>
    <w:rsid w:val="00C66691"/>
    <w:rsid w:val="00C66AD0"/>
    <w:rsid w:val="00C737F2"/>
    <w:rsid w:val="00C74974"/>
    <w:rsid w:val="00CA1CFC"/>
    <w:rsid w:val="00CB4CBD"/>
    <w:rsid w:val="00CE150D"/>
    <w:rsid w:val="00CF01AF"/>
    <w:rsid w:val="00CF4B7E"/>
    <w:rsid w:val="00D33CEA"/>
    <w:rsid w:val="00D4146A"/>
    <w:rsid w:val="00D45E69"/>
    <w:rsid w:val="00D63FEE"/>
    <w:rsid w:val="00D64EB4"/>
    <w:rsid w:val="00D7042E"/>
    <w:rsid w:val="00D744D4"/>
    <w:rsid w:val="00D76A11"/>
    <w:rsid w:val="00DA7163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0110D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8EE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9785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rders@condomembershipclub.com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B681DE-0FA6-4F06-ACA3-8E2DA2518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3</cp:revision>
  <cp:lastPrinted>2011-06-14T17:57:00Z</cp:lastPrinted>
  <dcterms:created xsi:type="dcterms:W3CDTF">2011-06-14T17:57:00Z</dcterms:created>
  <dcterms:modified xsi:type="dcterms:W3CDTF">2011-06-14T17:57:00Z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