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 w:rsidTr="002A1414">
        <w:trPr>
          <w:trHeight w:val="836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1B351B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255A51">
              <w:t> </w:t>
            </w:r>
            <w:r w:rsidR="002A1414">
              <w:t> </w:t>
            </w:r>
            <w:r w:rsidR="00D9612F">
              <w:t> </w:t>
            </w:r>
            <w:r w:rsidR="00DD43BF">
              <w:t> </w:t>
            </w:r>
            <w:r w:rsidR="0013585C">
              <w:t>INV33969</w:t>
            </w:r>
            <w:bookmarkStart w:id="0" w:name="_GoBack"/>
            <w:bookmarkEnd w:id="0"/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673FB9">
              <w:fldChar w:fldCharType="begin"/>
            </w:r>
            <w:r w:rsidR="00673FB9">
              <w:instrText xml:space="preserve"> DATE \@ "MMMM d, yyyy" </w:instrText>
            </w:r>
            <w:r w:rsidR="00673FB9">
              <w:fldChar w:fldCharType="separate"/>
            </w:r>
            <w:r w:rsidR="0013585C">
              <w:rPr>
                <w:noProof/>
              </w:rPr>
              <w:t>June 15, 2011</w:t>
            </w:r>
            <w:r w:rsidR="00673FB9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221892" w:rsidP="00E27198">
            <w:hyperlink r:id="rId12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FF4131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PAID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8B549F" w:rsidRDefault="002E06AE" w:rsidP="00703C78">
            <w:r>
              <w:t>Ra</w:t>
            </w:r>
            <w:r w:rsidR="00FF4131">
              <w:t>fael</w:t>
            </w:r>
          </w:p>
          <w:p w:rsidR="00FF4131" w:rsidRDefault="00FF4131" w:rsidP="00703C78">
            <w:r>
              <w:t>EIC Media</w:t>
            </w:r>
          </w:p>
          <w:p w:rsidR="00FF4131" w:rsidRDefault="00FF4131" w:rsidP="00703C78">
            <w:r>
              <w:t>7750 The Bluffs Suite 104</w:t>
            </w:r>
          </w:p>
          <w:p w:rsidR="00FF4131" w:rsidRDefault="00FF4131" w:rsidP="00703C78">
            <w:r>
              <w:t>Austell, GA 30168</w:t>
            </w:r>
          </w:p>
          <w:p w:rsidR="00FF4131" w:rsidRDefault="00FF4131" w:rsidP="00703C78">
            <w:r>
              <w:t>703-577-9443</w:t>
            </w:r>
          </w:p>
          <w:p w:rsidR="00FF4131" w:rsidRPr="001E3C2E" w:rsidRDefault="00221892" w:rsidP="00703C78">
            <w:hyperlink r:id="rId13" w:history="1">
              <w:r w:rsidR="00FF4131">
                <w:rPr>
                  <w:rStyle w:val="Hyperlink"/>
                </w:rPr>
                <w:t>info@hotelsetctvo.com</w:t>
              </w:r>
            </w:hyperlink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FF4131" w:rsidRDefault="00FF4131" w:rsidP="00FF4131">
            <w:r>
              <w:t>Rafael</w:t>
            </w:r>
          </w:p>
          <w:p w:rsidR="00FF4131" w:rsidRDefault="00FF4131" w:rsidP="00FF4131">
            <w:r>
              <w:t>EIC Media</w:t>
            </w:r>
          </w:p>
          <w:p w:rsidR="00FF4131" w:rsidRDefault="00FF4131" w:rsidP="00FF4131">
            <w:r>
              <w:t>7750 The Bluffs Suite 104</w:t>
            </w:r>
          </w:p>
          <w:p w:rsidR="00FF4131" w:rsidRDefault="00FF4131" w:rsidP="00FF4131">
            <w:r>
              <w:t>Austell, GA 30168</w:t>
            </w:r>
          </w:p>
          <w:p w:rsidR="00FF4131" w:rsidRDefault="00FF4131" w:rsidP="00FF4131">
            <w:r>
              <w:t>703-577-9443</w:t>
            </w:r>
          </w:p>
          <w:p w:rsidR="00703C78" w:rsidRPr="001E3C2E" w:rsidRDefault="00221892" w:rsidP="00FF4131">
            <w:hyperlink r:id="rId14" w:history="1">
              <w:r w:rsidR="00FF4131">
                <w:rPr>
                  <w:rStyle w:val="Hyperlink"/>
                </w:rPr>
                <w:t>info@hotelsetctvo.com</w:t>
              </w:r>
            </w:hyperlink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9A32BC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A428D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2A428D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2A428D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A428D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A428D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A428D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A428D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A428D">
            <w:pPr>
              <w:pStyle w:val="ColumnHeadings"/>
            </w:pPr>
            <w:r>
              <w:t>due date</w:t>
            </w:r>
          </w:p>
        </w:tc>
      </w:tr>
      <w:tr w:rsidR="009A32BC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FF4131" w:rsidP="002A428D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255A51" w:rsidRDefault="00FF4131" w:rsidP="002A428D">
            <w:pPr>
              <w:jc w:val="center"/>
            </w:pPr>
            <w:r>
              <w:t>Priority Mail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2A428D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13585C" w:rsidP="002A428D">
            <w:pPr>
              <w:pStyle w:val="Centered"/>
            </w:pPr>
            <w:r>
              <w:t>06/15</w:t>
            </w:r>
            <w:r w:rsidR="002A428D">
              <w:t>/2011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2A428D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4A0560" w:rsidP="002A428D">
            <w:pPr>
              <w:pStyle w:val="Centered"/>
            </w:pPr>
            <w:r>
              <w:t>PAID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13585C" w:rsidP="002A428D">
            <w:pPr>
              <w:pStyle w:val="Centered"/>
            </w:pPr>
            <w:r>
              <w:t>06/15</w:t>
            </w:r>
            <w:r w:rsidR="002A428D">
              <w:t>/2011</w:t>
            </w:r>
          </w:p>
        </w:tc>
      </w:tr>
    </w:tbl>
    <w:p w:rsidR="009C5836" w:rsidRPr="001E3C2E" w:rsidRDefault="009C5836" w:rsidP="002A428D">
      <w:pPr>
        <w:jc w:val="center"/>
      </w:pP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2A428D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2A428D">
            <w:pPr>
              <w:pStyle w:val="ColumnHeadings"/>
            </w:pPr>
            <w:r>
              <w:t>item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2A428D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2A428D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2A428D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2A428D">
            <w:pPr>
              <w:pStyle w:val="ColumnHeadings"/>
            </w:pPr>
            <w:r>
              <w:t>line total</w:t>
            </w:r>
          </w:p>
        </w:tc>
      </w:tr>
      <w:tr w:rsidR="009520ED" w:rsidRPr="00B5478E" w:rsidTr="00783173">
        <w:trPr>
          <w:cantSplit/>
          <w:trHeight w:val="424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FF4131" w:rsidP="002A428D">
            <w:pPr>
              <w:jc w:val="center"/>
            </w:pPr>
            <w:r>
              <w:t>1000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FF4131" w:rsidP="002A428D">
            <w:pPr>
              <w:jc w:val="center"/>
            </w:pPr>
            <w:r>
              <w:t>Hotels Etc. Gold Cards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FF4131" w:rsidP="002A428D">
            <w:pPr>
              <w:jc w:val="center"/>
            </w:pPr>
            <w:r>
              <w:t>Hotels Etc. Gold Membership Cards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FF4131" w:rsidP="002A428D">
            <w:pPr>
              <w:pStyle w:val="Amount"/>
            </w:pPr>
            <w:r>
              <w:t>$2.95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FF4131" w:rsidP="002A428D">
            <w:pPr>
              <w:pStyle w:val="Amount"/>
            </w:pPr>
            <w:r>
              <w:t>$2995.00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2A428D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2A428D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2A428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2A428D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2A428D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13585C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DD43BF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DD43BF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2A428D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2A428D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2A428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DD43BF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DD43BF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2A428D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2A428D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2A428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DD43BF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DD43BF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2A428D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2A428D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2A428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2A428D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2A428D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2A428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2A428D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2A428D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2A428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2A428D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2A428D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2A428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2A428D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2A428D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2A428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6F785F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13585C">
            <w:pPr>
              <w:pStyle w:val="Amount"/>
            </w:pPr>
            <w:r>
              <w:t>$</w:t>
            </w:r>
            <w:r w:rsidR="0013585C">
              <w:t>2995</w:t>
            </w:r>
            <w:r w:rsidR="00DD43BF">
              <w:t>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$</w:t>
            </w:r>
            <w:r w:rsidR="006F785F"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DD43BF">
            <w:pPr>
              <w:pStyle w:val="Amount"/>
            </w:pPr>
            <w:r>
              <w:t>$</w:t>
            </w:r>
            <w:r w:rsidR="0013585C">
              <w:t>2995</w:t>
            </w:r>
            <w:r w:rsidR="00DD43BF">
              <w:t>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D64EB4">
        <w:rPr>
          <w:rFonts w:ascii="Bookman Old Style" w:hAnsi="Bookman Old Style"/>
          <w:b w:val="0"/>
          <w:sz w:val="16"/>
        </w:rPr>
        <w:t>Make all checks payable to hotels etc., inc.</w:t>
      </w:r>
    </w:p>
    <w:p w:rsidR="00D64EB4" w:rsidRDefault="00DD43BF" w:rsidP="00D64EB4">
      <w:pPr>
        <w:pStyle w:val="Thankyou"/>
      </w:pPr>
      <w:r>
        <w:t>ALL</w:t>
      </w:r>
      <w:r w:rsidR="00D64EB4">
        <w:t>WHOLE 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892" w:rsidRDefault="00221892">
      <w:r>
        <w:separator/>
      </w:r>
    </w:p>
  </w:endnote>
  <w:endnote w:type="continuationSeparator" w:id="0">
    <w:p w:rsidR="00221892" w:rsidRDefault="00221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892" w:rsidRDefault="00221892">
      <w:r>
        <w:separator/>
      </w:r>
    </w:p>
  </w:footnote>
  <w:footnote w:type="continuationSeparator" w:id="0">
    <w:p w:rsidR="00221892" w:rsidRDefault="002218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B6824"/>
    <w:rsid w:val="000C60AF"/>
    <w:rsid w:val="000E592C"/>
    <w:rsid w:val="001055DF"/>
    <w:rsid w:val="0013585C"/>
    <w:rsid w:val="0015744F"/>
    <w:rsid w:val="001724F6"/>
    <w:rsid w:val="001B1844"/>
    <w:rsid w:val="001B351B"/>
    <w:rsid w:val="001B5462"/>
    <w:rsid w:val="001B5F25"/>
    <w:rsid w:val="001C3062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21892"/>
    <w:rsid w:val="00232AD8"/>
    <w:rsid w:val="00246484"/>
    <w:rsid w:val="00251C32"/>
    <w:rsid w:val="00255A51"/>
    <w:rsid w:val="002A1414"/>
    <w:rsid w:val="002A428D"/>
    <w:rsid w:val="002D1C9A"/>
    <w:rsid w:val="002E06AE"/>
    <w:rsid w:val="00326411"/>
    <w:rsid w:val="003303C7"/>
    <w:rsid w:val="00341D54"/>
    <w:rsid w:val="003465E2"/>
    <w:rsid w:val="00360D3D"/>
    <w:rsid w:val="003756B5"/>
    <w:rsid w:val="00387AB1"/>
    <w:rsid w:val="00387E68"/>
    <w:rsid w:val="003B7E00"/>
    <w:rsid w:val="003C3CB7"/>
    <w:rsid w:val="003D6485"/>
    <w:rsid w:val="003E3D7F"/>
    <w:rsid w:val="003F03CA"/>
    <w:rsid w:val="00413CC1"/>
    <w:rsid w:val="00416A5B"/>
    <w:rsid w:val="00431FA2"/>
    <w:rsid w:val="00436B94"/>
    <w:rsid w:val="004526C5"/>
    <w:rsid w:val="004724E4"/>
    <w:rsid w:val="00473FA7"/>
    <w:rsid w:val="004776DC"/>
    <w:rsid w:val="004801EC"/>
    <w:rsid w:val="004A0560"/>
    <w:rsid w:val="004D4988"/>
    <w:rsid w:val="004D6D3B"/>
    <w:rsid w:val="004D7921"/>
    <w:rsid w:val="004E3995"/>
    <w:rsid w:val="00522EAB"/>
    <w:rsid w:val="00531C77"/>
    <w:rsid w:val="005404D4"/>
    <w:rsid w:val="00551108"/>
    <w:rsid w:val="00552F77"/>
    <w:rsid w:val="00571D72"/>
    <w:rsid w:val="0058338F"/>
    <w:rsid w:val="00584C74"/>
    <w:rsid w:val="00584EBA"/>
    <w:rsid w:val="005A146F"/>
    <w:rsid w:val="005A6D66"/>
    <w:rsid w:val="005B7ABD"/>
    <w:rsid w:val="00600789"/>
    <w:rsid w:val="0061045D"/>
    <w:rsid w:val="006171BA"/>
    <w:rsid w:val="00640AAC"/>
    <w:rsid w:val="00647F33"/>
    <w:rsid w:val="0065596D"/>
    <w:rsid w:val="00673FB9"/>
    <w:rsid w:val="00697814"/>
    <w:rsid w:val="006C38F5"/>
    <w:rsid w:val="006C4528"/>
    <w:rsid w:val="006C6182"/>
    <w:rsid w:val="006D20D4"/>
    <w:rsid w:val="006D2782"/>
    <w:rsid w:val="006F21A0"/>
    <w:rsid w:val="006F785F"/>
    <w:rsid w:val="00703C78"/>
    <w:rsid w:val="00712789"/>
    <w:rsid w:val="00723603"/>
    <w:rsid w:val="0072385E"/>
    <w:rsid w:val="0074437D"/>
    <w:rsid w:val="007510CE"/>
    <w:rsid w:val="00751F2C"/>
    <w:rsid w:val="00763353"/>
    <w:rsid w:val="00781DFD"/>
    <w:rsid w:val="00783173"/>
    <w:rsid w:val="007A07D7"/>
    <w:rsid w:val="007A0C5E"/>
    <w:rsid w:val="007C1315"/>
    <w:rsid w:val="007C5A8E"/>
    <w:rsid w:val="007C7496"/>
    <w:rsid w:val="007D49EA"/>
    <w:rsid w:val="007F3D8D"/>
    <w:rsid w:val="007F4E44"/>
    <w:rsid w:val="007F6EA3"/>
    <w:rsid w:val="008044FF"/>
    <w:rsid w:val="00824635"/>
    <w:rsid w:val="00860139"/>
    <w:rsid w:val="008947F5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23ED7"/>
    <w:rsid w:val="0093568C"/>
    <w:rsid w:val="009463E1"/>
    <w:rsid w:val="009520ED"/>
    <w:rsid w:val="00966790"/>
    <w:rsid w:val="00971C35"/>
    <w:rsid w:val="0098251A"/>
    <w:rsid w:val="009A1F18"/>
    <w:rsid w:val="009A32BC"/>
    <w:rsid w:val="009A6AF5"/>
    <w:rsid w:val="009C5836"/>
    <w:rsid w:val="009E6065"/>
    <w:rsid w:val="009E7724"/>
    <w:rsid w:val="009F439F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B530A0"/>
    <w:rsid w:val="00B5478E"/>
    <w:rsid w:val="00B7167B"/>
    <w:rsid w:val="00B764B8"/>
    <w:rsid w:val="00B929D8"/>
    <w:rsid w:val="00B93399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0DFC"/>
    <w:rsid w:val="00C32AE1"/>
    <w:rsid w:val="00C379F1"/>
    <w:rsid w:val="00C43BE7"/>
    <w:rsid w:val="00C5114F"/>
    <w:rsid w:val="00C52E4D"/>
    <w:rsid w:val="00C60CDF"/>
    <w:rsid w:val="00C66691"/>
    <w:rsid w:val="00C66AD0"/>
    <w:rsid w:val="00C725E5"/>
    <w:rsid w:val="00C74974"/>
    <w:rsid w:val="00CA1CFC"/>
    <w:rsid w:val="00CB4CBD"/>
    <w:rsid w:val="00CC7EF1"/>
    <w:rsid w:val="00CD5589"/>
    <w:rsid w:val="00CF01AF"/>
    <w:rsid w:val="00CF48DB"/>
    <w:rsid w:val="00D33CEA"/>
    <w:rsid w:val="00D4146A"/>
    <w:rsid w:val="00D45E69"/>
    <w:rsid w:val="00D64EB4"/>
    <w:rsid w:val="00D7042E"/>
    <w:rsid w:val="00D76A11"/>
    <w:rsid w:val="00D9612F"/>
    <w:rsid w:val="00DC1152"/>
    <w:rsid w:val="00DD43BF"/>
    <w:rsid w:val="00DE09CB"/>
    <w:rsid w:val="00DE295E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C5FE3"/>
    <w:rsid w:val="00ED0A4F"/>
    <w:rsid w:val="00EE1154"/>
    <w:rsid w:val="00EF58B4"/>
    <w:rsid w:val="00F1292B"/>
    <w:rsid w:val="00F52042"/>
    <w:rsid w:val="00F64BE0"/>
    <w:rsid w:val="00F6699E"/>
    <w:rsid w:val="00F70765"/>
    <w:rsid w:val="00F70E38"/>
    <w:rsid w:val="00F734B1"/>
    <w:rsid w:val="00F971D1"/>
    <w:rsid w:val="00FB1848"/>
    <w:rsid w:val="00FB2A8C"/>
    <w:rsid w:val="00FC643D"/>
    <w:rsid w:val="00FD0114"/>
    <w:rsid w:val="00FD0E4D"/>
    <w:rsid w:val="00FE4DA0"/>
    <w:rsid w:val="00FF4131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javascript:InternalMailer(7821,8,'email1','Accounts','record_id');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billing@hotelsetc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javascript:InternalMailer(7821,8,'email1','Accounts','record_id')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192AC5-E6AF-4AD3-A224-CE7E4E049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TP030001946.dotx</Template>
  <TotalTime>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hotelsetc</cp:lastModifiedBy>
  <cp:revision>2</cp:revision>
  <cp:lastPrinted>2011-05-24T16:33:00Z</cp:lastPrinted>
  <dcterms:created xsi:type="dcterms:W3CDTF">2011-06-15T17:40:00Z</dcterms:created>
  <dcterms:modified xsi:type="dcterms:W3CDTF">2011-06-15T17:40:00Z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