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1F36B0" w:rsidP="00B5478E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4.3pt;width:216.7pt;height:50.6pt;z-index:251656704;mso-position-horizontal-relative:page;mso-position-vertical-relative:page" filled="f" stroked="f">
                  <v:textbox>
                    <w:txbxContent>
                      <w:p w:rsidR="009C5836" w:rsidRDefault="00E51BCD" w:rsidP="003303C7">
                        <w:pPr>
                          <w:ind w:right="-189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486025" cy="579370"/>
                              <wp:effectExtent l="0" t="0" r="0" b="0"/>
                              <wp:docPr id="1" name="Picture 1" descr="Logo placeholde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ogo placehold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5045" cy="58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</w:rPr>
              <w:pict>
                <v:rect id="_x0000_s1034" style="position:absolute;margin-left:-6.15pt;margin-top:-7.7pt;width:503.65pt;height:97.85pt;z-index:-251658752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133764">
              <w:t xml:space="preserve"> </w:t>
            </w:r>
            <w:r w:rsidR="00383D62">
              <w:t>INV33791</w:t>
            </w:r>
            <w:r w:rsidR="00017A97">
              <w:t xml:space="preserve"> 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0E37F4">
                <w:rPr>
                  <w:noProof/>
                </w:rPr>
                <w:t>March 7,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1F36B0" w:rsidP="00E27198">
            <w:hyperlink r:id="rId10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971C35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 w:rsidRPr="00971C35"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95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1"/>
        <w:gridCol w:w="5577"/>
        <w:gridCol w:w="557"/>
        <w:gridCol w:w="3510"/>
      </w:tblGrid>
      <w:tr w:rsidR="00012C15" w:rsidRPr="001E3C2E" w:rsidTr="000E37F4">
        <w:trPr>
          <w:trHeight w:val="1305"/>
          <w:jc w:val="center"/>
        </w:trPr>
        <w:tc>
          <w:tcPr>
            <w:tcW w:w="451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77" w:type="dxa"/>
          </w:tcPr>
          <w:p w:rsidR="000E37F4" w:rsidRDefault="000E37F4" w:rsidP="000E37F4">
            <w:r>
              <w:t xml:space="preserve"> Fahad Al Salehi - German Projection </w:t>
            </w:r>
          </w:p>
          <w:p w:rsidR="00133764" w:rsidRDefault="000E37F4" w:rsidP="000E37F4">
            <w:r>
              <w:t>Advertising Company</w:t>
            </w:r>
          </w:p>
          <w:p w:rsidR="000E37F4" w:rsidRDefault="000E37F4" w:rsidP="000E37F4">
            <w:r>
              <w:t> P.O. Box 31453</w:t>
            </w:r>
            <w:r>
              <w:br/>
              <w:t>QFC Tower</w:t>
            </w:r>
            <w:r>
              <w:br/>
              <w:t>Office 902, 9th floor</w:t>
            </w:r>
          </w:p>
          <w:p w:rsidR="000E37F4" w:rsidRDefault="000E37F4" w:rsidP="000E37F4">
            <w:r>
              <w:t>00974-55815300</w:t>
            </w:r>
          </w:p>
          <w:p w:rsidR="000E37F4" w:rsidRPr="001E3C2E" w:rsidRDefault="000E37F4" w:rsidP="000E37F4">
            <w:hyperlink r:id="rId11" w:history="1">
              <w:r>
                <w:rPr>
                  <w:rStyle w:val="Hyperlink"/>
                </w:rPr>
                <w:t>gpaest@gmail.com</w:t>
              </w:r>
            </w:hyperlink>
          </w:p>
        </w:tc>
        <w:tc>
          <w:tcPr>
            <w:tcW w:w="557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10" w:type="dxa"/>
          </w:tcPr>
          <w:p w:rsidR="000E37F4" w:rsidRDefault="000E37F4" w:rsidP="000E37F4">
            <w:r>
              <w:t xml:space="preserve"> Fahad Al Salehi - German Projection </w:t>
            </w:r>
          </w:p>
          <w:p w:rsidR="000E37F4" w:rsidRDefault="000E37F4" w:rsidP="000E37F4">
            <w:r>
              <w:t>Advertising Company</w:t>
            </w:r>
          </w:p>
          <w:p w:rsidR="000E37F4" w:rsidRDefault="000E37F4" w:rsidP="000E37F4">
            <w:r>
              <w:t> P.O. Box 31453</w:t>
            </w:r>
            <w:r>
              <w:br/>
              <w:t>QFC Tower</w:t>
            </w:r>
            <w:r>
              <w:br/>
              <w:t>Office 902, 9th floor</w:t>
            </w:r>
          </w:p>
          <w:p w:rsidR="000E37F4" w:rsidRDefault="000E37F4" w:rsidP="000E37F4">
            <w:r>
              <w:t>00974-55815300</w:t>
            </w:r>
          </w:p>
          <w:p w:rsidR="00703C78" w:rsidRPr="001E3C2E" w:rsidRDefault="000E37F4" w:rsidP="000E37F4">
            <w:hyperlink r:id="rId12" w:history="1">
              <w:r>
                <w:rPr>
                  <w:rStyle w:val="Hyperlink"/>
                </w:rPr>
                <w:t>gpaest@gmail.com</w:t>
              </w:r>
            </w:hyperlink>
          </w:p>
        </w:tc>
      </w:tr>
    </w:tbl>
    <w:p w:rsidR="000E37F4" w:rsidRDefault="000E37F4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33764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0E37F4" w:rsidP="000B0783">
            <w:pPr>
              <w:jc w:val="center"/>
            </w:pPr>
            <w:r>
              <w:t>Express Mail Signature Confirmation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Pr="000E37F4" w:rsidRDefault="000E37F4" w:rsidP="008A3C48">
            <w:pPr>
              <w:pStyle w:val="Centered"/>
              <w:rPr>
                <w:b/>
              </w:rPr>
            </w:pPr>
            <w:r w:rsidRPr="000E37F4">
              <w:rPr>
                <w:b/>
              </w:rPr>
              <w:t>EG 783885805 US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33764" w:rsidP="008A3C48">
            <w:pPr>
              <w:pStyle w:val="Centered"/>
            </w:pPr>
            <w:r>
              <w:t>Upon Payment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83D62" w:rsidP="008A3C48">
            <w:pPr>
              <w:pStyle w:val="Centered"/>
            </w:pPr>
            <w:r>
              <w:t>Western Union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83D62" w:rsidP="008A3C48">
            <w:pPr>
              <w:pStyle w:val="Centered"/>
            </w:pPr>
            <w:r>
              <w:t>03/07/2011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133764" w:rsidP="00B5478E">
            <w:r>
              <w:t>1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133764" w:rsidP="00B5478E">
            <w:r>
              <w:t>Exclusive Payment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133764" w:rsidP="00B5478E">
            <w:r>
              <w:t>Payment for the exclusive rights for the territory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0E37F4">
            <w:pPr>
              <w:pStyle w:val="Amount"/>
            </w:pPr>
            <w:r>
              <w:t>$</w:t>
            </w:r>
            <w:r w:rsidR="000E37F4">
              <w:t>2900</w:t>
            </w:r>
            <w:r w:rsidR="00133764">
              <w:t>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33764" w:rsidP="000E37F4">
            <w:pPr>
              <w:pStyle w:val="Amount"/>
            </w:pPr>
            <w:r>
              <w:t>$</w:t>
            </w:r>
            <w:r w:rsidR="000E37F4">
              <w:t>2900</w:t>
            </w:r>
            <w:r>
              <w:t>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383D62">
            <w:pPr>
              <w:pStyle w:val="Amount"/>
            </w:pPr>
            <w:r>
              <w:t>$</w:t>
            </w:r>
            <w:r w:rsidR="00383D62">
              <w:t>2900.00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383D62">
            <w:pPr>
              <w:pStyle w:val="Amount"/>
            </w:pPr>
            <w:r>
              <w:t>$</w:t>
            </w:r>
            <w:r w:rsidR="00383D62">
              <w:t>2900.00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DAE" w:rsidRDefault="00DC5DAE">
      <w:r>
        <w:separator/>
      </w:r>
    </w:p>
  </w:endnote>
  <w:endnote w:type="continuationSeparator" w:id="1">
    <w:p w:rsidR="00DC5DAE" w:rsidRDefault="00DC5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DAE" w:rsidRDefault="00DC5DAE">
      <w:r>
        <w:separator/>
      </w:r>
    </w:p>
  </w:footnote>
  <w:footnote w:type="continuationSeparator" w:id="1">
    <w:p w:rsidR="00DC5DAE" w:rsidRDefault="00DC5D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21506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37F4"/>
    <w:rsid w:val="000E592C"/>
    <w:rsid w:val="001055DF"/>
    <w:rsid w:val="00133764"/>
    <w:rsid w:val="0015744F"/>
    <w:rsid w:val="001724F6"/>
    <w:rsid w:val="001B1844"/>
    <w:rsid w:val="001B5462"/>
    <w:rsid w:val="001B5F25"/>
    <w:rsid w:val="001C79CC"/>
    <w:rsid w:val="001D6696"/>
    <w:rsid w:val="001E3C2E"/>
    <w:rsid w:val="001F1EA7"/>
    <w:rsid w:val="001F36B0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303C7"/>
    <w:rsid w:val="00341D54"/>
    <w:rsid w:val="003465E2"/>
    <w:rsid w:val="00360D3D"/>
    <w:rsid w:val="003756B5"/>
    <w:rsid w:val="00383D62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C4081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9781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1B54"/>
    <w:rsid w:val="009463E1"/>
    <w:rsid w:val="009520ED"/>
    <w:rsid w:val="00966790"/>
    <w:rsid w:val="00971184"/>
    <w:rsid w:val="00971C35"/>
    <w:rsid w:val="0098251A"/>
    <w:rsid w:val="009A1818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34089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AD331E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541C2"/>
    <w:rsid w:val="00D64EB4"/>
    <w:rsid w:val="00D7042E"/>
    <w:rsid w:val="00D76A11"/>
    <w:rsid w:val="00D774BA"/>
    <w:rsid w:val="00DC1152"/>
    <w:rsid w:val="00DC5DAE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javascript:InternalMailer(9715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InternalMailer(9715,8,'email1','Accounts','record_id');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illing@hotelsetc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2</cp:revision>
  <cp:lastPrinted>2011-02-16T18:02:00Z</cp:lastPrinted>
  <dcterms:created xsi:type="dcterms:W3CDTF">2011-03-07T18:23:00Z</dcterms:created>
  <dcterms:modified xsi:type="dcterms:W3CDTF">2011-03-07T18:23:00Z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