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0B8A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970B8A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DC0E73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DC0E73">
              <w:t> INV33796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2E326F">
                <w:rPr>
                  <w:noProof/>
                </w:rPr>
                <w:t>March 7,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970B8A" w:rsidP="0045229E">
            <w:hyperlink r:id="rId10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970B8A" w:rsidP="00D744D4">
            <w:hyperlink r:id="rId11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970B8A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C0E73" w:rsidP="008A3C48">
            <w:pPr>
              <w:pStyle w:val="Centered"/>
            </w:pPr>
            <w:r>
              <w:t>03/03</w:t>
            </w:r>
            <w:r w:rsidR="00663087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DC0E73" w:rsidP="008A3C48">
            <w:pPr>
              <w:pStyle w:val="Centered"/>
            </w:pPr>
            <w:r>
              <w:t>03/18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63087" w:rsidP="007137BE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Lifetime Condo Membership</w:t>
            </w:r>
            <w:r w:rsidR="00EF4E8E">
              <w:t xml:space="preserve"> Club memberships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</w:t>
            </w:r>
            <w:r w:rsidR="008A78DF"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8A78DF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7137BE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7137BE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C45" w:rsidRDefault="006C1C45">
      <w:r>
        <w:separator/>
      </w:r>
    </w:p>
  </w:endnote>
  <w:endnote w:type="continuationSeparator" w:id="1">
    <w:p w:rsidR="006C1C45" w:rsidRDefault="006C1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C45" w:rsidRDefault="006C1C45">
      <w:r>
        <w:separator/>
      </w:r>
    </w:p>
  </w:footnote>
  <w:footnote w:type="continuationSeparator" w:id="1">
    <w:p w:rsidR="006C1C45" w:rsidRDefault="006C1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30722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E326F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3C1C"/>
    <w:rsid w:val="005A60A4"/>
    <w:rsid w:val="005A6D66"/>
    <w:rsid w:val="005B7ABD"/>
    <w:rsid w:val="0061045D"/>
    <w:rsid w:val="006171BA"/>
    <w:rsid w:val="00633FB2"/>
    <w:rsid w:val="006408B2"/>
    <w:rsid w:val="00640AAC"/>
    <w:rsid w:val="00647F33"/>
    <w:rsid w:val="0065596D"/>
    <w:rsid w:val="00660909"/>
    <w:rsid w:val="00663087"/>
    <w:rsid w:val="00697814"/>
    <w:rsid w:val="006C1C45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71F6D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0027"/>
    <w:rsid w:val="008F7829"/>
    <w:rsid w:val="00904F13"/>
    <w:rsid w:val="00923ED7"/>
    <w:rsid w:val="0093568C"/>
    <w:rsid w:val="009463E1"/>
    <w:rsid w:val="009520ED"/>
    <w:rsid w:val="00966790"/>
    <w:rsid w:val="00970B8A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02F13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C0E7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4E8E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2011-03-07T17:12:00Z</cp:lastPrinted>
  <dcterms:created xsi:type="dcterms:W3CDTF">2011-03-07T17:30:00Z</dcterms:created>
  <dcterms:modified xsi:type="dcterms:W3CDTF">2011-03-07T17:30:00Z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