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33FB2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633FB2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INV</w:t>
            </w:r>
            <w:r w:rsidR="00B3537D">
              <w:t xml:space="preserve"> INV33769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EF4E8E">
                <w:rPr>
                  <w:noProof/>
                </w:rPr>
                <w:t>February 24,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633FB2" w:rsidP="0045229E">
            <w:hyperlink r:id="rId10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5229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633FB2" w:rsidP="00D744D4">
            <w:hyperlink r:id="rId11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633FB2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EF4E8E" w:rsidP="008A3C48">
            <w:pPr>
              <w:pStyle w:val="Centered"/>
            </w:pPr>
            <w:r>
              <w:t>02/24</w:t>
            </w:r>
            <w:r w:rsidR="007137BE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EF4E8E" w:rsidP="008A3C48">
            <w:pPr>
              <w:pStyle w:val="Centered"/>
            </w:pPr>
            <w:r>
              <w:t>03/11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EF4E8E" w:rsidP="007137BE">
            <w:pPr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Lifetime Condo Membership</w:t>
            </w:r>
            <w:r w:rsidR="00EF4E8E">
              <w:t xml:space="preserve"> Club memberships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</w:t>
            </w:r>
            <w:r w:rsidR="008A78DF"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$4</w:t>
            </w:r>
            <w:r w:rsidR="008A78DF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C1693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7137BE">
            <w:pPr>
              <w:pStyle w:val="Amount"/>
              <w:jc w:val="center"/>
            </w:pPr>
            <w:r>
              <w:t xml:space="preserve">      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$4</w:t>
            </w:r>
            <w:r w:rsidR="007137BE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$4</w:t>
            </w:r>
            <w:r w:rsidR="007137BE">
              <w:t>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C1C" w:rsidRDefault="005A3C1C">
      <w:r>
        <w:separator/>
      </w:r>
    </w:p>
  </w:endnote>
  <w:endnote w:type="continuationSeparator" w:id="1">
    <w:p w:rsidR="005A3C1C" w:rsidRDefault="005A3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C1C" w:rsidRDefault="005A3C1C">
      <w:r>
        <w:separator/>
      </w:r>
    </w:p>
  </w:footnote>
  <w:footnote w:type="continuationSeparator" w:id="1">
    <w:p w:rsidR="005A3C1C" w:rsidRDefault="005A3C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4578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136E7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C1693"/>
    <w:rsid w:val="004D4988"/>
    <w:rsid w:val="004D6D3B"/>
    <w:rsid w:val="004E39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3C1C"/>
    <w:rsid w:val="005A6D66"/>
    <w:rsid w:val="005B7ABD"/>
    <w:rsid w:val="0061045D"/>
    <w:rsid w:val="006171BA"/>
    <w:rsid w:val="00633FB2"/>
    <w:rsid w:val="006408B2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3144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44D4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4E8E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8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rders@condomembershipclub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2011-02-21T19:28:00Z</cp:lastPrinted>
  <dcterms:created xsi:type="dcterms:W3CDTF">2011-02-24T15:54:00Z</dcterms:created>
  <dcterms:modified xsi:type="dcterms:W3CDTF">2011-02-24T15:54:00Z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