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F58EE">
              <w:rPr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12.95pt;width:178.45pt;height:48pt;z-index:251656704;mso-position-horizontal-relative:page;mso-position-vertical-relative:page" filled="f" stroked="f">
                  <v:textbox>
                    <w:txbxContent>
                      <w:p w:rsidR="009C5836" w:rsidRDefault="009C5836" w:rsidP="003303C7">
                        <w:pPr>
                          <w:ind w:right="-189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FF58EE">
              <w:rPr>
                <w:i/>
                <w:noProof/>
              </w:rPr>
              <w:pict>
                <v:rect id="_x0000_s1034" style="position:absolute;margin-left:-6.15pt;margin-top:-7.7pt;width:503.65pt;height:97.85pt;z-index:-251658752;mso-position-horizontal-relative:text;mso-position-vertical-relative:text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C737F2">
              <w:t>INV33832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C737F2">
                <w:rPr>
                  <w:noProof/>
                </w:rPr>
                <w:t>March 21,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FF58EE" w:rsidP="0045229E">
            <w:hyperlink r:id="rId10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90D6F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FF58EE" w:rsidP="00D744D4">
            <w:hyperlink r:id="rId11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FF58EE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737F2" w:rsidP="008A3C48">
            <w:pPr>
              <w:pStyle w:val="Centered"/>
            </w:pPr>
            <w:r>
              <w:t>03/18</w:t>
            </w:r>
            <w:r w:rsidR="007137BE">
              <w:t>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15 Days</w:t>
            </w: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737F2" w:rsidP="008A3C48">
            <w:pPr>
              <w:pStyle w:val="Centered"/>
            </w:pPr>
            <w:r>
              <w:t>04/02</w:t>
            </w:r>
            <w:r w:rsidR="007137BE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737F2" w:rsidP="007137BE">
            <w:pPr>
              <w:jc w:val="center"/>
            </w:pPr>
            <w:r>
              <w:t>4</w:t>
            </w:r>
            <w:r w:rsidR="008A78DF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EE1154">
            <w:pPr>
              <w:pStyle w:val="Amount"/>
            </w:pPr>
            <w:r>
              <w:t>32</w:t>
            </w:r>
            <w:r w:rsidR="008A78DF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C1693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7137BE">
            <w:pPr>
              <w:pStyle w:val="Amount"/>
              <w:jc w:val="center"/>
            </w:pPr>
            <w:r>
              <w:t xml:space="preserve">      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EE1154">
            <w:pPr>
              <w:pStyle w:val="Amount"/>
            </w:pPr>
            <w:r>
              <w:t>$32</w:t>
            </w:r>
            <w:r w:rsidR="007137BE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EE1154">
            <w:pPr>
              <w:pStyle w:val="Amount"/>
            </w:pPr>
            <w:r>
              <w:t>$32</w:t>
            </w:r>
            <w:r w:rsidR="007137BE">
              <w:t>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D64EB4" w:rsidP="0045229E">
      <w:pPr>
        <w:pStyle w:val="Thankyou"/>
      </w:pPr>
      <w:r>
        <w:t>ALL WHOLE 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781" w:rsidRDefault="00374781">
      <w:r>
        <w:separator/>
      </w:r>
    </w:p>
  </w:endnote>
  <w:endnote w:type="continuationSeparator" w:id="1">
    <w:p w:rsidR="00374781" w:rsidRDefault="00374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781" w:rsidRDefault="00374781">
      <w:r>
        <w:separator/>
      </w:r>
    </w:p>
  </w:footnote>
  <w:footnote w:type="continuationSeparator" w:id="1">
    <w:p w:rsidR="00374781" w:rsidRDefault="003747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7650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73FA7"/>
    <w:rsid w:val="004776DC"/>
    <w:rsid w:val="004801EC"/>
    <w:rsid w:val="00490D6F"/>
    <w:rsid w:val="004C1693"/>
    <w:rsid w:val="004D4988"/>
    <w:rsid w:val="004D6D3B"/>
    <w:rsid w:val="004E39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5473"/>
    <w:rsid w:val="0061045D"/>
    <w:rsid w:val="006171BA"/>
    <w:rsid w:val="006408B2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44D4"/>
    <w:rsid w:val="00D76A11"/>
    <w:rsid w:val="00DA7163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9785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rders@condomembershipclub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2011-03-14T19:32:00Z</cp:lastPrinted>
  <dcterms:created xsi:type="dcterms:W3CDTF">2011-03-21T14:49:00Z</dcterms:created>
  <dcterms:modified xsi:type="dcterms:W3CDTF">2011-03-21T14:49:00Z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