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E64A1C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477528">
              <w:t> </w:t>
            </w:r>
            <w:r w:rsidR="007A672A">
              <w:t> </w:t>
            </w:r>
            <w:r w:rsidR="00FB0F2E">
              <w:t>INV33879</w:t>
            </w:r>
            <w:bookmarkStart w:id="0" w:name="_GoBack"/>
            <w:bookmarkEnd w:id="0"/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F3B71">
              <w:fldChar w:fldCharType="begin"/>
            </w:r>
            <w:r w:rsidR="002F3B71">
              <w:instrText xml:space="preserve"> DATE \@ "MMMM d, yyyy" </w:instrText>
            </w:r>
            <w:r w:rsidR="002F3B71">
              <w:fldChar w:fldCharType="separate"/>
            </w:r>
            <w:r w:rsidR="00FB0F2E">
              <w:rPr>
                <w:noProof/>
              </w:rPr>
              <w:t>May 16, 2011</w:t>
            </w:r>
            <w:r w:rsidR="002F3B71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6F56CF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FB0F2E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7A672A" w:rsidP="000B0783">
            <w:pPr>
              <w:jc w:val="center"/>
            </w:pPr>
            <w:r>
              <w:t>Express 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A672A" w:rsidP="008A3C48">
            <w:pPr>
              <w:pStyle w:val="Centered"/>
            </w:pPr>
            <w:r>
              <w:t>04/14/2011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15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7A672A" w:rsidP="008A3C48">
            <w:pPr>
              <w:pStyle w:val="Centered"/>
            </w:pPr>
            <w:r>
              <w:t>04/29/2011</w:t>
            </w:r>
          </w:p>
        </w:tc>
      </w:tr>
    </w:tbl>
    <w:p w:rsidR="009C5836" w:rsidRPr="001E3C2E" w:rsidRDefault="009C5836" w:rsidP="00897D19"/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260"/>
      </w:tblGrid>
      <w:tr w:rsidR="00205DD6" w:rsidRPr="001E3C2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26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3A2E54" w:rsidP="00FB0F2E">
            <w:pPr>
              <w:jc w:val="center"/>
            </w:pPr>
            <w:r>
              <w:t>3</w:t>
            </w:r>
            <w:r w:rsidR="000B0783">
              <w:t>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FB0F2E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FB0F2E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3A2E54" w:rsidP="00EE1154">
            <w:pPr>
              <w:pStyle w:val="Amount"/>
            </w:pPr>
            <w:r>
              <w:t>$15</w:t>
            </w:r>
            <w:r w:rsidR="000B0783">
              <w:t>00.00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0056E" w:rsidP="00FB0F2E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D0056E" w:rsidP="00FB0F2E">
            <w:pPr>
              <w:jc w:val="center"/>
            </w:pPr>
            <w:r>
              <w:t>Shipping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7A672A" w:rsidP="00FB0F2E">
            <w:pPr>
              <w:jc w:val="center"/>
            </w:pPr>
            <w:r>
              <w:t>Overnight Shipping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3464B" w:rsidP="00AE7627">
            <w:pPr>
              <w:pStyle w:val="Amount"/>
            </w:pPr>
            <w:r>
              <w:t>$25.1</w:t>
            </w:r>
            <w:r w:rsidR="007A672A">
              <w:t>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3464B" w:rsidP="00AE7627">
            <w:pPr>
              <w:pStyle w:val="Amount"/>
            </w:pPr>
            <w:r>
              <w:t>$25.1</w:t>
            </w:r>
            <w:r w:rsidR="007A672A">
              <w:t>0</w:t>
            </w:r>
          </w:p>
        </w:tc>
      </w:tr>
      <w:tr w:rsidR="009520ED" w:rsidRPr="00B5478E" w:rsidTr="00FB0F2E">
        <w:trPr>
          <w:cantSplit/>
          <w:trHeight w:val="37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138F4" w:rsidP="00FB0F2E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138F4" w:rsidP="00FB0F2E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138F4" w:rsidP="00FB0F2E">
            <w:pPr>
              <w:jc w:val="center"/>
            </w:pPr>
            <w:r>
              <w:t>First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138F4" w:rsidP="00EE1154">
            <w:pPr>
              <w:pStyle w:val="Amount"/>
            </w:pPr>
            <w:r>
              <w:t>-$525.10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B0F2E" w:rsidP="00FB0F2E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B0F2E" w:rsidP="00FB0F2E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FB0F2E" w:rsidP="00FB0F2E">
            <w:pPr>
              <w:jc w:val="center"/>
            </w:pPr>
            <w:r>
              <w:t>Final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FB0F2E" w:rsidP="00EE1154">
            <w:pPr>
              <w:pStyle w:val="Amount"/>
            </w:pPr>
            <w:r>
              <w:t>-$1000.00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FB0F2E">
            <w:pPr>
              <w:pStyle w:val="Amount"/>
            </w:pPr>
            <w:r>
              <w:t>$</w:t>
            </w:r>
            <w:r w:rsidR="001138F4">
              <w:t>0</w:t>
            </w:r>
            <w:r w:rsidR="0013464B">
              <w:t>.</w:t>
            </w:r>
            <w:r w:rsidR="001138F4">
              <w:t>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 w:rsidTr="00FB0F2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1138F4">
            <w:pPr>
              <w:pStyle w:val="Amount"/>
            </w:pPr>
            <w:r>
              <w:t>$</w:t>
            </w:r>
            <w:r w:rsidR="001138F4">
              <w:t>0.0</w:t>
            </w:r>
            <w:r w:rsidR="00AE7627">
              <w:t>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FB0F2E" w:rsidP="00D64EB4">
      <w:pPr>
        <w:pStyle w:val="Thankyou"/>
      </w:pPr>
      <w:r>
        <w:t>ALL</w:t>
      </w:r>
      <w:r w:rsidR="001138F4">
        <w:t>WHOLE</w:t>
      </w:r>
      <w:r w:rsidR="00D64EB4">
        <w:t>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6CF" w:rsidRDefault="006F56CF">
      <w:r>
        <w:separator/>
      </w:r>
    </w:p>
  </w:endnote>
  <w:endnote w:type="continuationSeparator" w:id="0">
    <w:p w:rsidR="006F56CF" w:rsidRDefault="006F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6CF" w:rsidRDefault="006F56CF">
      <w:r>
        <w:separator/>
      </w:r>
    </w:p>
  </w:footnote>
  <w:footnote w:type="continuationSeparator" w:id="0">
    <w:p w:rsidR="006F56CF" w:rsidRDefault="006F5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138F4"/>
    <w:rsid w:val="0013464B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F3B71"/>
    <w:rsid w:val="00326411"/>
    <w:rsid w:val="003303C7"/>
    <w:rsid w:val="00341D54"/>
    <w:rsid w:val="003465E2"/>
    <w:rsid w:val="00360D3D"/>
    <w:rsid w:val="00370638"/>
    <w:rsid w:val="003756B5"/>
    <w:rsid w:val="00387E68"/>
    <w:rsid w:val="003A2E54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528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65E3D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56CF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7D7"/>
    <w:rsid w:val="007A0C5E"/>
    <w:rsid w:val="007A672A"/>
    <w:rsid w:val="007C1315"/>
    <w:rsid w:val="007C5A8E"/>
    <w:rsid w:val="007C7496"/>
    <w:rsid w:val="007D49EA"/>
    <w:rsid w:val="007E0BA0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32E2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E7627"/>
    <w:rsid w:val="00B33A38"/>
    <w:rsid w:val="00B420B4"/>
    <w:rsid w:val="00B4406F"/>
    <w:rsid w:val="00B530A0"/>
    <w:rsid w:val="00B5478E"/>
    <w:rsid w:val="00B7167B"/>
    <w:rsid w:val="00B764B8"/>
    <w:rsid w:val="00B77495"/>
    <w:rsid w:val="00B929D8"/>
    <w:rsid w:val="00BA71B8"/>
    <w:rsid w:val="00BA7FA7"/>
    <w:rsid w:val="00BB4DAA"/>
    <w:rsid w:val="00BB763E"/>
    <w:rsid w:val="00BD0D4F"/>
    <w:rsid w:val="00BD73A8"/>
    <w:rsid w:val="00BD7A44"/>
    <w:rsid w:val="00BF7CEE"/>
    <w:rsid w:val="00C001A7"/>
    <w:rsid w:val="00C22B70"/>
    <w:rsid w:val="00C24CAE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C0E23"/>
    <w:rsid w:val="00CD3E72"/>
    <w:rsid w:val="00CF01AF"/>
    <w:rsid w:val="00D0056E"/>
    <w:rsid w:val="00D2159C"/>
    <w:rsid w:val="00D3253E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3771D"/>
    <w:rsid w:val="00E42426"/>
    <w:rsid w:val="00E51BCD"/>
    <w:rsid w:val="00E51ED9"/>
    <w:rsid w:val="00E6107D"/>
    <w:rsid w:val="00E64A1C"/>
    <w:rsid w:val="00E800B1"/>
    <w:rsid w:val="00E9764B"/>
    <w:rsid w:val="00EC516F"/>
    <w:rsid w:val="00ED3135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0F2E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E0003-B63A-4555-B21B-FCCB78BA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39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7</cp:revision>
  <cp:lastPrinted>2011-04-29T16:50:00Z</cp:lastPrinted>
  <dcterms:created xsi:type="dcterms:W3CDTF">2011-04-14T14:02:00Z</dcterms:created>
  <dcterms:modified xsi:type="dcterms:W3CDTF">2011-05-16T14:35:00Z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