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470FBD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653B43">
              <w:t>INV33913</w:t>
            </w:r>
          </w:p>
          <w:p w:rsidR="009C5836" w:rsidRDefault="009C5836" w:rsidP="00560D50">
            <w:pPr>
              <w:pStyle w:val="DateandNumber"/>
            </w:pPr>
            <w:r w:rsidRPr="005A6D66">
              <w:t xml:space="preserve">Date: </w:t>
            </w:r>
            <w:r w:rsidR="00797237">
              <w:fldChar w:fldCharType="begin"/>
            </w:r>
            <w:r w:rsidR="00797237">
              <w:instrText xml:space="preserve"> DATE \@ "MMMM d, yyyy" </w:instrText>
            </w:r>
            <w:r w:rsidR="00797237">
              <w:fldChar w:fldCharType="separate"/>
            </w:r>
            <w:r w:rsidR="00A65701">
              <w:rPr>
                <w:noProof/>
              </w:rPr>
              <w:t>May 23, 2011</w:t>
            </w:r>
            <w:r w:rsidR="00797237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B228A8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D84A8B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03C78" w:rsidRPr="001E3C2E" w:rsidRDefault="003303C7" w:rsidP="00703C78">
            <w:r>
              <w:t>Dr. Gerald Robison</w:t>
            </w:r>
          </w:p>
          <w:p w:rsidR="003303C7" w:rsidRDefault="003303C7" w:rsidP="00703C78">
            <w:r>
              <w:t>Wow Discounts</w:t>
            </w:r>
          </w:p>
          <w:p w:rsidR="008B549F" w:rsidRDefault="003303C7" w:rsidP="00703C78">
            <w:r>
              <w:t>6550 Mission Court Unit #6</w:t>
            </w:r>
          </w:p>
          <w:p w:rsidR="00703C78" w:rsidRPr="001E3C2E" w:rsidRDefault="003303C7" w:rsidP="00703C78">
            <w:r>
              <w:t>Jacksonville, FL 32217</w:t>
            </w:r>
          </w:p>
          <w:p w:rsidR="00703C78" w:rsidRDefault="003303C7" w:rsidP="00703C78">
            <w:r>
              <w:t>904-451-7261</w:t>
            </w:r>
          </w:p>
          <w:p w:rsidR="008B549F" w:rsidRPr="001E3C2E" w:rsidRDefault="003303C7" w:rsidP="00703C78">
            <w:r>
              <w:t>Account Number</w:t>
            </w:r>
            <w:r w:rsidR="008B549F">
              <w:t xml:space="preserve"> </w:t>
            </w:r>
            <w:r>
              <w:t>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3303C7" w:rsidRPr="001E3C2E" w:rsidRDefault="003303C7" w:rsidP="003303C7">
            <w:r>
              <w:t>Dr. Gerald Robison</w:t>
            </w:r>
          </w:p>
          <w:p w:rsidR="003303C7" w:rsidRDefault="003303C7" w:rsidP="003303C7">
            <w:r>
              <w:t>Wow Discounts</w:t>
            </w:r>
          </w:p>
          <w:p w:rsidR="003303C7" w:rsidRDefault="003303C7" w:rsidP="003303C7">
            <w:r>
              <w:t>6550 Mission Court Unit #6</w:t>
            </w:r>
          </w:p>
          <w:p w:rsidR="003303C7" w:rsidRPr="001E3C2E" w:rsidRDefault="003303C7" w:rsidP="003303C7">
            <w:r>
              <w:t>Jacksonville, FL 32217</w:t>
            </w:r>
          </w:p>
          <w:p w:rsidR="003303C7" w:rsidRDefault="003303C7" w:rsidP="003303C7">
            <w:r>
              <w:t>904-451-7261</w:t>
            </w:r>
          </w:p>
          <w:p w:rsidR="00703C78" w:rsidRPr="001E3C2E" w:rsidRDefault="003303C7" w:rsidP="003303C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0B0783" w:rsidP="000B0783">
            <w:pPr>
              <w:jc w:val="center"/>
            </w:pPr>
            <w:r>
              <w:t>Overnight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53B43" w:rsidP="008A3C48">
            <w:pPr>
              <w:pStyle w:val="Centered"/>
            </w:pPr>
            <w:r>
              <w:t>04/29/2011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53B43" w:rsidP="008A3C48">
            <w:pPr>
              <w:pStyle w:val="Centered"/>
            </w:pPr>
            <w:r>
              <w:t>04/30/2011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53B43" w:rsidP="008A3C48">
            <w:pPr>
              <w:pStyle w:val="Centered"/>
            </w:pPr>
            <w:r>
              <w:t>7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53B43" w:rsidP="008A3C48">
            <w:pPr>
              <w:pStyle w:val="Centered"/>
            </w:pPr>
            <w:r>
              <w:t>05/13/2011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653B43">
        <w:trPr>
          <w:cantSplit/>
          <w:trHeight w:val="667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653B43" w:rsidP="00653B43">
            <w:pPr>
              <w:jc w:val="center"/>
            </w:pPr>
            <w:r>
              <w:t>250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653B43" w:rsidP="00653B43">
            <w:pPr>
              <w:jc w:val="center"/>
            </w:pPr>
            <w:r>
              <w:t>Grocery Dough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653B43" w:rsidP="00653B43">
            <w:pPr>
              <w:jc w:val="center"/>
            </w:pPr>
            <w:r>
              <w:t xml:space="preserve">Grocery Dough Booklets 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53B43" w:rsidP="00EE1154">
            <w:pPr>
              <w:pStyle w:val="Amount"/>
            </w:pPr>
            <w:r>
              <w:t>$7</w:t>
            </w:r>
            <w:r w:rsidR="000B0783">
              <w:t>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653B43">
            <w:pPr>
              <w:pStyle w:val="Amount"/>
            </w:pPr>
            <w:r>
              <w:t>$</w:t>
            </w:r>
            <w:r w:rsidR="00653B43">
              <w:t>1750.00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653B43" w:rsidP="00653B43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653B43" w:rsidP="00653B43">
            <w:pPr>
              <w:jc w:val="center"/>
            </w:pPr>
            <w:r>
              <w:t>Shipping and Handling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653B43" w:rsidP="00653B43">
            <w:pPr>
              <w:jc w:val="center"/>
            </w:pPr>
            <w:r>
              <w:t>Shipping and Handling Fees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53B43" w:rsidP="00653B43">
            <w:pPr>
              <w:pStyle w:val="Amount"/>
            </w:pPr>
            <w:r>
              <w:t>$39.95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53B43" w:rsidP="00EE1154">
            <w:pPr>
              <w:pStyle w:val="Amount"/>
            </w:pPr>
            <w:r>
              <w:t>$39.95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A65701" w:rsidP="00A65701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A65701" w:rsidP="00A65701">
            <w:pPr>
              <w:jc w:val="center"/>
            </w:pPr>
            <w:r>
              <w:t>Payment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A65701" w:rsidP="00A65701">
            <w:pPr>
              <w:jc w:val="center"/>
            </w:pPr>
            <w:r>
              <w:t>1</w:t>
            </w:r>
            <w:r w:rsidRPr="00A65701">
              <w:rPr>
                <w:vertAlign w:val="superscript"/>
              </w:rPr>
              <w:t>st</w:t>
            </w:r>
            <w:r>
              <w:t xml:space="preserve"> Payment Received 5-23-11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A65701" w:rsidP="00EE1154">
            <w:pPr>
              <w:pStyle w:val="Amount"/>
            </w:pPr>
            <w:r>
              <w:t>-$789.95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A65701" w:rsidP="00EE1154">
            <w:pPr>
              <w:pStyle w:val="Amount"/>
            </w:pPr>
            <w:r>
              <w:t>-$789.95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A65701">
            <w:pPr>
              <w:pStyle w:val="Amount"/>
            </w:pPr>
            <w:r>
              <w:t>$1</w:t>
            </w:r>
            <w:r w:rsidR="00A65701">
              <w:t>000.00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A65701">
            <w:pPr>
              <w:pStyle w:val="Amount"/>
            </w:pPr>
            <w:r>
              <w:t>$</w:t>
            </w:r>
            <w:r w:rsidR="00A65701">
              <w:t>1000.00</w:t>
            </w:r>
            <w:bookmarkStart w:id="0" w:name="_GoBack"/>
            <w:bookmarkEnd w:id="0"/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653B43" w:rsidP="00D64EB4">
      <w:pPr>
        <w:pStyle w:val="Thankyou"/>
      </w:pPr>
      <w:r>
        <w:t>ALL</w:t>
      </w:r>
      <w:r w:rsidR="00D64EB4">
        <w:t>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8A8" w:rsidRDefault="00B228A8">
      <w:r>
        <w:separator/>
      </w:r>
    </w:p>
  </w:endnote>
  <w:endnote w:type="continuationSeparator" w:id="0">
    <w:p w:rsidR="00B228A8" w:rsidRDefault="00B22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8A8" w:rsidRDefault="00B228A8">
      <w:r>
        <w:separator/>
      </w:r>
    </w:p>
  </w:footnote>
  <w:footnote w:type="continuationSeparator" w:id="0">
    <w:p w:rsidR="00B228A8" w:rsidRDefault="00B22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773A4"/>
    <w:rsid w:val="00184BFD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93340"/>
    <w:rsid w:val="00326411"/>
    <w:rsid w:val="003303C7"/>
    <w:rsid w:val="00341D54"/>
    <w:rsid w:val="003465E2"/>
    <w:rsid w:val="00360D3D"/>
    <w:rsid w:val="003756B5"/>
    <w:rsid w:val="00387E68"/>
    <w:rsid w:val="003B7E00"/>
    <w:rsid w:val="003C3CB7"/>
    <w:rsid w:val="003D6485"/>
    <w:rsid w:val="003E3D7F"/>
    <w:rsid w:val="003F03CA"/>
    <w:rsid w:val="003F13D9"/>
    <w:rsid w:val="00413CC1"/>
    <w:rsid w:val="00416A5B"/>
    <w:rsid w:val="00436B94"/>
    <w:rsid w:val="004526C5"/>
    <w:rsid w:val="00470FBD"/>
    <w:rsid w:val="00473FA7"/>
    <w:rsid w:val="004776DC"/>
    <w:rsid w:val="004801EC"/>
    <w:rsid w:val="004D4988"/>
    <w:rsid w:val="004D6D3B"/>
    <w:rsid w:val="004E3995"/>
    <w:rsid w:val="00522EAB"/>
    <w:rsid w:val="00531C77"/>
    <w:rsid w:val="005404D4"/>
    <w:rsid w:val="00551108"/>
    <w:rsid w:val="00552F77"/>
    <w:rsid w:val="00560D50"/>
    <w:rsid w:val="0058338F"/>
    <w:rsid w:val="00584C74"/>
    <w:rsid w:val="00584EBA"/>
    <w:rsid w:val="005A146F"/>
    <w:rsid w:val="005A6D66"/>
    <w:rsid w:val="005B5C58"/>
    <w:rsid w:val="005B7ABD"/>
    <w:rsid w:val="0061045D"/>
    <w:rsid w:val="006171BA"/>
    <w:rsid w:val="00640AAC"/>
    <w:rsid w:val="00647F33"/>
    <w:rsid w:val="00653B43"/>
    <w:rsid w:val="0065596D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3353"/>
    <w:rsid w:val="00797237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15665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5701"/>
    <w:rsid w:val="00A67B29"/>
    <w:rsid w:val="00A71F71"/>
    <w:rsid w:val="00A8511C"/>
    <w:rsid w:val="00AB03C9"/>
    <w:rsid w:val="00B228A8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6A11"/>
    <w:rsid w:val="00D84A8B"/>
    <w:rsid w:val="00DC1152"/>
    <w:rsid w:val="00DE09CB"/>
    <w:rsid w:val="00DF0824"/>
    <w:rsid w:val="00DF7693"/>
    <w:rsid w:val="00E11187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57D44D-911B-4C54-8011-E9D6E6032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6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hotelsetc</cp:lastModifiedBy>
  <cp:revision>4</cp:revision>
  <cp:lastPrinted>2011-02-08T18:28:00Z</cp:lastPrinted>
  <dcterms:created xsi:type="dcterms:W3CDTF">2011-05-05T19:23:00Z</dcterms:created>
  <dcterms:modified xsi:type="dcterms:W3CDTF">2011-05-23T17:57:00Z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