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2A1414">
        <w:trPr>
          <w:trHeight w:val="836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bookmarkStart w:id="0" w:name="_GoBack" w:colFirst="0" w:colLast="0"/>
          <w:p w:rsidR="009C5836" w:rsidRPr="001E3C2E" w:rsidRDefault="001B351B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255A51">
              <w:t> </w:t>
            </w:r>
            <w:r w:rsidR="002A1414">
              <w:t> </w:t>
            </w:r>
            <w:r w:rsidR="00D9612F">
              <w:t> </w:t>
            </w:r>
            <w:r w:rsidR="00DD43BF">
              <w:t> INV33936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673FB9">
              <w:fldChar w:fldCharType="begin"/>
            </w:r>
            <w:r w:rsidR="00673FB9">
              <w:instrText xml:space="preserve"> DATE \@ "MMMM d, yyyy" </w:instrText>
            </w:r>
            <w:r w:rsidR="00673FB9">
              <w:fldChar w:fldCharType="separate"/>
            </w:r>
            <w:r w:rsidR="002A428D">
              <w:rPr>
                <w:noProof/>
              </w:rPr>
              <w:t>May 23, 2011</w:t>
            </w:r>
            <w:r w:rsidR="00673FB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B2AC5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F4131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  <w:bookmarkEnd w:id="0"/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2E06AE" w:rsidP="00703C78">
            <w:r>
              <w:t>Ra</w:t>
            </w:r>
            <w:r w:rsidR="00FF4131">
              <w:t>fael</w:t>
            </w:r>
          </w:p>
          <w:p w:rsidR="00FF4131" w:rsidRDefault="00FF4131" w:rsidP="00703C78">
            <w:r>
              <w:t>EIC Media</w:t>
            </w:r>
          </w:p>
          <w:p w:rsidR="00FF4131" w:rsidRDefault="00FF4131" w:rsidP="00703C78">
            <w:r>
              <w:t>7750 The Bluffs Suite 104</w:t>
            </w:r>
          </w:p>
          <w:p w:rsidR="00FF4131" w:rsidRDefault="00FF4131" w:rsidP="00703C78">
            <w:r>
              <w:t>Austell, GA 30168</w:t>
            </w:r>
          </w:p>
          <w:p w:rsidR="00FF4131" w:rsidRDefault="00FF4131" w:rsidP="00703C78">
            <w:r>
              <w:t>703-577-9443</w:t>
            </w:r>
          </w:p>
          <w:p w:rsidR="00FF4131" w:rsidRPr="001E3C2E" w:rsidRDefault="006B2AC5" w:rsidP="00703C78">
            <w:hyperlink r:id="rId13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FF4131" w:rsidRDefault="00FF4131" w:rsidP="00FF4131">
            <w:r>
              <w:t>Rafael</w:t>
            </w:r>
          </w:p>
          <w:p w:rsidR="00FF4131" w:rsidRDefault="00FF4131" w:rsidP="00FF4131">
            <w:r>
              <w:t>EIC Media</w:t>
            </w:r>
          </w:p>
          <w:p w:rsidR="00FF4131" w:rsidRDefault="00FF4131" w:rsidP="00FF4131">
            <w:r>
              <w:t>7750 The Bluffs Suite 104</w:t>
            </w:r>
          </w:p>
          <w:p w:rsidR="00FF4131" w:rsidRDefault="00FF4131" w:rsidP="00FF4131">
            <w:r>
              <w:t>Austell, GA 30168</w:t>
            </w:r>
          </w:p>
          <w:p w:rsidR="00FF4131" w:rsidRDefault="00FF4131" w:rsidP="00FF4131">
            <w:r>
              <w:t>703-577-9443</w:t>
            </w:r>
          </w:p>
          <w:p w:rsidR="00703C78" w:rsidRPr="001E3C2E" w:rsidRDefault="006B2AC5" w:rsidP="00FF4131">
            <w:hyperlink r:id="rId14" w:history="1">
              <w:r w:rsidR="00FF4131">
                <w:rPr>
                  <w:rStyle w:val="Hyperlink"/>
                </w:rPr>
                <w:t>info@hotelsetctvo.com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2A428D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A428D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A428D">
            <w:pPr>
              <w:pStyle w:val="ColumnHeadings"/>
            </w:pPr>
            <w:r>
              <w:t>due date</w:t>
            </w:r>
          </w:p>
        </w:tc>
      </w:tr>
      <w:tr w:rsidR="009A32BC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F4131" w:rsidP="002A428D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255A51" w:rsidRDefault="00FF4131" w:rsidP="002A428D">
            <w:pPr>
              <w:jc w:val="center"/>
            </w:pPr>
            <w:r>
              <w:t>Priority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428D" w:rsidP="002A428D">
            <w:pPr>
              <w:pStyle w:val="Centered"/>
            </w:pPr>
            <w:r>
              <w:t>05/24/2011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2A428D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4A0560" w:rsidP="002A428D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2A428D" w:rsidP="002A428D">
            <w:pPr>
              <w:pStyle w:val="Centered"/>
            </w:pPr>
            <w:r>
              <w:t>05/23/2011</w:t>
            </w:r>
          </w:p>
        </w:tc>
      </w:tr>
    </w:tbl>
    <w:p w:rsidR="009C5836" w:rsidRPr="001E3C2E" w:rsidRDefault="009C5836" w:rsidP="002A428D">
      <w:pPr>
        <w:jc w:val="center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69"/>
        <w:gridCol w:w="1169"/>
        <w:gridCol w:w="3987"/>
        <w:gridCol w:w="353"/>
        <w:gridCol w:w="1166"/>
        <w:gridCol w:w="1166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item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2A428D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Hotels Etc.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F4131" w:rsidP="002A428D">
            <w:pPr>
              <w:jc w:val="center"/>
            </w:pPr>
            <w:r>
              <w:t>Hotels Etc. Gold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A428D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F4131" w:rsidP="002A428D">
            <w:pPr>
              <w:pStyle w:val="Amount"/>
            </w:pPr>
            <w:r>
              <w:t>$2995.00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3/2 night free hotel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3/2 Hotels Getaway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2A428D" w:rsidP="002A428D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2A428D" w:rsidP="002A428D">
            <w:pPr>
              <w:pStyle w:val="Amount"/>
            </w:pPr>
            <w:r>
              <w:t>$250.00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>Free airfare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>Free companion Airfare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$17.00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$850.00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>Restaurants Savings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>Restaurant Savings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$4.50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$225.00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2A428D" w:rsidP="002A428D">
            <w:pPr>
              <w:jc w:val="center"/>
            </w:pPr>
            <w:r>
              <w:t>50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>Groceries Savings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D43BF" w:rsidP="002A428D">
            <w:pPr>
              <w:jc w:val="center"/>
            </w:pPr>
            <w:r>
              <w:t xml:space="preserve">Groceries Savings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$4.50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D43BF" w:rsidP="00DD43BF">
            <w:pPr>
              <w:pStyle w:val="Amount"/>
            </w:pPr>
            <w:r>
              <w:t>$225.00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A42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2A428D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DD43BF">
            <w:pPr>
              <w:pStyle w:val="Amount"/>
            </w:pPr>
            <w:r>
              <w:t>$</w:t>
            </w:r>
            <w:r w:rsidR="00DD43BF">
              <w:t>4545.00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DD43BF">
            <w:pPr>
              <w:pStyle w:val="Amount"/>
            </w:pPr>
            <w:r>
              <w:t>$</w:t>
            </w:r>
            <w:r w:rsidR="00DD43BF">
              <w:t>4545.00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D43BF" w:rsidP="00D64EB4">
      <w:pPr>
        <w:pStyle w:val="Thankyou"/>
      </w:pPr>
      <w:r>
        <w:t>ALL</w:t>
      </w:r>
      <w:r w:rsidR="00D64EB4">
        <w:t>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AC5" w:rsidRDefault="006B2AC5">
      <w:r>
        <w:separator/>
      </w:r>
    </w:p>
  </w:endnote>
  <w:endnote w:type="continuationSeparator" w:id="0">
    <w:p w:rsidR="006B2AC5" w:rsidRDefault="006B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AC5" w:rsidRDefault="006B2AC5">
      <w:r>
        <w:separator/>
      </w:r>
    </w:p>
  </w:footnote>
  <w:footnote w:type="continuationSeparator" w:id="0">
    <w:p w:rsidR="006B2AC5" w:rsidRDefault="006B2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351B"/>
    <w:rsid w:val="001B5462"/>
    <w:rsid w:val="001B5F25"/>
    <w:rsid w:val="001C306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32AD8"/>
    <w:rsid w:val="00246484"/>
    <w:rsid w:val="00251C32"/>
    <w:rsid w:val="00255A51"/>
    <w:rsid w:val="002A1414"/>
    <w:rsid w:val="002A428D"/>
    <w:rsid w:val="002D1C9A"/>
    <w:rsid w:val="002E06AE"/>
    <w:rsid w:val="00326411"/>
    <w:rsid w:val="003303C7"/>
    <w:rsid w:val="00341D54"/>
    <w:rsid w:val="003465E2"/>
    <w:rsid w:val="00360D3D"/>
    <w:rsid w:val="003756B5"/>
    <w:rsid w:val="00387AB1"/>
    <w:rsid w:val="00387E68"/>
    <w:rsid w:val="003B7E00"/>
    <w:rsid w:val="003C3CB7"/>
    <w:rsid w:val="003D6485"/>
    <w:rsid w:val="003E3D7F"/>
    <w:rsid w:val="003F03CA"/>
    <w:rsid w:val="00413CC1"/>
    <w:rsid w:val="00416A5B"/>
    <w:rsid w:val="00431FA2"/>
    <w:rsid w:val="00436B94"/>
    <w:rsid w:val="004526C5"/>
    <w:rsid w:val="004724E4"/>
    <w:rsid w:val="00473FA7"/>
    <w:rsid w:val="004776DC"/>
    <w:rsid w:val="004801EC"/>
    <w:rsid w:val="004A0560"/>
    <w:rsid w:val="004D4988"/>
    <w:rsid w:val="004D6D3B"/>
    <w:rsid w:val="004D7921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0789"/>
    <w:rsid w:val="0061045D"/>
    <w:rsid w:val="006171BA"/>
    <w:rsid w:val="00640AAC"/>
    <w:rsid w:val="00647F33"/>
    <w:rsid w:val="0065596D"/>
    <w:rsid w:val="00673FB9"/>
    <w:rsid w:val="00697814"/>
    <w:rsid w:val="006B2AC5"/>
    <w:rsid w:val="006C38F5"/>
    <w:rsid w:val="006C4528"/>
    <w:rsid w:val="006C6182"/>
    <w:rsid w:val="006D20D4"/>
    <w:rsid w:val="006D2782"/>
    <w:rsid w:val="006F21A0"/>
    <w:rsid w:val="006F785F"/>
    <w:rsid w:val="00703C78"/>
    <w:rsid w:val="00712789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7F6EA3"/>
    <w:rsid w:val="008044FF"/>
    <w:rsid w:val="00824635"/>
    <w:rsid w:val="00860139"/>
    <w:rsid w:val="008947F5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32BC"/>
    <w:rsid w:val="009A6AF5"/>
    <w:rsid w:val="009C5836"/>
    <w:rsid w:val="009E6065"/>
    <w:rsid w:val="009E7724"/>
    <w:rsid w:val="009F439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93399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0DFC"/>
    <w:rsid w:val="00C32AE1"/>
    <w:rsid w:val="00C379F1"/>
    <w:rsid w:val="00C43BE7"/>
    <w:rsid w:val="00C5114F"/>
    <w:rsid w:val="00C52E4D"/>
    <w:rsid w:val="00C60CDF"/>
    <w:rsid w:val="00C66691"/>
    <w:rsid w:val="00C66AD0"/>
    <w:rsid w:val="00C74974"/>
    <w:rsid w:val="00CA1CFC"/>
    <w:rsid w:val="00CB4CBD"/>
    <w:rsid w:val="00CC7EF1"/>
    <w:rsid w:val="00CD5589"/>
    <w:rsid w:val="00CF01AF"/>
    <w:rsid w:val="00D33CEA"/>
    <w:rsid w:val="00D4146A"/>
    <w:rsid w:val="00D45E69"/>
    <w:rsid w:val="00D64EB4"/>
    <w:rsid w:val="00D7042E"/>
    <w:rsid w:val="00D76A11"/>
    <w:rsid w:val="00D9612F"/>
    <w:rsid w:val="00DC1152"/>
    <w:rsid w:val="00DD43BF"/>
    <w:rsid w:val="00DE09CB"/>
    <w:rsid w:val="00DE295E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C5FE3"/>
    <w:rsid w:val="00ED0A4F"/>
    <w:rsid w:val="00EE1154"/>
    <w:rsid w:val="00EF58B4"/>
    <w:rsid w:val="00F1292B"/>
    <w:rsid w:val="00F52042"/>
    <w:rsid w:val="00F64BE0"/>
    <w:rsid w:val="00F6699E"/>
    <w:rsid w:val="00F70765"/>
    <w:rsid w:val="00F70E38"/>
    <w:rsid w:val="00F971D1"/>
    <w:rsid w:val="00FB1848"/>
    <w:rsid w:val="00FB2A8C"/>
    <w:rsid w:val="00FC643D"/>
    <w:rsid w:val="00FD0114"/>
    <w:rsid w:val="00FD0E4D"/>
    <w:rsid w:val="00FE4DA0"/>
    <w:rsid w:val="00FF4131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7821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javascript:InternalMailer(7821,8,'email1','Accounts','record_id'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31641-1DB7-4AED-97D7-73DFE4D3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2011-04-27T18:22:00Z</cp:lastPrinted>
  <dcterms:created xsi:type="dcterms:W3CDTF">2011-05-23T19:24:00Z</dcterms:created>
  <dcterms:modified xsi:type="dcterms:W3CDTF">2011-05-23T19:24:00Z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