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766A18">
              <w:t xml:space="preserve"> INV5115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714B83">
              <w:rPr>
                <w:noProof/>
              </w:rPr>
              <w:t>August 13,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2F4A5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714B8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08/13/2012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8A3C48">
            <w:pPr>
              <w:pStyle w:val="Centered"/>
            </w:pPr>
            <w:r>
              <w:t>08/17/2012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66A18" w:rsidP="00766A18">
            <w:pPr>
              <w:pStyle w:val="Centered"/>
            </w:pPr>
            <w:r>
              <w:t>08/20</w:t>
            </w:r>
            <w:r w:rsidR="00603797">
              <w:t>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603797">
            <w:pPr>
              <w:jc w:val="center"/>
            </w:pPr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603797" w:rsidRPr="001E3C2E" w:rsidRDefault="00766A18" w:rsidP="00603797">
            <w:pPr>
              <w:jc w:val="center"/>
            </w:pPr>
            <w:r>
              <w:t>3/2 Nationwide Getaway Vacation Redemption Booklets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$5</w:t>
            </w:r>
            <w:r w:rsidR="00603797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$10</w:t>
            </w:r>
            <w:r w:rsidR="00603797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66A18" w:rsidP="00766A18">
            <w:pPr>
              <w:jc w:val="center"/>
            </w:pPr>
            <w:r>
              <w:t>Shipping &amp;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66A18" w:rsidP="00EE1154">
            <w:pPr>
              <w:pStyle w:val="Amount"/>
            </w:pPr>
            <w:r>
              <w:t>$14.95</w:t>
            </w:r>
            <w:bookmarkStart w:id="0" w:name="_GoBack"/>
            <w:bookmarkEnd w:id="0"/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766A18">
              <w:t>10</w:t>
            </w:r>
            <w:r w:rsidR="00603797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766A18">
            <w:pPr>
              <w:pStyle w:val="Amount"/>
            </w:pPr>
            <w:r>
              <w:t>$</w:t>
            </w:r>
            <w:r w:rsidR="00766A18">
              <w:t>1014</w:t>
            </w:r>
            <w:r w:rsidR="00603797">
              <w:t>.</w:t>
            </w:r>
            <w:r w:rsidR="00766A18">
              <w:t>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51" w:rsidRDefault="002F4A51">
      <w:r>
        <w:separator/>
      </w:r>
    </w:p>
  </w:endnote>
  <w:endnote w:type="continuationSeparator" w:id="0">
    <w:p w:rsidR="002F4A51" w:rsidRDefault="002F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51" w:rsidRDefault="002F4A51">
      <w:r>
        <w:separator/>
      </w:r>
    </w:p>
  </w:footnote>
  <w:footnote w:type="continuationSeparator" w:id="0">
    <w:p w:rsidR="002F4A51" w:rsidRDefault="002F4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D61BB"/>
    <w:rsid w:val="000E592C"/>
    <w:rsid w:val="00104E29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4A51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3797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14B83"/>
    <w:rsid w:val="00723603"/>
    <w:rsid w:val="0072385E"/>
    <w:rsid w:val="0074437D"/>
    <w:rsid w:val="007510CE"/>
    <w:rsid w:val="00751F2C"/>
    <w:rsid w:val="00763353"/>
    <w:rsid w:val="00766A18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068C2-C8C0-4981-81CF-B4E531C8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3</cp:revision>
  <cp:lastPrinted>2011-01-20T20:59:00Z</cp:lastPrinted>
  <dcterms:created xsi:type="dcterms:W3CDTF">2012-08-13T15:50:00Z</dcterms:created>
  <dcterms:modified xsi:type="dcterms:W3CDTF">2012-08-13T15:52:00Z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