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017000" w:rsidP="00B547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-54610</wp:posOffset>
                      </wp:positionV>
                      <wp:extent cx="2752090" cy="642620"/>
                      <wp:effectExtent l="635" t="2540" r="0" b="254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090" cy="642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E51BCD" w:rsidP="003303C7">
                                  <w:pPr>
                                    <w:ind w:right="-189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486025" cy="579370"/>
                                        <wp:effectExtent l="0" t="0" r="0" b="0"/>
                                        <wp:docPr id="1" name="Picture 1" descr="Logo placeholde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Logo placeholde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05045" cy="5838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4.3pt;width:216.7pt;height:50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uH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" filled="f" stroked="f">
                      <v:textbox>
                        <w:txbxContent>
                          <w:p w:rsidR="009C5836" w:rsidRDefault="00E51BCD" w:rsidP="003303C7">
                            <w:pPr>
                              <w:ind w:right="-189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486025" cy="579370"/>
                                  <wp:effectExtent l="0" t="0" r="0" b="0"/>
                                  <wp:docPr id="1" name="Picture 1" descr="Logo placehol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 placehol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5045" cy="5838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eq0Q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017A97">
              <w:t xml:space="preserve"> </w:t>
            </w:r>
            <w:r w:rsidR="00CC0E23">
              <w:t> INV</w:t>
            </w:r>
            <w:r w:rsidR="00B4688D">
              <w:t>5111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240CD9">
              <w:fldChar w:fldCharType="begin"/>
            </w:r>
            <w:r w:rsidR="00240CD9">
              <w:instrText xml:space="preserve"> DATE \@ "MMMM d, yyyy" </w:instrText>
            </w:r>
            <w:r w:rsidR="00240CD9">
              <w:fldChar w:fldCharType="separate"/>
            </w:r>
            <w:r w:rsidR="00FB6FFA">
              <w:rPr>
                <w:noProof/>
              </w:rPr>
              <w:t>July 23, 2012</w:t>
            </w:r>
            <w:r w:rsidR="00240CD9">
              <w:rPr>
                <w:noProof/>
              </w:rPr>
              <w:fldChar w:fldCharType="end"/>
            </w:r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433F05" w:rsidP="00E27198">
            <w:hyperlink r:id="rId12" w:history="1">
              <w:r w:rsidR="003303C7" w:rsidRPr="00D37DBF">
                <w:rPr>
                  <w:rStyle w:val="Hyperlink"/>
                </w:rPr>
                <w:t>billing@hotelsetc.com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B4688D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ACTIVE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703C78" w:rsidRPr="001E3C2E" w:rsidRDefault="003303C7" w:rsidP="00703C78">
            <w:r>
              <w:t>Dr. Gerald Robison</w:t>
            </w:r>
          </w:p>
          <w:p w:rsidR="003303C7" w:rsidRDefault="003303C7" w:rsidP="00703C78">
            <w:r>
              <w:t>Wow Discounts</w:t>
            </w:r>
          </w:p>
          <w:p w:rsidR="008B549F" w:rsidRDefault="003303C7" w:rsidP="00703C78">
            <w:r>
              <w:t>6550 Mission Court Unit #6</w:t>
            </w:r>
          </w:p>
          <w:p w:rsidR="00703C78" w:rsidRPr="001E3C2E" w:rsidRDefault="003303C7" w:rsidP="00703C78">
            <w:r>
              <w:t>Jacksonville, FL 32217</w:t>
            </w:r>
          </w:p>
          <w:p w:rsidR="00703C78" w:rsidRDefault="003303C7" w:rsidP="00703C78">
            <w:r>
              <w:t>904-451-7261</w:t>
            </w:r>
          </w:p>
          <w:p w:rsidR="008B549F" w:rsidRPr="001E3C2E" w:rsidRDefault="003303C7" w:rsidP="00703C78">
            <w:r>
              <w:t>Account Number</w:t>
            </w:r>
            <w:r w:rsidR="008B549F">
              <w:t xml:space="preserve"> </w:t>
            </w:r>
            <w:r>
              <w:t>ACC867</w:t>
            </w:r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3303C7" w:rsidRPr="001E3C2E" w:rsidRDefault="003303C7" w:rsidP="003303C7">
            <w:r>
              <w:t>Dr. Gerald Robison</w:t>
            </w:r>
          </w:p>
          <w:p w:rsidR="003303C7" w:rsidRDefault="003303C7" w:rsidP="003303C7">
            <w:r>
              <w:t>Wow Discounts</w:t>
            </w:r>
          </w:p>
          <w:p w:rsidR="003303C7" w:rsidRDefault="003303C7" w:rsidP="003303C7">
            <w:r>
              <w:t>6550 Mission Court Unit #6</w:t>
            </w:r>
          </w:p>
          <w:p w:rsidR="003303C7" w:rsidRPr="001E3C2E" w:rsidRDefault="003303C7" w:rsidP="003303C7">
            <w:r>
              <w:t>Jacksonville, FL 32217</w:t>
            </w:r>
          </w:p>
          <w:p w:rsidR="003303C7" w:rsidRDefault="003303C7" w:rsidP="003303C7">
            <w:r>
              <w:t>904-451-7261</w:t>
            </w:r>
          </w:p>
          <w:p w:rsidR="00703C78" w:rsidRPr="001E3C2E" w:rsidRDefault="003303C7" w:rsidP="003303C7">
            <w:r>
              <w:t>Account Number ACC867</w:t>
            </w:r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000ADD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000ADD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0B0783" w:rsidP="008A3C48">
            <w:pPr>
              <w:pStyle w:val="Centered"/>
            </w:pPr>
            <w:r>
              <w:t>USPS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3303C7" w:rsidRDefault="009D73E8" w:rsidP="000B0783">
            <w:pPr>
              <w:jc w:val="center"/>
            </w:pPr>
            <w:r>
              <w:t>Priority</w:t>
            </w:r>
          </w:p>
          <w:p w:rsidR="00CC0E23" w:rsidRDefault="00CC0E23" w:rsidP="000B0783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B4688D" w:rsidP="008A3C48">
            <w:pPr>
              <w:pStyle w:val="Centered"/>
            </w:pPr>
            <w:r>
              <w:t>06/29/12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B4688D" w:rsidP="008A3C48">
            <w:pPr>
              <w:pStyle w:val="Centered"/>
            </w:pPr>
            <w:r>
              <w:t>07/06/12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FB6FFA" w:rsidP="008A3C48">
            <w:pPr>
              <w:pStyle w:val="Centered"/>
            </w:pPr>
            <w:r>
              <w:t>Due on R</w:t>
            </w:r>
            <w:bookmarkStart w:id="0" w:name="_GoBack"/>
            <w:bookmarkEnd w:id="0"/>
            <w:r w:rsidRPr="00FB6FFA">
              <w:t>eceipt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B4688D" w:rsidP="00000ADD">
            <w:pPr>
              <w:jc w:val="center"/>
            </w:pPr>
            <w:r>
              <w:t>1</w:t>
            </w:r>
            <w:r w:rsidR="000B0783">
              <w:t>00</w:t>
            </w: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B0783" w:rsidP="00000ADD">
            <w:pPr>
              <w:jc w:val="center"/>
            </w:pPr>
            <w:r>
              <w:t>HE Gold Cards</w:t>
            </w: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B0783" w:rsidP="00000ADD">
            <w:pPr>
              <w:jc w:val="center"/>
            </w:pPr>
            <w:r>
              <w:t>Hotels Etc. Gold Lifetime Membership Cards</w:t>
            </w:r>
            <w:r w:rsidR="00B4688D">
              <w:t xml:space="preserve"> </w:t>
            </w:r>
            <w:r w:rsidR="00B4688D" w:rsidRPr="00B4688D">
              <w:rPr>
                <w:highlight w:val="yellow"/>
              </w:rPr>
              <w:t>(Shipped)</w:t>
            </w:r>
            <w:r w:rsidR="0076506D">
              <w:t xml:space="preserve"> $14.95 for Shipping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B0783" w:rsidP="00EE1154">
            <w:pPr>
              <w:pStyle w:val="Amount"/>
            </w:pPr>
            <w:r>
              <w:t>$5.00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B4688D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B4688D">
            <w:pPr>
              <w:pStyle w:val="Amount"/>
            </w:pPr>
            <w:r>
              <w:t>$</w:t>
            </w:r>
            <w:r w:rsidR="0076506D">
              <w:t>514</w:t>
            </w:r>
            <w:r w:rsidR="000B0783">
              <w:t>.</w:t>
            </w:r>
            <w:r w:rsidR="0076506D">
              <w:t>95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90550" w:rsidP="00000ADD">
            <w:pPr>
              <w:jc w:val="center"/>
            </w:pPr>
            <w:r>
              <w:t>1</w:t>
            </w:r>
            <w:r w:rsidR="00B4688D"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B4688D" w:rsidP="00000ADD">
            <w:pPr>
              <w:jc w:val="center"/>
            </w:pPr>
            <w:r>
              <w:t>Booklets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Default="00B4688D" w:rsidP="00000ADD">
            <w:pPr>
              <w:jc w:val="center"/>
            </w:pPr>
            <w:r>
              <w:t>3 Day / 2 Night Booklets</w:t>
            </w:r>
          </w:p>
          <w:p w:rsidR="00B4688D" w:rsidRPr="001E3C2E" w:rsidRDefault="00B4688D" w:rsidP="0076506D">
            <w:pPr>
              <w:jc w:val="center"/>
            </w:pPr>
            <w:r w:rsidRPr="00B4688D">
              <w:rPr>
                <w:highlight w:val="yellow"/>
              </w:rPr>
              <w:t>(Shipped)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90550" w:rsidP="00B4688D">
            <w:pPr>
              <w:pStyle w:val="Amount"/>
            </w:pPr>
            <w:r>
              <w:t>$</w:t>
            </w:r>
            <w:r w:rsidR="00B4688D">
              <w:t>5.00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90550" w:rsidP="00B4688D">
            <w:pPr>
              <w:pStyle w:val="Amount"/>
            </w:pPr>
            <w:r>
              <w:t>$</w:t>
            </w:r>
            <w:r w:rsidR="00B4688D">
              <w:t>500.00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B4688D" w:rsidP="00B4688D">
            <w:pPr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B4688D" w:rsidP="00B4688D">
            <w:pPr>
              <w:jc w:val="center"/>
            </w:pPr>
            <w:r>
              <w:t>DDD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Default="00B4688D" w:rsidP="00B4688D">
            <w:pPr>
              <w:jc w:val="center"/>
            </w:pPr>
            <w:r>
              <w:t>Discount Dining Dollars</w:t>
            </w:r>
          </w:p>
          <w:p w:rsidR="00B4688D" w:rsidRPr="001E3C2E" w:rsidRDefault="00B4688D" w:rsidP="0076506D">
            <w:pPr>
              <w:jc w:val="center"/>
            </w:pPr>
            <w:r w:rsidRPr="00B4688D">
              <w:rPr>
                <w:highlight w:val="yellow"/>
              </w:rPr>
              <w:t>(</w:t>
            </w:r>
            <w:r w:rsidR="0076506D">
              <w:rPr>
                <w:highlight w:val="yellow"/>
              </w:rPr>
              <w:t>Emailed</w:t>
            </w:r>
            <w:r w:rsidRPr="00B4688D">
              <w:rPr>
                <w:highlight w:val="yellow"/>
              </w:rPr>
              <w:t>)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B4688D" w:rsidP="00EE1154">
            <w:pPr>
              <w:pStyle w:val="Amount"/>
            </w:pPr>
            <w:r>
              <w:t>$8.00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B4688D" w:rsidP="00EE1154">
            <w:pPr>
              <w:pStyle w:val="Amount"/>
            </w:pPr>
            <w:r>
              <w:t>$800.00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B4688D" w:rsidP="00B4688D">
            <w:pPr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B4688D" w:rsidP="00B4688D">
            <w:pPr>
              <w:jc w:val="center"/>
            </w:pPr>
            <w:r>
              <w:t>CMC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Default="00B4688D" w:rsidP="00B4688D">
            <w:pPr>
              <w:jc w:val="center"/>
            </w:pPr>
            <w:r w:rsidRPr="00B4688D">
              <w:t>Condo Membership Club Access Codes</w:t>
            </w:r>
          </w:p>
          <w:p w:rsidR="00B4688D" w:rsidRPr="001E3C2E" w:rsidRDefault="00B4688D" w:rsidP="00B4688D">
            <w:pPr>
              <w:jc w:val="center"/>
            </w:pPr>
            <w:r w:rsidRPr="00B4688D">
              <w:rPr>
                <w:highlight w:val="yellow"/>
              </w:rPr>
              <w:t>(Emailed)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B4688D" w:rsidP="00EE1154">
            <w:pPr>
              <w:pStyle w:val="Amount"/>
            </w:pPr>
            <w:r>
              <w:t>$8.00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B4688D" w:rsidP="00EE1154">
            <w:pPr>
              <w:pStyle w:val="Amount"/>
            </w:pPr>
            <w:r>
              <w:t>$800.00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B3C92" w:rsidRDefault="001B3C92" w:rsidP="001B3C92">
            <w:pPr>
              <w:jc w:val="center"/>
              <w:rPr>
                <w:sz w:val="24"/>
                <w:szCs w:val="24"/>
              </w:rPr>
            </w:pPr>
            <w:r w:rsidRPr="001B3C92">
              <w:rPr>
                <w:sz w:val="24"/>
                <w:szCs w:val="24"/>
                <w:highlight w:val="yellow"/>
              </w:rPr>
              <w:t>Please Make all Payments Payable to Hotels Etc., INC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6F785F" w:rsidP="00EE1154">
            <w:pPr>
              <w:pStyle w:val="Amount"/>
            </w:pPr>
            <w:r>
              <w:t>0.00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6F785F">
            <w:pPr>
              <w:pStyle w:val="Amount"/>
              <w:jc w:val="center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76506D">
            <w:pPr>
              <w:pStyle w:val="Amount"/>
            </w:pPr>
            <w:r>
              <w:t>$</w:t>
            </w:r>
            <w:r w:rsidR="00B4688D">
              <w:t>26</w:t>
            </w:r>
            <w:r w:rsidR="0076506D">
              <w:t>14.95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EE1154">
            <w:pPr>
              <w:pStyle w:val="Amount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B4688D" w:rsidP="0076506D">
            <w:pPr>
              <w:pStyle w:val="Amount"/>
            </w:pPr>
            <w:r>
              <w:t>$26</w:t>
            </w:r>
            <w:r w:rsidR="0076506D">
              <w:t>14.95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  <w:r w:rsidRPr="00D64EB4">
        <w:rPr>
          <w:rFonts w:ascii="Bookman Old Style" w:hAnsi="Bookman Old Style"/>
          <w:b w:val="0"/>
          <w:sz w:val="16"/>
        </w:rPr>
        <w:t>Make all checks payable to hotels etc., inc.</w:t>
      </w:r>
    </w:p>
    <w:p w:rsidR="00D64EB4" w:rsidRDefault="00D64EB4" w:rsidP="00D64EB4">
      <w:pPr>
        <w:pStyle w:val="Thankyou"/>
      </w:pPr>
      <w:r>
        <w:t>ALL WHOLE SALES ARE FINAL!</w:t>
      </w:r>
    </w:p>
    <w:p w:rsidR="00D64EB4" w:rsidRDefault="00860139" w:rsidP="00D64EB4">
      <w:pPr>
        <w:pStyle w:val="Thankyou"/>
      </w:pPr>
      <w:r w:rsidRPr="0015744F">
        <w:lastRenderedPageBreak/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F05" w:rsidRDefault="00433F05">
      <w:r>
        <w:separator/>
      </w:r>
    </w:p>
  </w:endnote>
  <w:endnote w:type="continuationSeparator" w:id="0">
    <w:p w:rsidR="00433F05" w:rsidRDefault="00433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F05" w:rsidRDefault="00433F05">
      <w:r>
        <w:separator/>
      </w:r>
    </w:p>
  </w:footnote>
  <w:footnote w:type="continuationSeparator" w:id="0">
    <w:p w:rsidR="00433F05" w:rsidRDefault="00433F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0ADD"/>
    <w:rsid w:val="00002021"/>
    <w:rsid w:val="000024DC"/>
    <w:rsid w:val="00010B1C"/>
    <w:rsid w:val="00012C15"/>
    <w:rsid w:val="00012DA5"/>
    <w:rsid w:val="00017000"/>
    <w:rsid w:val="00017A97"/>
    <w:rsid w:val="000233FB"/>
    <w:rsid w:val="000403E8"/>
    <w:rsid w:val="000417F9"/>
    <w:rsid w:val="00043699"/>
    <w:rsid w:val="00047BD9"/>
    <w:rsid w:val="00056E24"/>
    <w:rsid w:val="00076639"/>
    <w:rsid w:val="000A72A8"/>
    <w:rsid w:val="000B0783"/>
    <w:rsid w:val="000B6824"/>
    <w:rsid w:val="000C60AF"/>
    <w:rsid w:val="000E592C"/>
    <w:rsid w:val="001055DF"/>
    <w:rsid w:val="00105B34"/>
    <w:rsid w:val="001558FB"/>
    <w:rsid w:val="0015744F"/>
    <w:rsid w:val="001724F6"/>
    <w:rsid w:val="00184BFD"/>
    <w:rsid w:val="001954D8"/>
    <w:rsid w:val="001B2E61"/>
    <w:rsid w:val="001B3C92"/>
    <w:rsid w:val="001B5462"/>
    <w:rsid w:val="001B5F25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0CD9"/>
    <w:rsid w:val="00246484"/>
    <w:rsid w:val="00246B6C"/>
    <w:rsid w:val="00251C32"/>
    <w:rsid w:val="00326411"/>
    <w:rsid w:val="003303C7"/>
    <w:rsid w:val="00341D54"/>
    <w:rsid w:val="003465E2"/>
    <w:rsid w:val="00360D3D"/>
    <w:rsid w:val="00370638"/>
    <w:rsid w:val="003756B5"/>
    <w:rsid w:val="00387E68"/>
    <w:rsid w:val="003B7E00"/>
    <w:rsid w:val="003C3CB7"/>
    <w:rsid w:val="003D6485"/>
    <w:rsid w:val="003E3D7F"/>
    <w:rsid w:val="003F03CA"/>
    <w:rsid w:val="00413CC1"/>
    <w:rsid w:val="00416A5B"/>
    <w:rsid w:val="00417338"/>
    <w:rsid w:val="00433F05"/>
    <w:rsid w:val="00436B94"/>
    <w:rsid w:val="004445DD"/>
    <w:rsid w:val="004526C5"/>
    <w:rsid w:val="00473FA7"/>
    <w:rsid w:val="004776DC"/>
    <w:rsid w:val="004801EC"/>
    <w:rsid w:val="00480265"/>
    <w:rsid w:val="004B233D"/>
    <w:rsid w:val="004D4988"/>
    <w:rsid w:val="004D6D3B"/>
    <w:rsid w:val="004E3995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5E1B01"/>
    <w:rsid w:val="0061045D"/>
    <w:rsid w:val="006171BA"/>
    <w:rsid w:val="00640AAC"/>
    <w:rsid w:val="0064116D"/>
    <w:rsid w:val="00647F33"/>
    <w:rsid w:val="0065596D"/>
    <w:rsid w:val="006B4924"/>
    <w:rsid w:val="006C4528"/>
    <w:rsid w:val="006C6182"/>
    <w:rsid w:val="006D20D4"/>
    <w:rsid w:val="006D2782"/>
    <w:rsid w:val="006F21A0"/>
    <w:rsid w:val="006F785F"/>
    <w:rsid w:val="00703C78"/>
    <w:rsid w:val="00723603"/>
    <w:rsid w:val="0072385E"/>
    <w:rsid w:val="0074437D"/>
    <w:rsid w:val="007510CE"/>
    <w:rsid w:val="00751F2C"/>
    <w:rsid w:val="007608C3"/>
    <w:rsid w:val="00763353"/>
    <w:rsid w:val="0076506D"/>
    <w:rsid w:val="007A00F2"/>
    <w:rsid w:val="007A07D7"/>
    <w:rsid w:val="007A0C5E"/>
    <w:rsid w:val="007C1315"/>
    <w:rsid w:val="007C5A8E"/>
    <w:rsid w:val="007C7496"/>
    <w:rsid w:val="007D49EA"/>
    <w:rsid w:val="007F3D8D"/>
    <w:rsid w:val="007F4E44"/>
    <w:rsid w:val="007F6302"/>
    <w:rsid w:val="008044FF"/>
    <w:rsid w:val="00824635"/>
    <w:rsid w:val="00860139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06C15"/>
    <w:rsid w:val="00923ED7"/>
    <w:rsid w:val="0093568C"/>
    <w:rsid w:val="009463E1"/>
    <w:rsid w:val="009507F2"/>
    <w:rsid w:val="009520ED"/>
    <w:rsid w:val="00966790"/>
    <w:rsid w:val="00971C35"/>
    <w:rsid w:val="0098251A"/>
    <w:rsid w:val="00990550"/>
    <w:rsid w:val="009A1F18"/>
    <w:rsid w:val="009A6AF5"/>
    <w:rsid w:val="009C5836"/>
    <w:rsid w:val="009D73E8"/>
    <w:rsid w:val="009E6065"/>
    <w:rsid w:val="009E7724"/>
    <w:rsid w:val="00A01966"/>
    <w:rsid w:val="00A04711"/>
    <w:rsid w:val="00A10B6B"/>
    <w:rsid w:val="00A11DBF"/>
    <w:rsid w:val="00A15E76"/>
    <w:rsid w:val="00A3488A"/>
    <w:rsid w:val="00A37015"/>
    <w:rsid w:val="00A4752F"/>
    <w:rsid w:val="00A50715"/>
    <w:rsid w:val="00A60E81"/>
    <w:rsid w:val="00A62877"/>
    <w:rsid w:val="00A67B29"/>
    <w:rsid w:val="00A71F71"/>
    <w:rsid w:val="00A8511C"/>
    <w:rsid w:val="00A91583"/>
    <w:rsid w:val="00AB03C9"/>
    <w:rsid w:val="00B4406F"/>
    <w:rsid w:val="00B4688D"/>
    <w:rsid w:val="00B530A0"/>
    <w:rsid w:val="00B5478E"/>
    <w:rsid w:val="00B7167B"/>
    <w:rsid w:val="00B764B8"/>
    <w:rsid w:val="00B929D8"/>
    <w:rsid w:val="00BA71B8"/>
    <w:rsid w:val="00BA7FA7"/>
    <w:rsid w:val="00BB4DAA"/>
    <w:rsid w:val="00BB763E"/>
    <w:rsid w:val="00BC48F8"/>
    <w:rsid w:val="00BD0D4F"/>
    <w:rsid w:val="00BD73A8"/>
    <w:rsid w:val="00BD7A44"/>
    <w:rsid w:val="00C0598A"/>
    <w:rsid w:val="00C15A6D"/>
    <w:rsid w:val="00C22B70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A1CFC"/>
    <w:rsid w:val="00CA2A8D"/>
    <w:rsid w:val="00CB4CBD"/>
    <w:rsid w:val="00CC0E23"/>
    <w:rsid w:val="00CF01AF"/>
    <w:rsid w:val="00D2159C"/>
    <w:rsid w:val="00D2742D"/>
    <w:rsid w:val="00D33CEA"/>
    <w:rsid w:val="00D4146A"/>
    <w:rsid w:val="00D45E69"/>
    <w:rsid w:val="00D64EB4"/>
    <w:rsid w:val="00D7042E"/>
    <w:rsid w:val="00D76A11"/>
    <w:rsid w:val="00DC1152"/>
    <w:rsid w:val="00DE09CB"/>
    <w:rsid w:val="00DF0824"/>
    <w:rsid w:val="00DF5146"/>
    <w:rsid w:val="00DF7693"/>
    <w:rsid w:val="00E27198"/>
    <w:rsid w:val="00E358C1"/>
    <w:rsid w:val="00E371FA"/>
    <w:rsid w:val="00E42426"/>
    <w:rsid w:val="00E51BCD"/>
    <w:rsid w:val="00E51ED9"/>
    <w:rsid w:val="00E6107D"/>
    <w:rsid w:val="00E800B1"/>
    <w:rsid w:val="00E9764B"/>
    <w:rsid w:val="00EC516F"/>
    <w:rsid w:val="00EE1154"/>
    <w:rsid w:val="00EF58B4"/>
    <w:rsid w:val="00F04294"/>
    <w:rsid w:val="00F1292B"/>
    <w:rsid w:val="00F52042"/>
    <w:rsid w:val="00F64BE0"/>
    <w:rsid w:val="00F6699E"/>
    <w:rsid w:val="00F70765"/>
    <w:rsid w:val="00F70E38"/>
    <w:rsid w:val="00FB1848"/>
    <w:rsid w:val="00FB6FFA"/>
    <w:rsid w:val="00FC643D"/>
    <w:rsid w:val="00FD0114"/>
    <w:rsid w:val="00FD0E4D"/>
    <w:rsid w:val="00FD0F0F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billing@hotelsetc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81C5CF-A69E-4A05-9B6F-F1EC1B62B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</Template>
  <TotalTime>0</TotalTime>
  <Pages>2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Home</cp:lastModifiedBy>
  <cp:revision>2</cp:revision>
  <cp:lastPrinted>2011-03-07T20:17:00Z</cp:lastPrinted>
  <dcterms:created xsi:type="dcterms:W3CDTF">2012-07-23T15:56:00Z</dcterms:created>
  <dcterms:modified xsi:type="dcterms:W3CDTF">2012-07-23T15:56:00Z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