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B4688D">
              <w:t>5111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3F619B">
              <w:rPr>
                <w:noProof/>
              </w:rPr>
              <w:t>July 23,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5F6758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3F619B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4688D" w:rsidP="008A3C48">
            <w:pPr>
              <w:pStyle w:val="Centered"/>
            </w:pPr>
            <w:r>
              <w:t>06/29/12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4688D" w:rsidP="008A3C48">
            <w:pPr>
              <w:pStyle w:val="Centered"/>
            </w:pPr>
            <w:r>
              <w:t>07/06/12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B6FFA" w:rsidP="008A3C48">
            <w:pPr>
              <w:pStyle w:val="Centered"/>
            </w:pPr>
            <w:r>
              <w:t>Due on R</w:t>
            </w:r>
            <w:r w:rsidRPr="00FB6FFA">
              <w:t>eceipt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000ADD">
            <w:pPr>
              <w:jc w:val="center"/>
            </w:pPr>
            <w:r>
              <w:t>1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000ADD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000ADD">
            <w:pPr>
              <w:jc w:val="center"/>
            </w:pPr>
            <w:r>
              <w:t>Hotels Etc. Gold Lifetime Membership Cards</w:t>
            </w:r>
            <w:r w:rsidR="00B4688D">
              <w:t xml:space="preserve"> </w:t>
            </w:r>
            <w:r w:rsidR="00B4688D" w:rsidRPr="00B4688D">
              <w:rPr>
                <w:highlight w:val="yellow"/>
              </w:rPr>
              <w:t>(Shipped)</w:t>
            </w:r>
            <w:r w:rsidR="0076506D">
              <w:t xml:space="preserve"> $14.95 for Shipping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4688D">
            <w:pPr>
              <w:pStyle w:val="Amount"/>
            </w:pPr>
            <w:r>
              <w:t>$</w:t>
            </w:r>
            <w:r w:rsidR="0076506D">
              <w:t>514</w:t>
            </w:r>
            <w:r w:rsidR="000B0783">
              <w:t>.</w:t>
            </w:r>
            <w:r w:rsidR="0076506D">
              <w:t>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90550" w:rsidP="00000ADD">
            <w:pPr>
              <w:jc w:val="center"/>
            </w:pPr>
            <w:r>
              <w:t>1</w:t>
            </w:r>
            <w:r w:rsidR="00B4688D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000ADD">
            <w:pPr>
              <w:jc w:val="center"/>
            </w:pPr>
            <w:r>
              <w:t>Booklets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4688D" w:rsidP="00000ADD">
            <w:pPr>
              <w:jc w:val="center"/>
            </w:pPr>
            <w:r>
              <w:t>3 Day / 2 Night Booklets</w:t>
            </w:r>
          </w:p>
          <w:p w:rsidR="00B4688D" w:rsidRPr="001E3C2E" w:rsidRDefault="00B4688D" w:rsidP="0076506D">
            <w:pPr>
              <w:jc w:val="center"/>
            </w:pPr>
            <w:r w:rsidRPr="00B4688D">
              <w:rPr>
                <w:highlight w:val="yellow"/>
              </w:rPr>
              <w:t>(Shipped)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90550" w:rsidP="00B4688D">
            <w:pPr>
              <w:pStyle w:val="Amount"/>
            </w:pPr>
            <w:r>
              <w:t>$</w:t>
            </w:r>
            <w:r w:rsidR="00B4688D">
              <w:t>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90550" w:rsidP="00B4688D">
            <w:pPr>
              <w:pStyle w:val="Amount"/>
            </w:pPr>
            <w:r>
              <w:t>$</w:t>
            </w:r>
            <w:r w:rsidR="00B4688D">
              <w:t>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DDD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4688D" w:rsidP="00B4688D">
            <w:pPr>
              <w:jc w:val="center"/>
            </w:pPr>
            <w:r>
              <w:t>Discount Dining Dollars</w:t>
            </w:r>
          </w:p>
          <w:p w:rsidR="00B4688D" w:rsidRPr="001E3C2E" w:rsidRDefault="00B4688D" w:rsidP="0076506D">
            <w:pPr>
              <w:jc w:val="center"/>
            </w:pPr>
            <w:r w:rsidRPr="00B4688D">
              <w:rPr>
                <w:highlight w:val="yellow"/>
              </w:rPr>
              <w:t>(</w:t>
            </w:r>
            <w:r w:rsidR="0076506D">
              <w:rPr>
                <w:highlight w:val="yellow"/>
              </w:rPr>
              <w:t>Emailed</w:t>
            </w:r>
            <w:r w:rsidRPr="00B4688D">
              <w:rPr>
                <w:highlight w:val="yellow"/>
              </w:rPr>
              <w:t>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4688D" w:rsidP="00B4688D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4688D" w:rsidP="00B4688D">
            <w:pPr>
              <w:jc w:val="center"/>
            </w:pPr>
            <w:r w:rsidRPr="00B4688D">
              <w:t>Condo Membership Club Access Codes</w:t>
            </w:r>
          </w:p>
          <w:p w:rsidR="00B4688D" w:rsidRPr="001E3C2E" w:rsidRDefault="00B4688D" w:rsidP="00B4688D">
            <w:pPr>
              <w:jc w:val="center"/>
            </w:pPr>
            <w:r w:rsidRPr="00B4688D">
              <w:rPr>
                <w:highlight w:val="yellow"/>
              </w:rPr>
              <w:t>(Emailed)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EE1154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B3C92" w:rsidRDefault="001B3C92" w:rsidP="001B3C92">
            <w:pPr>
              <w:jc w:val="center"/>
              <w:rPr>
                <w:sz w:val="24"/>
                <w:szCs w:val="24"/>
              </w:rPr>
            </w:pPr>
            <w:r w:rsidRPr="001B3C92">
              <w:rPr>
                <w:sz w:val="24"/>
                <w:szCs w:val="24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76506D">
            <w:pPr>
              <w:pStyle w:val="Amount"/>
            </w:pPr>
            <w:r>
              <w:t>$</w:t>
            </w:r>
            <w:r w:rsidR="00B4688D">
              <w:t>26</w:t>
            </w:r>
            <w:r w:rsidR="0076506D">
              <w:t>14.95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3F619B">
            <w:pPr>
              <w:pStyle w:val="Amount"/>
            </w:pPr>
            <w:r>
              <w:t>$</w:t>
            </w:r>
            <w:r w:rsidR="003F619B">
              <w:t>0.00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lastRenderedPageBreak/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58" w:rsidRDefault="005F6758">
      <w:r>
        <w:separator/>
      </w:r>
    </w:p>
  </w:endnote>
  <w:endnote w:type="continuationSeparator" w:id="0">
    <w:p w:rsidR="005F6758" w:rsidRDefault="005F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58" w:rsidRDefault="005F6758">
      <w:r>
        <w:separator/>
      </w:r>
    </w:p>
  </w:footnote>
  <w:footnote w:type="continuationSeparator" w:id="0">
    <w:p w:rsidR="005F6758" w:rsidRDefault="005F6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3F619B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F6758"/>
    <w:rsid w:val="0061045D"/>
    <w:rsid w:val="006171BA"/>
    <w:rsid w:val="00640AAC"/>
    <w:rsid w:val="0064116D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93461A-943D-4E5E-ACBE-3B3BC9D9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3</cp:revision>
  <cp:lastPrinted>2011-03-07T20:17:00Z</cp:lastPrinted>
  <dcterms:created xsi:type="dcterms:W3CDTF">2012-07-23T15:56:00Z</dcterms:created>
  <dcterms:modified xsi:type="dcterms:W3CDTF">2012-07-23T22:22:00Z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