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882A23">
              <w:rPr>
                <w:noProof/>
              </w:rPr>
              <w:t>July 25,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973247" w:rsidP="00E27198">
            <w:hyperlink r:id="rId11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882A23" w:rsidP="00703C78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703C78">
            <w:r>
              <w:t xml:space="preserve">417 N Bonnie Brae ST </w:t>
            </w:r>
          </w:p>
          <w:p w:rsidR="00882A23" w:rsidRDefault="00882A23" w:rsidP="00703C78">
            <w:r>
              <w:t>Los Angeles, CA 90026</w:t>
            </w:r>
          </w:p>
          <w:p w:rsidR="00882A23" w:rsidRDefault="00882A23" w:rsidP="00703C78">
            <w:r>
              <w:t>310-423-9329</w:t>
            </w:r>
          </w:p>
          <w:p w:rsidR="00882A23" w:rsidRPr="001E3C2E" w:rsidRDefault="00882A23" w:rsidP="00703C78">
            <w:r>
              <w:t>Account Number ACC1814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882A23" w:rsidRDefault="00882A23" w:rsidP="00882A23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882A23">
            <w:r>
              <w:t xml:space="preserve">417 N Bonnie Brae ST </w:t>
            </w:r>
          </w:p>
          <w:p w:rsidR="00882A23" w:rsidRDefault="00882A23" w:rsidP="00882A23">
            <w:r>
              <w:t>Los Angeles, CA 90026</w:t>
            </w:r>
          </w:p>
          <w:p w:rsidR="00882A23" w:rsidRDefault="00882A23" w:rsidP="00882A23">
            <w:r>
              <w:t>310-423-9329</w:t>
            </w:r>
          </w:p>
          <w:p w:rsidR="00703C78" w:rsidRPr="001E3C2E" w:rsidRDefault="00882A23" w:rsidP="00882A23">
            <w:r>
              <w:t>Account Number ACC1814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04"/>
        <w:gridCol w:w="1397"/>
        <w:gridCol w:w="2093"/>
        <w:gridCol w:w="1322"/>
        <w:gridCol w:w="1334"/>
        <w:gridCol w:w="1308"/>
        <w:gridCol w:w="1322"/>
      </w:tblGrid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23103280000008037445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07/25/12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30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 w:rsidRPr="00882A23">
              <w:rPr>
                <w:highlight w:val="yellow"/>
              </w:rPr>
              <w:t>09/01/12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882A23">
            <w:pPr>
              <w:pStyle w:val="Amount"/>
            </w:pPr>
            <w:r>
              <w:t>$</w:t>
            </w:r>
            <w:r w:rsidR="00882A23">
              <w:t>3.98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 w:rsidRPr="00882A23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882A23" w:rsidRPr="00B5478E" w:rsidRDefault="00882A23" w:rsidP="00882A23">
            <w:pPr>
              <w:pStyle w:val="Amount"/>
            </w:pPr>
            <w:r>
              <w:t>-$1000.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2987.00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>
            <w:bookmarkStart w:id="0" w:name="_GoBack"/>
            <w:bookmarkEnd w:id="0"/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2987.00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882A23">
        <w:rPr>
          <w:rFonts w:ascii="Bookman Old Style" w:hAnsi="Bookman Old Style"/>
          <w:b w:val="0"/>
          <w:sz w:val="16"/>
          <w:highlight w:val="yellow"/>
        </w:rPr>
        <w:t>Make all checks payable to hotels etc., inc</w:t>
      </w:r>
      <w:r w:rsidRPr="00D64EB4">
        <w:rPr>
          <w:rFonts w:ascii="Bookman Old Style" w:hAnsi="Bookman Old Style"/>
          <w:b w:val="0"/>
          <w:sz w:val="16"/>
        </w:rPr>
        <w:t>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47" w:rsidRDefault="00973247">
      <w:r>
        <w:separator/>
      </w:r>
    </w:p>
  </w:endnote>
  <w:endnote w:type="continuationSeparator" w:id="0">
    <w:p w:rsidR="00973247" w:rsidRDefault="00973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47" w:rsidRDefault="00973247">
      <w:r>
        <w:separator/>
      </w:r>
    </w:p>
  </w:footnote>
  <w:footnote w:type="continuationSeparator" w:id="0">
    <w:p w:rsidR="00973247" w:rsidRDefault="00973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82A23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73247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lling@hotelsetc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6D086A-45ED-43CA-B888-FEF32A8B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2012-07-25T16:04:00Z</dcterms:created>
  <dcterms:modified xsi:type="dcterms:W3CDTF">2012-07-25T16:04:00Z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