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C62757">
              <w:t>338</w:t>
            </w:r>
            <w:r w:rsidR="00064840">
              <w:t>10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064840">
              <w:rPr>
                <w:noProof/>
              </w:rPr>
              <w:t>October 5,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3846A1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064840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064840" w:rsidRDefault="00064840" w:rsidP="00703C78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Ennis Bennett</w:t>
            </w:r>
          </w:p>
          <w:p w:rsidR="00C62757" w:rsidRDefault="00064840" w:rsidP="00703C78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 xml:space="preserve"> 128 south 4th </w:t>
            </w:r>
            <w:proofErr w:type="spellStart"/>
            <w:r>
              <w:rPr>
                <w:rFonts w:ascii="Arial" w:hAnsi="Arial" w:cs="Arial"/>
                <w:color w:val="000000"/>
                <w:szCs w:val="17"/>
              </w:rPr>
              <w:t>ave</w:t>
            </w:r>
            <w:proofErr w:type="spellEnd"/>
            <w:r>
              <w:rPr>
                <w:rFonts w:ascii="Arial" w:hAnsi="Arial" w:cs="Arial"/>
                <w:color w:val="000000"/>
                <w:szCs w:val="17"/>
              </w:rPr>
              <w:t xml:space="preserve"> 2nd floor</w:t>
            </w:r>
          </w:p>
          <w:p w:rsidR="00064840" w:rsidRDefault="00064840" w:rsidP="00703C78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Mount Vernon, NY 10550</w:t>
            </w:r>
          </w:p>
          <w:p w:rsidR="00064840" w:rsidRDefault="00064840" w:rsidP="00703C78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347-445-2764</w:t>
            </w:r>
          </w:p>
          <w:p w:rsidR="00064840" w:rsidRPr="001E3C2E" w:rsidRDefault="00064840" w:rsidP="00703C78">
            <w:r>
              <w:rPr>
                <w:rFonts w:ascii="Arial" w:hAnsi="Arial" w:cs="Arial"/>
                <w:color w:val="000000"/>
                <w:szCs w:val="17"/>
              </w:rPr>
              <w:t>Account #: ACC2210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064840" w:rsidRDefault="00064840" w:rsidP="0006484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Ennis Bennett</w:t>
            </w:r>
          </w:p>
          <w:p w:rsidR="00064840" w:rsidRDefault="00064840" w:rsidP="0006484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 xml:space="preserve"> 128 south 4th </w:t>
            </w:r>
            <w:proofErr w:type="spellStart"/>
            <w:r>
              <w:rPr>
                <w:rFonts w:ascii="Arial" w:hAnsi="Arial" w:cs="Arial"/>
                <w:color w:val="000000"/>
                <w:szCs w:val="17"/>
              </w:rPr>
              <w:t>ave</w:t>
            </w:r>
            <w:proofErr w:type="spellEnd"/>
            <w:r>
              <w:rPr>
                <w:rFonts w:ascii="Arial" w:hAnsi="Arial" w:cs="Arial"/>
                <w:color w:val="000000"/>
                <w:szCs w:val="17"/>
              </w:rPr>
              <w:t xml:space="preserve"> 2nd floor</w:t>
            </w:r>
          </w:p>
          <w:p w:rsidR="00064840" w:rsidRDefault="00064840" w:rsidP="0006484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Mount Vernon, NY 10550</w:t>
            </w:r>
          </w:p>
          <w:p w:rsidR="00064840" w:rsidRDefault="00064840" w:rsidP="0006484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347-445-2764</w:t>
            </w:r>
          </w:p>
          <w:p w:rsidR="00703C78" w:rsidRPr="001E3C2E" w:rsidRDefault="00064840" w:rsidP="00064840">
            <w:r>
              <w:rPr>
                <w:rFonts w:ascii="Arial" w:hAnsi="Arial" w:cs="Arial"/>
                <w:color w:val="000000"/>
                <w:szCs w:val="17"/>
              </w:rPr>
              <w:t>Account #: ACC2210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312"/>
        <w:gridCol w:w="1400"/>
        <w:gridCol w:w="2093"/>
        <w:gridCol w:w="1374"/>
        <w:gridCol w:w="1341"/>
        <w:gridCol w:w="1317"/>
        <w:gridCol w:w="1243"/>
      </w:tblGrid>
      <w:tr w:rsidR="00064840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6275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9D73E8" w:rsidP="000B0783">
            <w:pPr>
              <w:jc w:val="center"/>
            </w:pPr>
            <w:r>
              <w:t>Priority</w:t>
            </w:r>
          </w:p>
          <w:p w:rsidR="00CC0E23" w:rsidRDefault="00CC0E23" w:rsidP="000B0783">
            <w:pPr>
              <w:jc w:val="center"/>
            </w:pPr>
            <w:r>
              <w:t>Signature Confirmation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64840" w:rsidP="008A3C48">
            <w:pPr>
              <w:pStyle w:val="Centered"/>
            </w:pPr>
            <w:r>
              <w:t>23082940000030257999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64840" w:rsidP="008A3C48">
            <w:pPr>
              <w:pStyle w:val="Centered"/>
            </w:pPr>
            <w:r>
              <w:t>10/05/2012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64840" w:rsidP="008A3C48">
            <w:pPr>
              <w:pStyle w:val="Centered"/>
            </w:pPr>
            <w:r>
              <w:t>PAID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64840" w:rsidP="008A3C48">
            <w:pPr>
              <w:pStyle w:val="Centered"/>
            </w:pPr>
            <w:r>
              <w:t>PAID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C62757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62757" w:rsidP="00C62757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C62757" w:rsidP="00C62757">
            <w:pPr>
              <w:jc w:val="center"/>
            </w:pPr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064840" w:rsidP="00C62757">
            <w:pPr>
              <w:jc w:val="center"/>
            </w:pPr>
            <w:r>
              <w:t>VIP KIT</w:t>
            </w:r>
          </w:p>
          <w:p w:rsidR="004544B0" w:rsidRPr="001E3C2E" w:rsidRDefault="00064840" w:rsidP="00C62757">
            <w:pPr>
              <w:jc w:val="center"/>
            </w:pPr>
            <w:r>
              <w:t>(shipped 50</w:t>
            </w:r>
            <w:r w:rsidR="004544B0">
              <w:t xml:space="preserve"> Cards)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62757" w:rsidP="00064840">
            <w:pPr>
              <w:pStyle w:val="Amount"/>
            </w:pPr>
            <w:r>
              <w:t>$</w:t>
            </w:r>
            <w:r w:rsidR="00064840">
              <w:t>495.00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62757" w:rsidP="00064840">
            <w:pPr>
              <w:pStyle w:val="Amount"/>
            </w:pPr>
            <w:r>
              <w:t>$</w:t>
            </w:r>
            <w:r w:rsidR="00064840">
              <w:t>495.00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64840" w:rsidP="00064840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64840" w:rsidP="00064840">
            <w:pPr>
              <w:jc w:val="center"/>
            </w:pPr>
            <w:r>
              <w:t>HE Gold Card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64840" w:rsidP="00064840">
            <w:pPr>
              <w:jc w:val="center"/>
            </w:pPr>
            <w:r>
              <w:t>Upgraded Gold Card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64840" w:rsidP="00064840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64840" w:rsidP="00064840">
            <w:pPr>
              <w:jc w:val="center"/>
            </w:pPr>
            <w:r>
              <w:t>Shipping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64840" w:rsidRDefault="00064840" w:rsidP="00C62757">
            <w:pPr>
              <w:jc w:val="center"/>
              <w:rPr>
                <w:highlight w:val="yellow"/>
              </w:rPr>
            </w:pPr>
          </w:p>
          <w:p w:rsidR="00064840" w:rsidRDefault="00064840" w:rsidP="00C62757">
            <w:pPr>
              <w:jc w:val="center"/>
              <w:rPr>
                <w:highlight w:val="yellow"/>
              </w:rPr>
            </w:pPr>
          </w:p>
          <w:p w:rsidR="00064840" w:rsidRPr="00064840" w:rsidRDefault="00064840" w:rsidP="00C62757">
            <w:pPr>
              <w:jc w:val="center"/>
            </w:pPr>
            <w:r w:rsidRPr="00064840">
              <w:t>Shipping &amp; Handling</w:t>
            </w:r>
          </w:p>
          <w:p w:rsidR="00064840" w:rsidRPr="001E3C2E" w:rsidRDefault="00064840" w:rsidP="00064840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64840" w:rsidP="00EE1154">
            <w:pPr>
              <w:pStyle w:val="Amount"/>
            </w:pPr>
            <w:r>
              <w:t>$9.95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64840" w:rsidP="00EE1154">
            <w:pPr>
              <w:pStyle w:val="Amount"/>
            </w:pPr>
            <w:r>
              <w:t>$9.95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064840" w:rsidRDefault="00064840" w:rsidP="00064840">
            <w:pPr>
              <w:jc w:val="center"/>
              <w:rPr>
                <w:highlight w:val="yellow"/>
              </w:rPr>
            </w:pPr>
            <w:r w:rsidRPr="00064840">
              <w:rPr>
                <w:highlight w:val="yellow"/>
              </w:rPr>
              <w:t>Made Payment on 10/04/12</w:t>
            </w:r>
          </w:p>
          <w:p w:rsidR="00064840" w:rsidRPr="001E3C2E" w:rsidRDefault="00064840" w:rsidP="00064840">
            <w:pPr>
              <w:jc w:val="center"/>
            </w:pPr>
            <w:r w:rsidRPr="00064840">
              <w:rPr>
                <w:highlight w:val="yellow"/>
              </w:rPr>
              <w:t>Conformation # 5254-1268-5254-5164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C949D2" w:rsidRPr="001E3C2E" w:rsidRDefault="00C949D2" w:rsidP="00C62757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064840">
            <w:pPr>
              <w:pStyle w:val="Amount"/>
            </w:pPr>
            <w:r>
              <w:t>$</w:t>
            </w:r>
            <w:r w:rsidR="00064840">
              <w:t>504.95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064840">
            <w:pPr>
              <w:pStyle w:val="Amount"/>
            </w:pPr>
            <w:r>
              <w:t>$</w:t>
            </w:r>
            <w:r w:rsidR="00064840">
              <w:t>504.94</w:t>
            </w:r>
          </w:p>
        </w:tc>
      </w:tr>
    </w:tbl>
    <w:p w:rsidR="00D64EB4" w:rsidRPr="00064840" w:rsidRDefault="00D64EB4" w:rsidP="00064840">
      <w:pPr>
        <w:pStyle w:val="Thankyou"/>
        <w:rPr>
          <w:rFonts w:ascii="Bookman Old Style" w:hAnsi="Bookman Old Style"/>
          <w:b w:val="0"/>
          <w:sz w:val="16"/>
          <w:highlight w:val="yellow"/>
        </w:rPr>
      </w:pPr>
      <w:r w:rsidRPr="00064840">
        <w:rPr>
          <w:rFonts w:ascii="Bookman Old Style" w:hAnsi="Bookman Old Style"/>
          <w:b w:val="0"/>
          <w:sz w:val="16"/>
          <w:highlight w:val="yellow"/>
        </w:rPr>
        <w:t>Make all checks payable to hotels etc., inc.</w:t>
      </w:r>
    </w:p>
    <w:p w:rsidR="00D64EB4" w:rsidRPr="00064840" w:rsidRDefault="00D64EB4" w:rsidP="00D64EB4">
      <w:pPr>
        <w:pStyle w:val="Thankyou"/>
        <w:rPr>
          <w:highlight w:val="yellow"/>
        </w:rPr>
      </w:pPr>
      <w:r w:rsidRPr="00064840">
        <w:rPr>
          <w:highlight w:val="yellow"/>
        </w:rPr>
        <w:t>ALL WHOLE SALES ARE FINAL!</w:t>
      </w:r>
    </w:p>
    <w:p w:rsidR="00D64EB4" w:rsidRDefault="00860139" w:rsidP="00D64EB4">
      <w:pPr>
        <w:pStyle w:val="Thankyou"/>
      </w:pPr>
      <w:r w:rsidRPr="00064840">
        <w:rPr>
          <w:highlight w:val="yellow"/>
        </w:rPr>
        <w:t>Thank you for your business!</w:t>
      </w:r>
      <w:bookmarkStart w:id="0" w:name="_GoBack"/>
      <w:bookmarkEnd w:id="0"/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6A1" w:rsidRDefault="003846A1">
      <w:r>
        <w:separator/>
      </w:r>
    </w:p>
  </w:endnote>
  <w:endnote w:type="continuationSeparator" w:id="0">
    <w:p w:rsidR="003846A1" w:rsidRDefault="0038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6A1" w:rsidRDefault="003846A1">
      <w:r>
        <w:separator/>
      </w:r>
    </w:p>
  </w:footnote>
  <w:footnote w:type="continuationSeparator" w:id="0">
    <w:p w:rsidR="003846A1" w:rsidRDefault="0038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64840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C1332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326411"/>
    <w:rsid w:val="003303C7"/>
    <w:rsid w:val="00341D54"/>
    <w:rsid w:val="003465E2"/>
    <w:rsid w:val="00360D3D"/>
    <w:rsid w:val="00370638"/>
    <w:rsid w:val="003756B5"/>
    <w:rsid w:val="003846A1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544B0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2FCC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B4406F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2757"/>
    <w:rsid w:val="00C66691"/>
    <w:rsid w:val="00C66AD0"/>
    <w:rsid w:val="00C74974"/>
    <w:rsid w:val="00C949D2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9BD1B8-89EF-4526-82A7-BA309DD4A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2</cp:revision>
  <cp:lastPrinted>2011-03-07T20:17:00Z</cp:lastPrinted>
  <dcterms:created xsi:type="dcterms:W3CDTF">2012-10-05T15:26:00Z</dcterms:created>
  <dcterms:modified xsi:type="dcterms:W3CDTF">2012-10-05T15:26:00Z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