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1C5883">
              <w:t>3</w:t>
            </w:r>
            <w:r w:rsidR="00B15CAB">
              <w:t>4100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725A90">
              <w:rPr>
                <w:noProof/>
              </w:rPr>
              <w:t>October 16,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125350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B300F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PAST DUE</w:t>
            </w:r>
            <w:bookmarkStart w:id="0" w:name="_GoBack"/>
            <w:bookmarkEnd w:id="0"/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B15CAB" w:rsidRDefault="00B15CAB" w:rsidP="00B15CAB">
            <w:r>
              <w:t>Vernon Williams</w:t>
            </w:r>
          </w:p>
          <w:p w:rsidR="00B15CAB" w:rsidRDefault="00B15CAB" w:rsidP="00B15CAB">
            <w:r>
              <w:t>WJXR 92.1 FM</w:t>
            </w:r>
          </w:p>
          <w:p w:rsidR="008B549F" w:rsidRDefault="00B15CAB" w:rsidP="00B15CAB">
            <w:r>
              <w:t>PO BOX #1</w:t>
            </w:r>
          </w:p>
          <w:p w:rsidR="00B15CAB" w:rsidRDefault="00B15CAB" w:rsidP="00B15CAB">
            <w:r>
              <w:t>Jacksonville, FL 32234</w:t>
            </w:r>
          </w:p>
          <w:p w:rsidR="00B15CAB" w:rsidRDefault="00B15CAB" w:rsidP="00B15CAB">
            <w:r>
              <w:t>904-451-7261</w:t>
            </w:r>
          </w:p>
          <w:p w:rsidR="00B15CAB" w:rsidRPr="001E3C2E" w:rsidRDefault="00B15CAB" w:rsidP="00B15CAB">
            <w:r>
              <w:t>Account Number ACC470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B15CAB" w:rsidRDefault="00B15CAB" w:rsidP="00B15CAB">
            <w:r>
              <w:t>Vernon Williams</w:t>
            </w:r>
          </w:p>
          <w:p w:rsidR="00B15CAB" w:rsidRDefault="00B15CAB" w:rsidP="00B15CAB">
            <w:r>
              <w:t>WJXR 92.1 FM</w:t>
            </w:r>
          </w:p>
          <w:p w:rsidR="00B15CAB" w:rsidRDefault="00B15CAB" w:rsidP="00B15CAB">
            <w:r>
              <w:t>PO BOX #1</w:t>
            </w:r>
          </w:p>
          <w:p w:rsidR="00B15CAB" w:rsidRDefault="00B15CAB" w:rsidP="00B15CAB">
            <w:r>
              <w:t>Jacksonville, FL 32234</w:t>
            </w:r>
          </w:p>
          <w:p w:rsidR="00B15CAB" w:rsidRDefault="00B15CAB" w:rsidP="00B15CAB">
            <w:r>
              <w:t>904-451-7261</w:t>
            </w:r>
          </w:p>
          <w:p w:rsidR="00703C78" w:rsidRPr="001E3C2E" w:rsidRDefault="00B15CAB" w:rsidP="00B15CAB">
            <w:r>
              <w:t>Account Number ACC470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9-21-12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9-21-12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11AF9" w:rsidP="008A3C48">
            <w:pPr>
              <w:pStyle w:val="Centered"/>
            </w:pPr>
            <w:r>
              <w:t>9-28-12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72"/>
        <w:gridCol w:w="1072"/>
        <w:gridCol w:w="4004"/>
        <w:gridCol w:w="355"/>
        <w:gridCol w:w="1166"/>
        <w:gridCol w:w="1167"/>
        <w:gridCol w:w="1244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15CAB" w:rsidP="00BD0D39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15CAB" w:rsidP="00B15CAB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15CAB" w:rsidP="00BD0D39">
            <w:pPr>
              <w:jc w:val="center"/>
            </w:pPr>
            <w:r>
              <w:t>Condo Membership Club Access Codes</w:t>
            </w:r>
          </w:p>
          <w:p w:rsidR="00B15CAB" w:rsidRPr="001E3C2E" w:rsidRDefault="00B15CAB" w:rsidP="00BD0D39">
            <w:pPr>
              <w:jc w:val="center"/>
            </w:pPr>
            <w:r w:rsidRPr="00725A90">
              <w:t>Emailed 9-21-12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B15CAB">
            <w:pPr>
              <w:pStyle w:val="Amount"/>
            </w:pPr>
            <w:r>
              <w:t>$</w:t>
            </w:r>
            <w:r w:rsidR="00B15CAB">
              <w:t>9.00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B15CAB">
            <w:pPr>
              <w:pStyle w:val="Amount"/>
            </w:pPr>
            <w:r>
              <w:t>$</w:t>
            </w:r>
            <w:r w:rsidR="00B15CAB">
              <w:t>1800.00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0D39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25A90" w:rsidP="00725A90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25A90" w:rsidP="00725A90">
            <w:pPr>
              <w:jc w:val="center"/>
            </w:pPr>
            <w:r>
              <w:t>1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25A90" w:rsidP="00725A90">
            <w:pPr>
              <w:jc w:val="center"/>
            </w:pPr>
            <w:r w:rsidRPr="00725A90">
              <w:rPr>
                <w:highlight w:val="yellow"/>
              </w:rPr>
              <w:t>Collection Fee 10%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725A90" w:rsidP="00EE1154">
            <w:pPr>
              <w:pStyle w:val="Amount"/>
            </w:pPr>
            <w:r w:rsidRPr="00725A90">
              <w:rPr>
                <w:highlight w:val="yellow"/>
              </w:rPr>
              <w:t>$180.00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15CAB">
            <w:pPr>
              <w:pStyle w:val="Amount"/>
            </w:pPr>
            <w:r>
              <w:t>$</w:t>
            </w:r>
            <w:r w:rsidR="00725A90">
              <w:t>198</w:t>
            </w:r>
            <w:r w:rsidR="00B15CAB"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15CAB">
            <w:pPr>
              <w:pStyle w:val="Amount"/>
            </w:pPr>
            <w:r w:rsidRPr="00725A90">
              <w:rPr>
                <w:highlight w:val="yellow"/>
              </w:rPr>
              <w:t>$</w:t>
            </w:r>
            <w:r w:rsidR="00725A90" w:rsidRPr="00725A90">
              <w:rPr>
                <w:highlight w:val="yellow"/>
              </w:rPr>
              <w:t>1980</w:t>
            </w:r>
            <w:r w:rsidR="00B15CAB" w:rsidRPr="00725A90">
              <w:rPr>
                <w:highlight w:val="yellow"/>
              </w:rPr>
              <w:t>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725A90" w:rsidRDefault="00D64EB4" w:rsidP="00D64EB4">
      <w:pPr>
        <w:pStyle w:val="Thankyou"/>
        <w:rPr>
          <w:rFonts w:ascii="Bookman Old Style" w:hAnsi="Bookman Old Style"/>
          <w:b w:val="0"/>
          <w:sz w:val="24"/>
          <w:szCs w:val="24"/>
        </w:rPr>
      </w:pPr>
    </w:p>
    <w:p w:rsidR="00D64EB4" w:rsidRPr="00725A90" w:rsidRDefault="00D64EB4" w:rsidP="00D64EB4">
      <w:pPr>
        <w:pStyle w:val="Thankyou"/>
        <w:rPr>
          <w:rFonts w:ascii="Bookman Old Style" w:hAnsi="Bookman Old Style"/>
          <w:b w:val="0"/>
          <w:sz w:val="24"/>
          <w:szCs w:val="24"/>
        </w:rPr>
      </w:pPr>
      <w:r w:rsidRPr="00725A90">
        <w:rPr>
          <w:rFonts w:ascii="Bookman Old Style" w:hAnsi="Bookman Old Style"/>
          <w:b w:val="0"/>
          <w:sz w:val="24"/>
          <w:szCs w:val="24"/>
        </w:rPr>
        <w:t>Make all checks payable to hotels etc., inc.</w:t>
      </w:r>
    </w:p>
    <w:p w:rsidR="00D64EB4" w:rsidRPr="00725A90" w:rsidRDefault="00D64EB4" w:rsidP="00D64EB4">
      <w:pPr>
        <w:pStyle w:val="Thankyou"/>
      </w:pPr>
      <w:r w:rsidRPr="00725A90">
        <w:t>ALL WHOLE SALES ARE FINAL!</w:t>
      </w:r>
    </w:p>
    <w:p w:rsidR="00D64EB4" w:rsidRDefault="00860139" w:rsidP="00D64EB4">
      <w:pPr>
        <w:pStyle w:val="Thankyou"/>
      </w:pPr>
      <w:r w:rsidRPr="00725A90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350" w:rsidRDefault="00125350">
      <w:r>
        <w:separator/>
      </w:r>
    </w:p>
  </w:endnote>
  <w:endnote w:type="continuationSeparator" w:id="0">
    <w:p w:rsidR="00125350" w:rsidRDefault="0012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350" w:rsidRDefault="00125350">
      <w:r>
        <w:separator/>
      </w:r>
    </w:p>
  </w:footnote>
  <w:footnote w:type="continuationSeparator" w:id="0">
    <w:p w:rsidR="00125350" w:rsidRDefault="00125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5325"/>
    <w:rsid w:val="000C60AF"/>
    <w:rsid w:val="000E592C"/>
    <w:rsid w:val="001055DF"/>
    <w:rsid w:val="00105B34"/>
    <w:rsid w:val="00125350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1F2F15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B0AD7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25A90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15CAB"/>
    <w:rsid w:val="00B4406F"/>
    <w:rsid w:val="00B530A0"/>
    <w:rsid w:val="00B5478E"/>
    <w:rsid w:val="00B7167B"/>
    <w:rsid w:val="00B764B8"/>
    <w:rsid w:val="00B81CC3"/>
    <w:rsid w:val="00B83EE4"/>
    <w:rsid w:val="00B929D8"/>
    <w:rsid w:val="00BA71B8"/>
    <w:rsid w:val="00BA7FA7"/>
    <w:rsid w:val="00BB2522"/>
    <w:rsid w:val="00BB300F"/>
    <w:rsid w:val="00BB4DAA"/>
    <w:rsid w:val="00BB763E"/>
    <w:rsid w:val="00BD0D39"/>
    <w:rsid w:val="00BD0D4F"/>
    <w:rsid w:val="00BD73A8"/>
    <w:rsid w:val="00BD7A44"/>
    <w:rsid w:val="00C11AF9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16CA8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C748D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380D50-7F98-4077-8C16-F48E8E58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5</cp:revision>
  <cp:lastPrinted>2011-03-07T20:17:00Z</cp:lastPrinted>
  <dcterms:created xsi:type="dcterms:W3CDTF">2012-09-28T17:14:00Z</dcterms:created>
  <dcterms:modified xsi:type="dcterms:W3CDTF">2012-10-16T17:13:00Z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