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INV33807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5E2979">
              <w:rPr>
                <w:noProof/>
              </w:rPr>
              <w:t>October 17,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404C77" w:rsidP="00E27198">
            <w:hyperlink r:id="rId11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CC0E23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882A23" w:rsidP="00703C78">
            <w:r>
              <w:t xml:space="preserve">May </w:t>
            </w:r>
            <w:proofErr w:type="spellStart"/>
            <w:r>
              <w:t>Buenconsejo</w:t>
            </w:r>
            <w:proofErr w:type="spellEnd"/>
          </w:p>
          <w:p w:rsidR="00882A23" w:rsidRDefault="00882A23" w:rsidP="00703C78">
            <w:r>
              <w:t xml:space="preserve">417 N Bonnie Brae ST </w:t>
            </w:r>
          </w:p>
          <w:p w:rsidR="00882A23" w:rsidRDefault="00882A23" w:rsidP="00703C78">
            <w:r>
              <w:t>Los Angeles, CA 90026</w:t>
            </w:r>
          </w:p>
          <w:p w:rsidR="00882A23" w:rsidRDefault="00882A23" w:rsidP="00703C78">
            <w:r>
              <w:t>310-423-9329</w:t>
            </w:r>
          </w:p>
          <w:p w:rsidR="00882A23" w:rsidRPr="001E3C2E" w:rsidRDefault="00882A23" w:rsidP="00703C78">
            <w:r>
              <w:t>Account Number ACC1814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882A23" w:rsidRDefault="00882A23" w:rsidP="00882A23">
            <w:r>
              <w:t xml:space="preserve">May </w:t>
            </w:r>
            <w:proofErr w:type="spellStart"/>
            <w:r>
              <w:t>Buenconsejo</w:t>
            </w:r>
            <w:proofErr w:type="spellEnd"/>
          </w:p>
          <w:p w:rsidR="00882A23" w:rsidRDefault="00882A23" w:rsidP="00882A23">
            <w:r>
              <w:t xml:space="preserve">417 N Bonnie Brae ST </w:t>
            </w:r>
          </w:p>
          <w:p w:rsidR="00882A23" w:rsidRDefault="00882A23" w:rsidP="00882A23">
            <w:r>
              <w:t>Los Angeles, CA 90026</w:t>
            </w:r>
          </w:p>
          <w:p w:rsidR="00882A23" w:rsidRDefault="00882A23" w:rsidP="00882A23">
            <w:r>
              <w:t>310-423-9329</w:t>
            </w:r>
          </w:p>
          <w:p w:rsidR="00703C78" w:rsidRPr="001E3C2E" w:rsidRDefault="00882A23" w:rsidP="00882A23">
            <w:r>
              <w:t>Account Number ACC1814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292"/>
        <w:gridCol w:w="1394"/>
        <w:gridCol w:w="2093"/>
        <w:gridCol w:w="1313"/>
        <w:gridCol w:w="1326"/>
        <w:gridCol w:w="1298"/>
        <w:gridCol w:w="1364"/>
      </w:tblGrid>
      <w:tr w:rsidR="00882A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882A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9D73E8" w:rsidP="000B0783">
            <w:pPr>
              <w:jc w:val="center"/>
            </w:pPr>
            <w:r>
              <w:t>Priority</w:t>
            </w:r>
          </w:p>
          <w:p w:rsidR="00CC0E23" w:rsidRDefault="00CC0E23" w:rsidP="000B0783">
            <w:pPr>
              <w:jc w:val="center"/>
            </w:pPr>
            <w:r>
              <w:t>Signature Confirmation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23103280000008037445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07/25/12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30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743E5" w:rsidP="008A3C48">
            <w:pPr>
              <w:pStyle w:val="Centered"/>
            </w:pPr>
            <w:r>
              <w:t>09/01</w:t>
            </w:r>
            <w:r w:rsidR="00BF2F70">
              <w:t>/2012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82A23" w:rsidP="00882A23">
            <w:pPr>
              <w:jc w:val="center"/>
            </w:pPr>
            <w:r>
              <w:t>1000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882A23">
            <w:pPr>
              <w:jc w:val="center"/>
            </w:pPr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882A23">
            <w:pPr>
              <w:jc w:val="center"/>
            </w:pPr>
            <w:r>
              <w:t>Hotels Etc. Gold Lifetime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882A23">
            <w:pPr>
              <w:pStyle w:val="Amount"/>
            </w:pPr>
            <w:r>
              <w:t>$</w:t>
            </w:r>
            <w:r w:rsidR="00882A23">
              <w:t>3.98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882A23">
            <w:pPr>
              <w:pStyle w:val="Amount"/>
            </w:pPr>
            <w:r>
              <w:t>$</w:t>
            </w:r>
            <w:r w:rsidR="00882A23">
              <w:t>3987.00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82A23" w:rsidP="00882A23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0743E5" w:rsidP="00882A23">
            <w:pPr>
              <w:jc w:val="center"/>
            </w:pPr>
            <w:r>
              <w:rPr>
                <w:highlight w:val="yellow"/>
              </w:rPr>
              <w:t xml:space="preserve">07/23/12 </w:t>
            </w:r>
            <w:r w:rsidR="00882A23" w:rsidRPr="00882A23">
              <w:rPr>
                <w:highlight w:val="yellow"/>
              </w:rPr>
              <w:t>Payment Made</w:t>
            </w:r>
          </w:p>
          <w:p w:rsidR="005E2979" w:rsidRPr="001E3C2E" w:rsidRDefault="005E2979" w:rsidP="00882A23">
            <w:pPr>
              <w:jc w:val="center"/>
            </w:pPr>
            <w:bookmarkStart w:id="0" w:name="_GoBack"/>
            <w:r w:rsidRPr="005E2979">
              <w:t>36Y80124D61406032</w:t>
            </w:r>
            <w:bookmarkEnd w:id="0"/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882A23" w:rsidRPr="00B5478E" w:rsidRDefault="00882A23" w:rsidP="00882A23">
            <w:pPr>
              <w:pStyle w:val="Amount"/>
            </w:pPr>
            <w:r>
              <w:t>-$1000.</w:t>
            </w:r>
            <w:r w:rsidR="00A85C87">
              <w:t>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A85C87" w:rsidP="00A85C87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0743E5" w:rsidP="00A85C87">
            <w:pPr>
              <w:jc w:val="center"/>
            </w:pPr>
            <w:r>
              <w:rPr>
                <w:highlight w:val="yellow"/>
              </w:rPr>
              <w:t xml:space="preserve">08/28/12 </w:t>
            </w:r>
            <w:r w:rsidR="00A85C87" w:rsidRPr="00A85C87">
              <w:rPr>
                <w:highlight w:val="yellow"/>
              </w:rPr>
              <w:t>Payment Made</w:t>
            </w:r>
          </w:p>
          <w:p w:rsidR="005E2979" w:rsidRPr="001E3C2E" w:rsidRDefault="005E2979" w:rsidP="00A85C87">
            <w:pPr>
              <w:jc w:val="center"/>
            </w:pPr>
            <w:r>
              <w:rPr>
                <w:rFonts w:ascii="Arial" w:hAnsi="Arial" w:cs="Arial"/>
                <w:color w:val="000000"/>
                <w:szCs w:val="17"/>
              </w:rPr>
              <w:t>0972-9340-1233-8889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A85C87" w:rsidP="00EE1154">
            <w:pPr>
              <w:pStyle w:val="Amount"/>
            </w:pPr>
            <w:r>
              <w:t>-$500.00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D8345F" w:rsidP="00D8345F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D8345F" w:rsidP="00D8345F">
            <w:pPr>
              <w:jc w:val="center"/>
            </w:pPr>
            <w:r w:rsidRPr="00D8345F">
              <w:rPr>
                <w:highlight w:val="yellow"/>
              </w:rPr>
              <w:t>09/21/2012 Payment Made</w:t>
            </w:r>
          </w:p>
          <w:p w:rsidR="005E2979" w:rsidRPr="001E3C2E" w:rsidRDefault="005E2979" w:rsidP="00D8345F">
            <w:pPr>
              <w:jc w:val="center"/>
            </w:pPr>
            <w:r>
              <w:rPr>
                <w:rFonts w:ascii="Arial" w:hAnsi="Arial" w:cs="Arial"/>
                <w:color w:val="000000"/>
                <w:szCs w:val="17"/>
              </w:rPr>
              <w:t>3ET241147H006772L</w:t>
            </w:r>
            <w:r>
              <w:rPr>
                <w:rStyle w:val="apple-converted-space"/>
                <w:rFonts w:ascii="Arial" w:hAnsi="Arial" w:cs="Arial"/>
                <w:color w:val="000000"/>
                <w:szCs w:val="17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D8345F" w:rsidP="00EE1154">
            <w:pPr>
              <w:pStyle w:val="Amount"/>
            </w:pPr>
            <w:r>
              <w:t>-$500.00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D8345F">
            <w:pPr>
              <w:pStyle w:val="Amount"/>
            </w:pPr>
            <w:r>
              <w:t>$</w:t>
            </w:r>
            <w:r w:rsidR="00D8345F">
              <w:t>1987</w:t>
            </w:r>
            <w:r w:rsidR="00882A23">
              <w:t>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D8345F">
            <w:pPr>
              <w:pStyle w:val="Amount"/>
            </w:pPr>
            <w:r>
              <w:t>$</w:t>
            </w:r>
            <w:r w:rsidR="00D8345F">
              <w:t>1987</w:t>
            </w:r>
            <w:r w:rsidR="00882A23">
              <w:t>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882A23">
        <w:rPr>
          <w:rFonts w:ascii="Bookman Old Style" w:hAnsi="Bookman Old Style"/>
          <w:b w:val="0"/>
          <w:sz w:val="16"/>
          <w:highlight w:val="yellow"/>
        </w:rPr>
        <w:t>Make all checks payable to hotels etc., inc</w:t>
      </w:r>
      <w:r w:rsidRPr="00D64EB4">
        <w:rPr>
          <w:rFonts w:ascii="Bookman Old Style" w:hAnsi="Bookman Old Style"/>
          <w:b w:val="0"/>
          <w:sz w:val="16"/>
        </w:rPr>
        <w:t>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C77" w:rsidRDefault="00404C77">
      <w:r>
        <w:separator/>
      </w:r>
    </w:p>
  </w:endnote>
  <w:endnote w:type="continuationSeparator" w:id="0">
    <w:p w:rsidR="00404C77" w:rsidRDefault="00404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C77" w:rsidRDefault="00404C77">
      <w:r>
        <w:separator/>
      </w:r>
    </w:p>
  </w:footnote>
  <w:footnote w:type="continuationSeparator" w:id="0">
    <w:p w:rsidR="00404C77" w:rsidRDefault="00404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43E5"/>
    <w:rsid w:val="00076639"/>
    <w:rsid w:val="000A72A8"/>
    <w:rsid w:val="000B0783"/>
    <w:rsid w:val="000B6824"/>
    <w:rsid w:val="000C1ABB"/>
    <w:rsid w:val="000C60AF"/>
    <w:rsid w:val="000E592C"/>
    <w:rsid w:val="001055DF"/>
    <w:rsid w:val="00105B34"/>
    <w:rsid w:val="001558FB"/>
    <w:rsid w:val="0015744F"/>
    <w:rsid w:val="001724F6"/>
    <w:rsid w:val="00184BFD"/>
    <w:rsid w:val="001B2E61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04C77"/>
    <w:rsid w:val="00413CC1"/>
    <w:rsid w:val="00416A5B"/>
    <w:rsid w:val="00417338"/>
    <w:rsid w:val="00436B94"/>
    <w:rsid w:val="004445DD"/>
    <w:rsid w:val="004526C5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5E2979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51A94"/>
    <w:rsid w:val="00860139"/>
    <w:rsid w:val="00882A23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73247"/>
    <w:rsid w:val="0098251A"/>
    <w:rsid w:val="00990550"/>
    <w:rsid w:val="00990D5C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85C87"/>
    <w:rsid w:val="00A91583"/>
    <w:rsid w:val="00AB03C9"/>
    <w:rsid w:val="00B4406F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C2798"/>
    <w:rsid w:val="00BD0D4F"/>
    <w:rsid w:val="00BD73A8"/>
    <w:rsid w:val="00BD7A44"/>
    <w:rsid w:val="00BF2F70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8345F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E29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E2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illing@hotelsetc.com" TargetMode="Externa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AFB491-ABB8-43C2-BFDA-9C71AA7A5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4</cp:revision>
  <cp:lastPrinted>2011-03-07T20:17:00Z</cp:lastPrinted>
  <dcterms:created xsi:type="dcterms:W3CDTF">2012-09-24T14:48:00Z</dcterms:created>
  <dcterms:modified xsi:type="dcterms:W3CDTF">2012-10-17T15:56:00Z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