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</w:t>
            </w:r>
            <w:r w:rsidR="001C5883">
              <w:t>3</w:t>
            </w:r>
            <w:r w:rsidR="00B15CAB">
              <w:t>4100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391B0D">
              <w:rPr>
                <w:noProof/>
              </w:rPr>
              <w:t>October 25,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A00F09" w:rsidP="00E27198">
            <w:hyperlink r:id="rId12" w:history="1">
              <w:r w:rsidR="00BD0D39" w:rsidRPr="009B467F">
                <w:rPr>
                  <w:rStyle w:val="Hyperlink"/>
                </w:rPr>
                <w:t>customerservice@hotelsetc.com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391B0D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B15CAB" w:rsidRDefault="00B15CAB" w:rsidP="00B15CAB">
            <w:r>
              <w:t>Vernon Williams</w:t>
            </w:r>
          </w:p>
          <w:p w:rsidR="00B15CAB" w:rsidRDefault="00B15CAB" w:rsidP="00B15CAB">
            <w:r>
              <w:t>WJXR 92.1 FM</w:t>
            </w:r>
          </w:p>
          <w:p w:rsidR="008B549F" w:rsidRDefault="00B15CAB" w:rsidP="00B15CAB">
            <w:r>
              <w:t>PO BOX #1</w:t>
            </w:r>
          </w:p>
          <w:p w:rsidR="00B15CAB" w:rsidRDefault="00B15CAB" w:rsidP="00B15CAB">
            <w:r>
              <w:t>Jacksonville, FL 32234</w:t>
            </w:r>
          </w:p>
          <w:p w:rsidR="00B15CAB" w:rsidRDefault="00B15CAB" w:rsidP="00B15CAB">
            <w:r>
              <w:t>904-451-7261</w:t>
            </w:r>
          </w:p>
          <w:p w:rsidR="00B15CAB" w:rsidRPr="001E3C2E" w:rsidRDefault="00B15CAB" w:rsidP="00B15CAB">
            <w:r>
              <w:t>Account Number ACC470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B15CAB" w:rsidRDefault="00B15CAB" w:rsidP="00B15CAB">
            <w:r>
              <w:t>Vernon Williams</w:t>
            </w:r>
          </w:p>
          <w:p w:rsidR="00B15CAB" w:rsidRDefault="00B15CAB" w:rsidP="00B15CAB">
            <w:r>
              <w:t>WJXR 92.1 FM</w:t>
            </w:r>
          </w:p>
          <w:p w:rsidR="00B15CAB" w:rsidRDefault="00B15CAB" w:rsidP="00B15CAB">
            <w:r>
              <w:t>PO BOX #1</w:t>
            </w:r>
          </w:p>
          <w:p w:rsidR="00B15CAB" w:rsidRDefault="00B15CAB" w:rsidP="00B15CAB">
            <w:r>
              <w:t>Jacksonville, FL 32234</w:t>
            </w:r>
          </w:p>
          <w:p w:rsidR="00B15CAB" w:rsidRDefault="00B15CAB" w:rsidP="00B15CAB">
            <w:r>
              <w:t>904-451-7261</w:t>
            </w:r>
          </w:p>
          <w:p w:rsidR="00703C78" w:rsidRPr="001E3C2E" w:rsidRDefault="00B15CAB" w:rsidP="00B15CAB">
            <w:r>
              <w:t>Account Number ACC470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15CAB" w:rsidP="008A3C48">
            <w:pPr>
              <w:pStyle w:val="Centered"/>
            </w:pPr>
            <w:r>
              <w:t>Email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CC0E23" w:rsidRDefault="00CC0E23" w:rsidP="000B07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15CAB" w:rsidP="008A3C48">
            <w:pPr>
              <w:pStyle w:val="Centered"/>
            </w:pPr>
            <w:r>
              <w:t>9-21-12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15CAB" w:rsidP="008A3C48">
            <w:pPr>
              <w:pStyle w:val="Centered"/>
            </w:pPr>
            <w:r>
              <w:t>9-21-12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Pr="00BD0D39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11AF9" w:rsidP="008A3C48">
            <w:pPr>
              <w:pStyle w:val="Centered"/>
            </w:pPr>
            <w:r>
              <w:t>9-28-12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391B0D" w:rsidP="00723603">
            <w:pPr>
              <w:pStyle w:val="ColumnHeadings"/>
            </w:pPr>
            <w:r>
              <w:t>Payment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15CAB" w:rsidP="00BD0D39">
            <w:pPr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15CAB" w:rsidP="00B15CAB">
            <w:pPr>
              <w:jc w:val="center"/>
            </w:pPr>
            <w:r>
              <w:t>CMC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B15CAB" w:rsidP="00BD0D39">
            <w:pPr>
              <w:jc w:val="center"/>
            </w:pPr>
            <w:r>
              <w:t>Condo Membership Club Access Codes</w:t>
            </w:r>
          </w:p>
          <w:p w:rsidR="00B15CAB" w:rsidRPr="001E3C2E" w:rsidRDefault="00B15CAB" w:rsidP="00BD0D39">
            <w:pPr>
              <w:jc w:val="center"/>
            </w:pPr>
            <w:r w:rsidRPr="00725A90">
              <w:t>Emailed 9-21-12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0D39" w:rsidP="00B15CAB">
            <w:pPr>
              <w:pStyle w:val="Amount"/>
            </w:pPr>
            <w:r>
              <w:t>$</w:t>
            </w:r>
            <w:r w:rsidR="00391B0D">
              <w:t>8</w:t>
            </w:r>
            <w:r w:rsidR="00B15CAB">
              <w:t>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0D39" w:rsidP="00B15CAB">
            <w:pPr>
              <w:pStyle w:val="Amount"/>
            </w:pPr>
            <w:r>
              <w:t>$</w:t>
            </w:r>
            <w:r w:rsidR="00391B0D">
              <w:t>16</w:t>
            </w:r>
            <w:r w:rsidR="00B15CAB">
              <w:t>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391B0D" w:rsidP="00391B0D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391B0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391B0D" w:rsidRDefault="00391B0D" w:rsidP="00391B0D">
            <w:pPr>
              <w:jc w:val="center"/>
              <w:rPr>
                <w:highlight w:val="yellow"/>
              </w:rPr>
            </w:pPr>
            <w:r w:rsidRPr="00391B0D">
              <w:rPr>
                <w:highlight w:val="yellow"/>
              </w:rPr>
              <w:t>Payment Made on 10-24-12</w:t>
            </w:r>
          </w:p>
          <w:p w:rsidR="00391B0D" w:rsidRPr="001E3C2E" w:rsidRDefault="00391B0D" w:rsidP="00391B0D">
            <w:pPr>
              <w:jc w:val="center"/>
            </w:pPr>
            <w:r w:rsidRPr="00391B0D">
              <w:rPr>
                <w:highlight w:val="yellow"/>
              </w:rPr>
              <w:t>Conformation #: 12S24272LA112634G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391B0D" w:rsidP="00EE1154">
            <w:pPr>
              <w:pStyle w:val="Amount"/>
            </w:pPr>
            <w:r>
              <w:t>-$792.00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725A90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725A90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725A90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391B0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15929" w:rsidP="006F785F">
            <w:pPr>
              <w:pStyle w:val="Amount"/>
              <w:jc w:val="center"/>
            </w:pPr>
            <w:r>
              <w:t>$1800.00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391B0D" w:rsidP="00715929">
            <w:pPr>
              <w:pStyle w:val="Labels"/>
            </w:pPr>
            <w:r>
              <w:t>Payment</w:t>
            </w:r>
            <w:r w:rsidR="00715929">
              <w:t>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15929" w:rsidP="00715929">
            <w:pPr>
              <w:pStyle w:val="Amount"/>
            </w:pPr>
            <w:r>
              <w:t>-</w:t>
            </w:r>
            <w:r w:rsidR="00CC0E23">
              <w:t>$</w:t>
            </w:r>
            <w:r>
              <w:t>792.00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715929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715929">
            <w:pPr>
              <w:pStyle w:val="Amount"/>
            </w:pPr>
            <w:r w:rsidRPr="00725A90">
              <w:rPr>
                <w:highlight w:val="yellow"/>
              </w:rPr>
              <w:t>$</w:t>
            </w:r>
            <w:bookmarkStart w:id="0" w:name="_GoBack"/>
            <w:bookmarkEnd w:id="0"/>
            <w:r w:rsidR="00715929" w:rsidRPr="00715929">
              <w:rPr>
                <w:highlight w:val="yellow"/>
              </w:rPr>
              <w:t>808.00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725A90" w:rsidRDefault="00D64EB4" w:rsidP="00D64EB4">
      <w:pPr>
        <w:pStyle w:val="Thankyou"/>
        <w:rPr>
          <w:rFonts w:ascii="Bookman Old Style" w:hAnsi="Bookman Old Style"/>
          <w:b w:val="0"/>
          <w:sz w:val="24"/>
          <w:szCs w:val="24"/>
        </w:rPr>
      </w:pPr>
    </w:p>
    <w:p w:rsidR="00D64EB4" w:rsidRPr="00725A90" w:rsidRDefault="00D64EB4" w:rsidP="00D64EB4">
      <w:pPr>
        <w:pStyle w:val="Thankyou"/>
        <w:rPr>
          <w:rFonts w:ascii="Bookman Old Style" w:hAnsi="Bookman Old Style"/>
          <w:b w:val="0"/>
          <w:sz w:val="24"/>
          <w:szCs w:val="24"/>
        </w:rPr>
      </w:pPr>
      <w:r w:rsidRPr="00725A90">
        <w:rPr>
          <w:rFonts w:ascii="Bookman Old Style" w:hAnsi="Bookman Old Style"/>
          <w:b w:val="0"/>
          <w:sz w:val="24"/>
          <w:szCs w:val="24"/>
        </w:rPr>
        <w:t>Make all checks payable to hotels etc., inc.</w:t>
      </w:r>
    </w:p>
    <w:p w:rsidR="00D64EB4" w:rsidRPr="00725A90" w:rsidRDefault="00D64EB4" w:rsidP="00D64EB4">
      <w:pPr>
        <w:pStyle w:val="Thankyou"/>
      </w:pPr>
      <w:r w:rsidRPr="00725A90">
        <w:t>ALL WHOLE SALES ARE FINAL!</w:t>
      </w:r>
    </w:p>
    <w:p w:rsidR="00D64EB4" w:rsidRDefault="00860139" w:rsidP="00D64EB4">
      <w:pPr>
        <w:pStyle w:val="Thankyou"/>
      </w:pPr>
      <w:r w:rsidRPr="00725A90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F09" w:rsidRDefault="00A00F09">
      <w:r>
        <w:separator/>
      </w:r>
    </w:p>
  </w:endnote>
  <w:endnote w:type="continuationSeparator" w:id="0">
    <w:p w:rsidR="00A00F09" w:rsidRDefault="00A00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F09" w:rsidRDefault="00A00F09">
      <w:r>
        <w:separator/>
      </w:r>
    </w:p>
  </w:footnote>
  <w:footnote w:type="continuationSeparator" w:id="0">
    <w:p w:rsidR="00A00F09" w:rsidRDefault="00A00F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10B1C"/>
    <w:rsid w:val="00012C15"/>
    <w:rsid w:val="00012DA5"/>
    <w:rsid w:val="00017000"/>
    <w:rsid w:val="00017A97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5325"/>
    <w:rsid w:val="000C60AF"/>
    <w:rsid w:val="000E592C"/>
    <w:rsid w:val="001055DF"/>
    <w:rsid w:val="00105B34"/>
    <w:rsid w:val="00125350"/>
    <w:rsid w:val="001558FB"/>
    <w:rsid w:val="0015744F"/>
    <w:rsid w:val="001724F6"/>
    <w:rsid w:val="00184BFD"/>
    <w:rsid w:val="001B2E61"/>
    <w:rsid w:val="001B5462"/>
    <w:rsid w:val="001B5F25"/>
    <w:rsid w:val="001C5883"/>
    <w:rsid w:val="001D6696"/>
    <w:rsid w:val="001E3C2E"/>
    <w:rsid w:val="001F1EA7"/>
    <w:rsid w:val="001F2F15"/>
    <w:rsid w:val="0020532B"/>
    <w:rsid w:val="00205DD6"/>
    <w:rsid w:val="00206B1B"/>
    <w:rsid w:val="00207555"/>
    <w:rsid w:val="0021009B"/>
    <w:rsid w:val="00213FAA"/>
    <w:rsid w:val="00240CD9"/>
    <w:rsid w:val="00246484"/>
    <w:rsid w:val="00251C32"/>
    <w:rsid w:val="00326411"/>
    <w:rsid w:val="003303C7"/>
    <w:rsid w:val="00341D54"/>
    <w:rsid w:val="003465E2"/>
    <w:rsid w:val="00360D3D"/>
    <w:rsid w:val="00370638"/>
    <w:rsid w:val="003756B5"/>
    <w:rsid w:val="00387E68"/>
    <w:rsid w:val="00391B0D"/>
    <w:rsid w:val="003B7E00"/>
    <w:rsid w:val="003C3CB7"/>
    <w:rsid w:val="003D6485"/>
    <w:rsid w:val="003E3D7F"/>
    <w:rsid w:val="003F03CA"/>
    <w:rsid w:val="00413CC1"/>
    <w:rsid w:val="00416A5B"/>
    <w:rsid w:val="00417338"/>
    <w:rsid w:val="00436B94"/>
    <w:rsid w:val="004445DD"/>
    <w:rsid w:val="004526C5"/>
    <w:rsid w:val="00473FA7"/>
    <w:rsid w:val="004776DC"/>
    <w:rsid w:val="004801EC"/>
    <w:rsid w:val="00480265"/>
    <w:rsid w:val="004B0AD7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15929"/>
    <w:rsid w:val="00723603"/>
    <w:rsid w:val="0072385E"/>
    <w:rsid w:val="00725A90"/>
    <w:rsid w:val="0074437D"/>
    <w:rsid w:val="007510CE"/>
    <w:rsid w:val="00751F2C"/>
    <w:rsid w:val="007608C3"/>
    <w:rsid w:val="00763353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0F09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91583"/>
    <w:rsid w:val="00AB03C9"/>
    <w:rsid w:val="00B15CAB"/>
    <w:rsid w:val="00B4406F"/>
    <w:rsid w:val="00B530A0"/>
    <w:rsid w:val="00B5478E"/>
    <w:rsid w:val="00B7167B"/>
    <w:rsid w:val="00B764B8"/>
    <w:rsid w:val="00B81CC3"/>
    <w:rsid w:val="00B83EE4"/>
    <w:rsid w:val="00B929D8"/>
    <w:rsid w:val="00BA71B8"/>
    <w:rsid w:val="00BA7FA7"/>
    <w:rsid w:val="00BB2522"/>
    <w:rsid w:val="00BB300F"/>
    <w:rsid w:val="00BB4DAA"/>
    <w:rsid w:val="00BB763E"/>
    <w:rsid w:val="00BD0D39"/>
    <w:rsid w:val="00BD0D4F"/>
    <w:rsid w:val="00BD73A8"/>
    <w:rsid w:val="00BD7A44"/>
    <w:rsid w:val="00C11AF9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D16CA8"/>
    <w:rsid w:val="00D2159C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C748D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customerservice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B16679-85D1-47D4-BDB2-09B7546DD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14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6</cp:revision>
  <cp:lastPrinted>2011-03-07T20:17:00Z</cp:lastPrinted>
  <dcterms:created xsi:type="dcterms:W3CDTF">2012-09-28T17:14:00Z</dcterms:created>
  <dcterms:modified xsi:type="dcterms:W3CDTF">2012-10-25T17:36:00Z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