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272020">
              <w:t>33802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272020">
              <w:rPr>
                <w:noProof/>
              </w:rPr>
              <w:t>September 14,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BD0D39" w:rsidP="00E27198">
            <w:hyperlink r:id="rId12" w:history="1">
              <w:r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272020" w:rsidRDefault="00272020" w:rsidP="00272020">
            <w:r>
              <w:t>Marc Paul GO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272020" w:rsidRDefault="00272020" w:rsidP="00272020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8B549F" w:rsidRPr="001E3C2E" w:rsidRDefault="003303C7" w:rsidP="00272020">
            <w:r>
              <w:t>Account Number</w:t>
            </w:r>
            <w:r w:rsidR="008B549F">
              <w:t xml:space="preserve"> </w:t>
            </w:r>
            <w:r>
              <w:t>ACC</w:t>
            </w:r>
            <w:r w:rsidR="00272020">
              <w:t>2053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272020" w:rsidRDefault="00272020" w:rsidP="00272020">
            <w:r>
              <w:t>Marc Paul GO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272020" w:rsidRDefault="00272020" w:rsidP="00272020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703C78" w:rsidRPr="001E3C2E" w:rsidRDefault="00272020" w:rsidP="00272020">
            <w:r>
              <w:t>Account Number ACC2053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1C5883" w:rsidP="008A3C48">
            <w:pPr>
              <w:pStyle w:val="Centered"/>
            </w:pPr>
            <w:r w:rsidRPr="00BD0D39">
              <w:rPr>
                <w:highlight w:val="yellow"/>
              </w:rPr>
              <w:t>Upon Receipt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C5883" w:rsidP="008A3C48">
            <w:pPr>
              <w:pStyle w:val="Centered"/>
            </w:pPr>
            <w:r>
              <w:t>09/14/12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0D39" w:rsidP="00BD0D3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72020" w:rsidRDefault="00272020" w:rsidP="00272020">
            <w:pPr>
              <w:jc w:val="center"/>
            </w:pPr>
            <w:r>
              <w:t>Exclusive</w:t>
            </w:r>
            <w:r w:rsidR="00BD0D39">
              <w:t xml:space="preserve"> Payment</w:t>
            </w:r>
            <w:r>
              <w:t xml:space="preserve"> for Philippines</w:t>
            </w:r>
          </w:p>
          <w:p w:rsidR="00272020" w:rsidRPr="001E3C2E" w:rsidRDefault="00272020" w:rsidP="00272020">
            <w:pPr>
              <w:jc w:val="center"/>
            </w:pPr>
            <w:r w:rsidRPr="00272020">
              <w:rPr>
                <w:highlight w:val="yellow"/>
              </w:rPr>
              <w:t>Due August 15, 2012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272020">
            <w:pPr>
              <w:pStyle w:val="Amount"/>
            </w:pPr>
            <w:r>
              <w:t>$</w:t>
            </w:r>
            <w:r w:rsidR="00272020">
              <w:t>3000.00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272020">
            <w:pPr>
              <w:pStyle w:val="Amount"/>
            </w:pPr>
            <w:r>
              <w:t>$</w:t>
            </w:r>
            <w:r w:rsidR="00272020">
              <w:t>3000.00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72020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272020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D0D39">
            <w:pPr>
              <w:pStyle w:val="Amount"/>
            </w:pPr>
            <w:r>
              <w:t>$</w:t>
            </w:r>
            <w:r w:rsidR="00272020">
              <w:t>3</w:t>
            </w:r>
            <w:r w:rsidR="00BD0D39">
              <w:t>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D0D39">
            <w:pPr>
              <w:pStyle w:val="Amount"/>
            </w:pPr>
            <w:r>
              <w:t>$</w:t>
            </w:r>
            <w:r w:rsidR="00272020">
              <w:t>3</w:t>
            </w:r>
            <w:bookmarkStart w:id="0" w:name="_GoBack"/>
            <w:bookmarkEnd w:id="0"/>
            <w:r w:rsidR="00BD0D39">
              <w:t>000.00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BD0D39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BD0D39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BD0D39" w:rsidRDefault="00D64EB4" w:rsidP="00D64EB4">
      <w:pPr>
        <w:pStyle w:val="Thankyou"/>
      </w:pPr>
      <w:r w:rsidRPr="00BD0D39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BD0D39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B81" w:rsidRDefault="00792B81">
      <w:r>
        <w:separator/>
      </w:r>
    </w:p>
  </w:endnote>
  <w:endnote w:type="continuationSeparator" w:id="0">
    <w:p w:rsidR="00792B81" w:rsidRDefault="0079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B81" w:rsidRDefault="00792B81">
      <w:r>
        <w:separator/>
      </w:r>
    </w:p>
  </w:footnote>
  <w:footnote w:type="continuationSeparator" w:id="0">
    <w:p w:rsidR="00792B81" w:rsidRDefault="00792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272020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92B81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83EE4"/>
    <w:rsid w:val="00B929D8"/>
    <w:rsid w:val="00BA71B8"/>
    <w:rsid w:val="00BA7FA7"/>
    <w:rsid w:val="00BB4DAA"/>
    <w:rsid w:val="00BB763E"/>
    <w:rsid w:val="00BD0D39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4D9CF7-ABC1-4EC8-A6A8-54DE71C3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2012-09-14T16:34:00Z</dcterms:created>
  <dcterms:modified xsi:type="dcterms:W3CDTF">2012-09-14T16:34:00Z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