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272020">
              <w:t>33802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426ADF">
              <w:rPr>
                <w:noProof/>
              </w:rPr>
              <w:t>September 24,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0052DE" w:rsidP="00E27198">
            <w:hyperlink r:id="rId12" w:history="1">
              <w:r w:rsidR="00BD0D39" w:rsidRPr="009B467F">
                <w:rPr>
                  <w:rStyle w:val="Hyperlink"/>
                </w:rPr>
                <w:t>customerservice@hotelsetc.com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CC0E23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272020" w:rsidRDefault="00272020" w:rsidP="00272020">
            <w:r>
              <w:t>Marc Paul GO</w:t>
            </w:r>
          </w:p>
          <w:p w:rsidR="00272020" w:rsidRDefault="00272020" w:rsidP="0027202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 29684 Kings Canyon Lane</w:t>
            </w:r>
          </w:p>
          <w:p w:rsidR="00272020" w:rsidRDefault="00272020" w:rsidP="0027202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Santa Clarita, CA 91387</w:t>
            </w:r>
          </w:p>
          <w:p w:rsidR="00272020" w:rsidRDefault="00272020" w:rsidP="00272020">
            <w:r>
              <w:rPr>
                <w:rFonts w:ascii="Arial" w:hAnsi="Arial" w:cs="Arial"/>
                <w:color w:val="000000"/>
                <w:szCs w:val="17"/>
              </w:rPr>
              <w:t>855-562-3733</w:t>
            </w:r>
          </w:p>
          <w:p w:rsidR="008B549F" w:rsidRPr="001E3C2E" w:rsidRDefault="003303C7" w:rsidP="00272020">
            <w:r>
              <w:t>Account Number</w:t>
            </w:r>
            <w:r w:rsidR="008B549F">
              <w:t xml:space="preserve"> </w:t>
            </w:r>
            <w:r>
              <w:t>ACC</w:t>
            </w:r>
            <w:r w:rsidR="00272020">
              <w:t>2053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272020" w:rsidRDefault="00272020" w:rsidP="00272020">
            <w:r>
              <w:t>Marc Paul GO</w:t>
            </w:r>
          </w:p>
          <w:p w:rsidR="00272020" w:rsidRDefault="00272020" w:rsidP="0027202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 29684 Kings Canyon Lane</w:t>
            </w:r>
          </w:p>
          <w:p w:rsidR="00272020" w:rsidRDefault="00272020" w:rsidP="00272020">
            <w:pPr>
              <w:rPr>
                <w:rFonts w:ascii="Arial" w:hAnsi="Arial" w:cs="Arial"/>
                <w:color w:val="000000"/>
                <w:szCs w:val="17"/>
              </w:rPr>
            </w:pPr>
            <w:r>
              <w:rPr>
                <w:rFonts w:ascii="Arial" w:hAnsi="Arial" w:cs="Arial"/>
                <w:color w:val="000000"/>
                <w:szCs w:val="17"/>
              </w:rPr>
              <w:t>Santa Clarita, CA 91387</w:t>
            </w:r>
          </w:p>
          <w:p w:rsidR="00272020" w:rsidRDefault="00272020" w:rsidP="00272020">
            <w:r>
              <w:rPr>
                <w:rFonts w:ascii="Arial" w:hAnsi="Arial" w:cs="Arial"/>
                <w:color w:val="000000"/>
                <w:szCs w:val="17"/>
              </w:rPr>
              <w:t>855-562-3733</w:t>
            </w:r>
          </w:p>
          <w:p w:rsidR="00703C78" w:rsidRPr="001E3C2E" w:rsidRDefault="00272020" w:rsidP="00272020">
            <w:r>
              <w:t>Account Number ACC2053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CC0E23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Pr="00BD0D39" w:rsidRDefault="001C5883" w:rsidP="008A3C48">
            <w:pPr>
              <w:pStyle w:val="Centered"/>
            </w:pPr>
            <w:r w:rsidRPr="00BD0D39">
              <w:rPr>
                <w:highlight w:val="yellow"/>
              </w:rPr>
              <w:t>Upon Receipt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C5883" w:rsidP="008A3C48">
            <w:pPr>
              <w:pStyle w:val="Centered"/>
            </w:pPr>
            <w:r>
              <w:t>09/14/12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D0D39" w:rsidP="00BD0D39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272020" w:rsidRDefault="00272020" w:rsidP="00272020">
            <w:pPr>
              <w:jc w:val="center"/>
            </w:pPr>
            <w:r>
              <w:t>Exclusive</w:t>
            </w:r>
            <w:r w:rsidR="00BD0D39">
              <w:t xml:space="preserve"> Payment</w:t>
            </w:r>
            <w:r>
              <w:t xml:space="preserve"> for Philippines</w:t>
            </w:r>
          </w:p>
          <w:p w:rsidR="00272020" w:rsidRPr="001E3C2E" w:rsidRDefault="00272020" w:rsidP="00272020">
            <w:pPr>
              <w:jc w:val="center"/>
            </w:pPr>
            <w:bookmarkStart w:id="0" w:name="_GoBack"/>
            <w:bookmarkEnd w:id="0"/>
            <w:r w:rsidRPr="00426ADF">
              <w:t>Due August 15, 2012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0D39" w:rsidP="00272020">
            <w:pPr>
              <w:pStyle w:val="Amount"/>
            </w:pPr>
            <w:r>
              <w:t>$</w:t>
            </w:r>
            <w:r w:rsidR="00272020">
              <w:t>3000.00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0D39" w:rsidP="00272020">
            <w:pPr>
              <w:pStyle w:val="Amount"/>
            </w:pPr>
            <w:r>
              <w:t>$</w:t>
            </w:r>
            <w:r w:rsidR="00272020">
              <w:t>3000.00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1E7A19" w:rsidP="00272020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1E7A19" w:rsidP="00272020">
            <w:pPr>
              <w:jc w:val="center"/>
            </w:pPr>
            <w:r>
              <w:t>Exclusive Payment for Philippines</w:t>
            </w:r>
          </w:p>
          <w:p w:rsidR="001E7A19" w:rsidRPr="001E3C2E" w:rsidRDefault="001E7A19" w:rsidP="00272020">
            <w:pPr>
              <w:jc w:val="center"/>
            </w:pPr>
            <w:r w:rsidRPr="001E7A19">
              <w:rPr>
                <w:highlight w:val="yellow"/>
              </w:rPr>
              <w:t>09/21/12 Made Payment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E7A19" w:rsidP="00EE1154">
            <w:pPr>
              <w:pStyle w:val="Amount"/>
            </w:pPr>
            <w:r>
              <w:t>-$500.00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1E7A19">
            <w:pPr>
              <w:pStyle w:val="Amount"/>
            </w:pPr>
            <w:r>
              <w:t>$</w:t>
            </w:r>
            <w:r w:rsidR="001E7A19">
              <w:t>2500</w:t>
            </w:r>
            <w:r w:rsidR="00BD0D39">
              <w:t>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1E7A19">
            <w:pPr>
              <w:pStyle w:val="Amount"/>
            </w:pPr>
            <w:r>
              <w:t>$</w:t>
            </w:r>
            <w:r w:rsidR="001E7A19">
              <w:t>2500</w:t>
            </w:r>
            <w:r w:rsidR="00BD0D39">
              <w:t>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BD0D39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BD0D39">
        <w:rPr>
          <w:rFonts w:ascii="Bookman Old Style" w:hAnsi="Bookman Old Style"/>
          <w:b w:val="0"/>
          <w:sz w:val="16"/>
          <w:highlight w:val="yellow"/>
        </w:rPr>
        <w:t>Make all checks payable to hotels etc., inc.</w:t>
      </w:r>
    </w:p>
    <w:p w:rsidR="00D64EB4" w:rsidRPr="00BD0D39" w:rsidRDefault="00D64EB4" w:rsidP="00D64EB4">
      <w:pPr>
        <w:pStyle w:val="Thankyou"/>
      </w:pPr>
      <w:r w:rsidRPr="00BD0D39">
        <w:rPr>
          <w:highlight w:val="yellow"/>
        </w:rPr>
        <w:t>ALL WHOLE SALES ARE FINAL!</w:t>
      </w:r>
    </w:p>
    <w:p w:rsidR="00D64EB4" w:rsidRDefault="00860139" w:rsidP="00D64EB4">
      <w:pPr>
        <w:pStyle w:val="Thankyou"/>
      </w:pPr>
      <w:r w:rsidRPr="00BD0D39">
        <w:rPr>
          <w:highlight w:val="yellow"/>
        </w:rPr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2DE" w:rsidRDefault="000052DE">
      <w:r>
        <w:separator/>
      </w:r>
    </w:p>
  </w:endnote>
  <w:endnote w:type="continuationSeparator" w:id="0">
    <w:p w:rsidR="000052DE" w:rsidRDefault="0000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2DE" w:rsidRDefault="000052DE">
      <w:r>
        <w:separator/>
      </w:r>
    </w:p>
  </w:footnote>
  <w:footnote w:type="continuationSeparator" w:id="0">
    <w:p w:rsidR="000052DE" w:rsidRDefault="00005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052DE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C5883"/>
    <w:rsid w:val="001D6696"/>
    <w:rsid w:val="001E3C2E"/>
    <w:rsid w:val="001E7A19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272020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26ADF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92B81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B4406F"/>
    <w:rsid w:val="00B530A0"/>
    <w:rsid w:val="00B5478E"/>
    <w:rsid w:val="00B7167B"/>
    <w:rsid w:val="00B764B8"/>
    <w:rsid w:val="00B83EE4"/>
    <w:rsid w:val="00B929D8"/>
    <w:rsid w:val="00BA71B8"/>
    <w:rsid w:val="00BA7FA7"/>
    <w:rsid w:val="00BB4DAA"/>
    <w:rsid w:val="00BB763E"/>
    <w:rsid w:val="00BD0D39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57EFA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customerservice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34562-98AD-4747-99EA-8ED95E971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4</cp:revision>
  <cp:lastPrinted>2011-03-07T20:17:00Z</cp:lastPrinted>
  <dcterms:created xsi:type="dcterms:W3CDTF">2012-09-14T16:34:00Z</dcterms:created>
  <dcterms:modified xsi:type="dcterms:W3CDTF">2012-09-24T14:55:00Z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