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0E6541">
              <w:t> INV34</w:t>
            </w:r>
            <w:r w:rsidR="00CC0E23">
              <w:t>80</w:t>
            </w:r>
            <w:r w:rsidR="000E6541">
              <w:t>8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0E6541">
              <w:rPr>
                <w:noProof/>
              </w:rPr>
              <w:t>September 25,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AD470B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73927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PAID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703C78" w:rsidRDefault="00B73927" w:rsidP="00703C78">
            <w:r>
              <w:t>EIC Media</w:t>
            </w:r>
          </w:p>
          <w:p w:rsidR="00B73927" w:rsidRDefault="00B73927" w:rsidP="00703C78">
            <w:r>
              <w:t>1910 West Busch Blvd Ste B</w:t>
            </w:r>
          </w:p>
          <w:p w:rsidR="00B73927" w:rsidRDefault="00B73927" w:rsidP="00703C78">
            <w:r>
              <w:t>Tampa, FL 33612</w:t>
            </w:r>
          </w:p>
          <w:p w:rsidR="000E6541" w:rsidRDefault="00B73927" w:rsidP="000E6541">
            <w:r>
              <w:t>703-577-9443</w:t>
            </w:r>
          </w:p>
          <w:p w:rsidR="000E6541" w:rsidRDefault="000E6541" w:rsidP="000E6541">
            <w:r w:rsidRPr="000E6541">
              <w:t>info@easymediabuying.com</w:t>
            </w:r>
          </w:p>
          <w:p w:rsidR="008B549F" w:rsidRPr="001E3C2E" w:rsidRDefault="003303C7" w:rsidP="000E6541">
            <w:r>
              <w:t>Account Number</w:t>
            </w:r>
            <w:r w:rsidR="008B549F">
              <w:t xml:space="preserve"> </w:t>
            </w:r>
            <w:r>
              <w:t>ACC</w:t>
            </w:r>
            <w:r w:rsidR="00B73927">
              <w:t>620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B73927" w:rsidRDefault="00B73927" w:rsidP="00B73927">
            <w:r>
              <w:t>EIC Media</w:t>
            </w:r>
          </w:p>
          <w:p w:rsidR="00B73927" w:rsidRDefault="00B73927" w:rsidP="00B73927">
            <w:r>
              <w:t>1910 West Busch Blvd Ste B</w:t>
            </w:r>
          </w:p>
          <w:p w:rsidR="00B73927" w:rsidRDefault="00B73927" w:rsidP="00B73927">
            <w:r>
              <w:t>Tampa, FL 33612</w:t>
            </w:r>
          </w:p>
          <w:p w:rsidR="00B73927" w:rsidRDefault="00B73927" w:rsidP="00B73927">
            <w:r>
              <w:t>703-577-9443</w:t>
            </w:r>
          </w:p>
          <w:p w:rsidR="000E6541" w:rsidRDefault="000E6541" w:rsidP="00B73927">
            <w:r w:rsidRPr="000E6541">
              <w:t>info@easymediabuying.com</w:t>
            </w:r>
          </w:p>
          <w:p w:rsidR="00703C78" w:rsidRPr="001E3C2E" w:rsidRDefault="00B73927" w:rsidP="00B73927">
            <w:r>
              <w:t>Account Number ACC620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73927" w:rsidP="008A3C48">
            <w:pPr>
              <w:pStyle w:val="Centered"/>
            </w:pPr>
            <w:r>
              <w:t>UPS</w:t>
            </w:r>
            <w:r w:rsidR="000E6541">
              <w:t xml:space="preserve"> / USPS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E6541" w:rsidP="008A3C48">
            <w:pPr>
              <w:pStyle w:val="Centered"/>
            </w:pPr>
            <w:r>
              <w:t>09-25-12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73927" w:rsidP="008A3C48">
            <w:pPr>
              <w:pStyle w:val="Centered"/>
            </w:pPr>
            <w:r>
              <w:t>PAID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73927" w:rsidP="008A3C48">
            <w:pPr>
              <w:pStyle w:val="Centered"/>
            </w:pPr>
            <w:r>
              <w:t>PAID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B73927">
            <w:pPr>
              <w:jc w:val="center"/>
            </w:pPr>
            <w:r>
              <w:t>40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73927" w:rsidP="00B5478E">
            <w:r>
              <w:t>Booklets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73927" w:rsidP="00B73927">
            <w:pPr>
              <w:jc w:val="center"/>
            </w:pPr>
            <w:r>
              <w:t>Coupon Dough Booklets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73927" w:rsidP="00EE1154">
            <w:pPr>
              <w:pStyle w:val="Amount"/>
            </w:pPr>
            <w:r>
              <w:t>$4.5</w:t>
            </w:r>
            <w:r w:rsidR="000B0783">
              <w:t>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73927" w:rsidP="000E6541">
            <w:pPr>
              <w:pStyle w:val="Amount"/>
            </w:pPr>
            <w:r>
              <w:t>$</w:t>
            </w:r>
            <w:r w:rsidR="000E6541">
              <w:t>180.00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B73927">
            <w:pPr>
              <w:jc w:val="center"/>
            </w:pPr>
            <w:r>
              <w:t>15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B5478E">
            <w:r>
              <w:t>Booklets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B73927">
            <w:pPr>
              <w:jc w:val="center"/>
            </w:pPr>
            <w:r>
              <w:t>Pharmacy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E6541" w:rsidP="00EE1154">
            <w:pPr>
              <w:pStyle w:val="Amount"/>
            </w:pPr>
            <w:r>
              <w:t>$5.00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73927" w:rsidP="000E6541">
            <w:pPr>
              <w:pStyle w:val="Amount"/>
            </w:pPr>
            <w:r>
              <w:t>$</w:t>
            </w:r>
            <w:r w:rsidR="000E6541">
              <w:t>75.00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0E6541">
            <w:pPr>
              <w:jc w:val="center"/>
            </w:pPr>
            <w:r>
              <w:t>375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0E6541">
            <w:pPr>
              <w:jc w:val="center"/>
            </w:pPr>
            <w:r>
              <w:t>Cards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0E6541">
            <w:pPr>
              <w:jc w:val="center"/>
            </w:pPr>
            <w:r>
              <w:t>Hotels Etc., Inc. Lifetime Gold Membership Cards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E6541" w:rsidP="00EE1154">
            <w:pPr>
              <w:pStyle w:val="Amount"/>
            </w:pPr>
            <w:r>
              <w:t>$2.95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E6541" w:rsidP="00EE1154">
            <w:pPr>
              <w:pStyle w:val="Amount"/>
            </w:pPr>
            <w:r>
              <w:t>$1106.25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0E6541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E6541" w:rsidP="000E6541">
            <w:pPr>
              <w:jc w:val="center"/>
            </w:pPr>
            <w:r>
              <w:t>Payment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0E6541" w:rsidP="000E6541">
            <w:pPr>
              <w:jc w:val="center"/>
            </w:pPr>
            <w:r>
              <w:t>Payment towards Chargeback Fee</w:t>
            </w:r>
          </w:p>
          <w:p w:rsidR="000E6541" w:rsidRPr="001E3C2E" w:rsidRDefault="000E6541" w:rsidP="000E6541">
            <w:pPr>
              <w:jc w:val="center"/>
            </w:pPr>
            <w:r>
              <w:t>(Shawn had total)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E6541" w:rsidP="00EE1154">
            <w:pPr>
              <w:pStyle w:val="Amount"/>
            </w:pPr>
            <w:r>
              <w:t>$500.00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E6541" w:rsidP="00EE1154">
            <w:pPr>
              <w:pStyle w:val="Amount"/>
            </w:pPr>
            <w:r>
              <w:t>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73927" w:rsidP="00B73927">
            <w:pPr>
              <w:jc w:val="center"/>
            </w:pPr>
            <w:r w:rsidRPr="00B73927">
              <w:rPr>
                <w:highlight w:val="yellow"/>
              </w:rPr>
              <w:t>Thank you for your prompt payment and your business we do appreciate it!!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0E6541">
            <w:pPr>
              <w:pStyle w:val="Amount"/>
            </w:pPr>
            <w:r>
              <w:t>$</w:t>
            </w:r>
            <w:r w:rsidR="000E6541">
              <w:t>1880.25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0E6541">
            <w:pPr>
              <w:pStyle w:val="Amount"/>
            </w:pPr>
            <w:r>
              <w:t>$</w:t>
            </w:r>
            <w:r w:rsidR="000E6541">
              <w:t>1880.25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D64EB4">
        <w:rPr>
          <w:rFonts w:ascii="Bookman Old Style" w:hAnsi="Bookman Old Style"/>
          <w:b w:val="0"/>
          <w:sz w:val="16"/>
        </w:rPr>
        <w:t>Make all checks payable to hotels etc., inc.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70B" w:rsidRDefault="00AD470B">
      <w:r>
        <w:separator/>
      </w:r>
    </w:p>
  </w:endnote>
  <w:endnote w:type="continuationSeparator" w:id="0">
    <w:p w:rsidR="00AD470B" w:rsidRDefault="00AD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70B" w:rsidRDefault="00AD470B">
      <w:r>
        <w:separator/>
      </w:r>
    </w:p>
  </w:footnote>
  <w:footnote w:type="continuationSeparator" w:id="0">
    <w:p w:rsidR="00AD470B" w:rsidRDefault="00AD4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60AF"/>
    <w:rsid w:val="000E592C"/>
    <w:rsid w:val="000E6541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64D18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AD470B"/>
    <w:rsid w:val="00AE7217"/>
    <w:rsid w:val="00B4406F"/>
    <w:rsid w:val="00B530A0"/>
    <w:rsid w:val="00B5478E"/>
    <w:rsid w:val="00B7167B"/>
    <w:rsid w:val="00B73927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755CD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8F3019-CE87-4E32-BA48-CC076DC7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2012-09-25T17:41:00Z</dcterms:created>
  <dcterms:modified xsi:type="dcterms:W3CDTF">2012-09-25T17:41:00Z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