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E51" w:rsidRDefault="00227E51"/>
    <w:p w:rsidR="005235C6" w:rsidRDefault="005235C6"/>
    <w:p w:rsidR="005235C6" w:rsidRDefault="005235C6">
      <w:r>
        <w:t>This agreement is made between Hotels Etc., Inc.  (</w:t>
      </w:r>
      <w:proofErr w:type="gramStart"/>
      <w:r>
        <w:t>parent</w:t>
      </w:r>
      <w:proofErr w:type="gramEnd"/>
      <w:r>
        <w:t xml:space="preserve">) a Loganville, </w:t>
      </w:r>
      <w:proofErr w:type="spellStart"/>
      <w:r>
        <w:t>Ga</w:t>
      </w:r>
      <w:proofErr w:type="spellEnd"/>
      <w:r>
        <w:t xml:space="preserve"> Based Corporation located at 910 Athens Hwy Suite K,  and </w:t>
      </w:r>
      <w:proofErr w:type="spellStart"/>
      <w:r>
        <w:t>Biznetonweb</w:t>
      </w:r>
      <w:proofErr w:type="spellEnd"/>
      <w:r>
        <w:t xml:space="preserve"> (client) a St Petersburg, FL business located at 6880 46</w:t>
      </w:r>
      <w:r w:rsidRPr="005235C6">
        <w:rPr>
          <w:vertAlign w:val="superscript"/>
        </w:rPr>
        <w:t>th</w:t>
      </w:r>
      <w:r>
        <w:t xml:space="preserve"> St.</w:t>
      </w:r>
    </w:p>
    <w:p w:rsidR="005235C6" w:rsidRDefault="005235C6">
      <w:r>
        <w:t>This agreement is effective on December 14, 2012 and remains in effect until December 14, 2013.</w:t>
      </w:r>
    </w:p>
    <w:p w:rsidR="005235C6" w:rsidRDefault="005235C6">
      <w:r>
        <w:t xml:space="preserve">Parent agrees to lease to client a single travel club portal at $1.95 per month per member in which the client will be able to resell, distribute or giveaway to </w:t>
      </w:r>
      <w:r w:rsidR="007B7E26">
        <w:t>client’s customers/partners.</w:t>
      </w:r>
    </w:p>
    <w:p w:rsidR="007B7E26" w:rsidRDefault="007B7E26">
      <w:r>
        <w:t>Client agrees to pay the parent company on the 1</w:t>
      </w:r>
      <w:r w:rsidRPr="007B7E26">
        <w:rPr>
          <w:vertAlign w:val="superscript"/>
        </w:rPr>
        <w:t>st</w:t>
      </w:r>
      <w:r>
        <w:t xml:space="preserve"> of every month for the previous month commitment. Client agrees to purchase 4,000 codes per month at $1.95 per code payable to Hotels Etc. no later than the 3</w:t>
      </w:r>
      <w:r w:rsidRPr="007B7E26">
        <w:rPr>
          <w:vertAlign w:val="superscript"/>
        </w:rPr>
        <w:t>rd</w:t>
      </w:r>
      <w:r w:rsidR="007A5A67">
        <w:t xml:space="preserve"> day of the previous month.</w:t>
      </w:r>
    </w:p>
    <w:p w:rsidR="007A5A67" w:rsidRDefault="007A5A67">
      <w:r>
        <w:t xml:space="preserve">Hotels Etc. will issue a promo code to client that allows a maximum of 4,000 registrations per month. Once </w:t>
      </w:r>
      <w:proofErr w:type="gramStart"/>
      <w:r>
        <w:t>clients</w:t>
      </w:r>
      <w:proofErr w:type="gramEnd"/>
      <w:r>
        <w:t xml:space="preserve"> code has reached the 4,000 registration mark the code will shut off until invoice has been paid in full. </w:t>
      </w:r>
      <w:bookmarkStart w:id="0" w:name="_GoBack"/>
      <w:bookmarkEnd w:id="0"/>
    </w:p>
    <w:p w:rsidR="007A5A67" w:rsidRDefault="007A5A67">
      <w:r>
        <w:t>This agreement will remain in effect until Dec 14</w:t>
      </w:r>
      <w:r w:rsidRPr="007A5A67">
        <w:rPr>
          <w:vertAlign w:val="superscript"/>
        </w:rPr>
        <w:t>th</w:t>
      </w:r>
      <w:r>
        <w:t>, 2013</w:t>
      </w:r>
      <w:proofErr w:type="gramStart"/>
      <w:r>
        <w:t>..</w:t>
      </w:r>
      <w:proofErr w:type="gramEnd"/>
    </w:p>
    <w:p w:rsidR="007A5A67" w:rsidRDefault="007A5A67"/>
    <w:p w:rsidR="007A5A67" w:rsidRDefault="007A5A67">
      <w:r>
        <w:t xml:space="preserve">Hotels Etc., </w:t>
      </w:r>
      <w:proofErr w:type="spellStart"/>
      <w:r>
        <w:t>Inc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Biznetonweb</w:t>
      </w:r>
      <w:proofErr w:type="spellEnd"/>
    </w:p>
    <w:p w:rsidR="007A5A67" w:rsidRDefault="007A5A67">
      <w:r>
        <w:t>Name</w:t>
      </w:r>
      <w:proofErr w:type="gramStart"/>
      <w:r>
        <w:t>:_</w:t>
      </w:r>
      <w:proofErr w:type="gramEnd"/>
      <w:r>
        <w:t>_________________</w:t>
      </w:r>
      <w:r>
        <w:tab/>
      </w:r>
      <w:r>
        <w:tab/>
      </w:r>
      <w:r>
        <w:tab/>
        <w:t>Name: ______________________________</w:t>
      </w:r>
    </w:p>
    <w:p w:rsidR="007A5A67" w:rsidRDefault="007A5A67">
      <w:r>
        <w:t>Signature</w:t>
      </w:r>
      <w:proofErr w:type="gramStart"/>
      <w:r>
        <w:t>:_</w:t>
      </w:r>
      <w:proofErr w:type="gramEnd"/>
      <w:r>
        <w:t>___________________</w:t>
      </w:r>
      <w:r>
        <w:tab/>
      </w:r>
      <w:r>
        <w:tab/>
        <w:t>Signature:_____________________________</w:t>
      </w:r>
    </w:p>
    <w:p w:rsidR="007A5A67" w:rsidRDefault="007A5A67">
      <w:r>
        <w:t>Date</w:t>
      </w:r>
      <w:proofErr w:type="gramStart"/>
      <w:r>
        <w:t>:_</w:t>
      </w:r>
      <w:proofErr w:type="gramEnd"/>
      <w:r>
        <w:t>__________________</w:t>
      </w:r>
      <w:r>
        <w:tab/>
      </w:r>
      <w:r>
        <w:tab/>
        <w:t xml:space="preserve">              Date:_______________________________</w:t>
      </w:r>
    </w:p>
    <w:p w:rsidR="005235C6" w:rsidRDefault="005235C6"/>
    <w:p w:rsidR="003C2C63" w:rsidRDefault="003C2C63"/>
    <w:p w:rsidR="00E46F4E" w:rsidRPr="003C2C63" w:rsidRDefault="00E46F4E" w:rsidP="003C2C63">
      <w:pPr>
        <w:rPr>
          <w:rFonts w:ascii="Myriad Pro" w:hAnsi="Myriad Pro"/>
          <w:sz w:val="24"/>
        </w:rPr>
      </w:pPr>
    </w:p>
    <w:sectPr w:rsidR="00E46F4E" w:rsidRPr="003C2C63" w:rsidSect="003C2C63">
      <w:headerReference w:type="default" r:id="rId7"/>
      <w:pgSz w:w="12240" w:h="15840"/>
      <w:pgMar w:top="1440" w:right="1170" w:bottom="1440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148" w:rsidRDefault="00850148" w:rsidP="003C2C63">
      <w:pPr>
        <w:spacing w:after="0" w:line="240" w:lineRule="auto"/>
      </w:pPr>
      <w:r>
        <w:separator/>
      </w:r>
    </w:p>
  </w:endnote>
  <w:endnote w:type="continuationSeparator" w:id="0">
    <w:p w:rsidR="00850148" w:rsidRDefault="00850148" w:rsidP="003C2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148" w:rsidRDefault="00850148" w:rsidP="003C2C63">
      <w:pPr>
        <w:spacing w:after="0" w:line="240" w:lineRule="auto"/>
      </w:pPr>
      <w:r>
        <w:separator/>
      </w:r>
    </w:p>
  </w:footnote>
  <w:footnote w:type="continuationSeparator" w:id="0">
    <w:p w:rsidR="00850148" w:rsidRDefault="00850148" w:rsidP="003C2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C63" w:rsidRDefault="003C2C63" w:rsidP="003C2C63">
    <w:pPr>
      <w:pStyle w:val="Header"/>
      <w:tabs>
        <w:tab w:val="clear" w:pos="9360"/>
      </w:tabs>
      <w:ind w:left="-1440"/>
      <w:jc w:val="center"/>
    </w:pPr>
    <w:r>
      <w:rPr>
        <w:noProof/>
      </w:rPr>
      <w:drawing>
        <wp:inline distT="0" distB="0" distL="0" distR="0">
          <wp:extent cx="7715250" cy="2022822"/>
          <wp:effectExtent l="19050" t="0" r="0" b="0"/>
          <wp:docPr id="1" name="Picture 0" descr="letterhead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top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14563" cy="20226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241"/>
    <w:rsid w:val="000064C8"/>
    <w:rsid w:val="00024362"/>
    <w:rsid w:val="0003271C"/>
    <w:rsid w:val="00044804"/>
    <w:rsid w:val="00061542"/>
    <w:rsid w:val="0006590A"/>
    <w:rsid w:val="00087E08"/>
    <w:rsid w:val="000B29F1"/>
    <w:rsid w:val="000C4C2B"/>
    <w:rsid w:val="000D48A9"/>
    <w:rsid w:val="000F0F81"/>
    <w:rsid w:val="000F6B7E"/>
    <w:rsid w:val="000F6BBC"/>
    <w:rsid w:val="00115BE8"/>
    <w:rsid w:val="001229BE"/>
    <w:rsid w:val="00123E18"/>
    <w:rsid w:val="00137E7D"/>
    <w:rsid w:val="0015492F"/>
    <w:rsid w:val="0016208E"/>
    <w:rsid w:val="0016681C"/>
    <w:rsid w:val="0018247D"/>
    <w:rsid w:val="001C5927"/>
    <w:rsid w:val="001E3E94"/>
    <w:rsid w:val="001F06FF"/>
    <w:rsid w:val="001F4834"/>
    <w:rsid w:val="00217D8E"/>
    <w:rsid w:val="00227E51"/>
    <w:rsid w:val="00255CBC"/>
    <w:rsid w:val="00272437"/>
    <w:rsid w:val="00291A50"/>
    <w:rsid w:val="002B1240"/>
    <w:rsid w:val="002C5801"/>
    <w:rsid w:val="00307F2E"/>
    <w:rsid w:val="00315C3C"/>
    <w:rsid w:val="00343303"/>
    <w:rsid w:val="00381CFC"/>
    <w:rsid w:val="003911AF"/>
    <w:rsid w:val="003C2C63"/>
    <w:rsid w:val="003F191D"/>
    <w:rsid w:val="0040130B"/>
    <w:rsid w:val="004066CD"/>
    <w:rsid w:val="00410661"/>
    <w:rsid w:val="00432F67"/>
    <w:rsid w:val="004437A6"/>
    <w:rsid w:val="0046028B"/>
    <w:rsid w:val="004730B5"/>
    <w:rsid w:val="0048165A"/>
    <w:rsid w:val="004830B0"/>
    <w:rsid w:val="00485593"/>
    <w:rsid w:val="004916C8"/>
    <w:rsid w:val="004C1A16"/>
    <w:rsid w:val="004E701C"/>
    <w:rsid w:val="00501176"/>
    <w:rsid w:val="005235C6"/>
    <w:rsid w:val="00533375"/>
    <w:rsid w:val="0053563B"/>
    <w:rsid w:val="00554BE7"/>
    <w:rsid w:val="0056378B"/>
    <w:rsid w:val="005654F3"/>
    <w:rsid w:val="005656E5"/>
    <w:rsid w:val="00574CB9"/>
    <w:rsid w:val="0058739C"/>
    <w:rsid w:val="005B4BFB"/>
    <w:rsid w:val="005C6CF1"/>
    <w:rsid w:val="005D202B"/>
    <w:rsid w:val="006124F1"/>
    <w:rsid w:val="00622963"/>
    <w:rsid w:val="00650221"/>
    <w:rsid w:val="00660BDA"/>
    <w:rsid w:val="006621EA"/>
    <w:rsid w:val="0066787F"/>
    <w:rsid w:val="00671789"/>
    <w:rsid w:val="0067228D"/>
    <w:rsid w:val="006756B7"/>
    <w:rsid w:val="00694DDB"/>
    <w:rsid w:val="006F4671"/>
    <w:rsid w:val="007432AE"/>
    <w:rsid w:val="007641F8"/>
    <w:rsid w:val="0076743E"/>
    <w:rsid w:val="00782483"/>
    <w:rsid w:val="007A5A67"/>
    <w:rsid w:val="007B7786"/>
    <w:rsid w:val="007B7E26"/>
    <w:rsid w:val="007C0E77"/>
    <w:rsid w:val="007C13E4"/>
    <w:rsid w:val="007C38F7"/>
    <w:rsid w:val="007D1FDD"/>
    <w:rsid w:val="00844819"/>
    <w:rsid w:val="00850148"/>
    <w:rsid w:val="00860241"/>
    <w:rsid w:val="00870E2B"/>
    <w:rsid w:val="0087648B"/>
    <w:rsid w:val="008C720C"/>
    <w:rsid w:val="008F7842"/>
    <w:rsid w:val="00903B8C"/>
    <w:rsid w:val="00907335"/>
    <w:rsid w:val="00922854"/>
    <w:rsid w:val="009557B9"/>
    <w:rsid w:val="00956F7F"/>
    <w:rsid w:val="009658E6"/>
    <w:rsid w:val="00993D85"/>
    <w:rsid w:val="00994E6B"/>
    <w:rsid w:val="009A5F94"/>
    <w:rsid w:val="009B17B6"/>
    <w:rsid w:val="009B7FA2"/>
    <w:rsid w:val="009D1A6D"/>
    <w:rsid w:val="009E0FE3"/>
    <w:rsid w:val="009F3DBE"/>
    <w:rsid w:val="009F70AE"/>
    <w:rsid w:val="00A018E5"/>
    <w:rsid w:val="00A128BE"/>
    <w:rsid w:val="00A47E52"/>
    <w:rsid w:val="00A61723"/>
    <w:rsid w:val="00A6724B"/>
    <w:rsid w:val="00A71734"/>
    <w:rsid w:val="00A74146"/>
    <w:rsid w:val="00AB60A1"/>
    <w:rsid w:val="00AC6627"/>
    <w:rsid w:val="00AD6765"/>
    <w:rsid w:val="00AE256C"/>
    <w:rsid w:val="00AF5EFA"/>
    <w:rsid w:val="00B02B7F"/>
    <w:rsid w:val="00B030FF"/>
    <w:rsid w:val="00B302B5"/>
    <w:rsid w:val="00B3349C"/>
    <w:rsid w:val="00B3487C"/>
    <w:rsid w:val="00B443A8"/>
    <w:rsid w:val="00B4480C"/>
    <w:rsid w:val="00B54EC7"/>
    <w:rsid w:val="00B54FAD"/>
    <w:rsid w:val="00B606F4"/>
    <w:rsid w:val="00B65B40"/>
    <w:rsid w:val="00BA07CA"/>
    <w:rsid w:val="00BA1666"/>
    <w:rsid w:val="00BA27B8"/>
    <w:rsid w:val="00BB141E"/>
    <w:rsid w:val="00BB2EF4"/>
    <w:rsid w:val="00BD3C17"/>
    <w:rsid w:val="00BD5AEF"/>
    <w:rsid w:val="00BF2074"/>
    <w:rsid w:val="00C01908"/>
    <w:rsid w:val="00C67F2D"/>
    <w:rsid w:val="00C90436"/>
    <w:rsid w:val="00C93526"/>
    <w:rsid w:val="00CA2093"/>
    <w:rsid w:val="00CE50AD"/>
    <w:rsid w:val="00CE772B"/>
    <w:rsid w:val="00D460E9"/>
    <w:rsid w:val="00D47819"/>
    <w:rsid w:val="00D61366"/>
    <w:rsid w:val="00D81EA7"/>
    <w:rsid w:val="00D8235B"/>
    <w:rsid w:val="00D913AB"/>
    <w:rsid w:val="00D96355"/>
    <w:rsid w:val="00DD28E9"/>
    <w:rsid w:val="00DF4975"/>
    <w:rsid w:val="00E1611C"/>
    <w:rsid w:val="00E263F6"/>
    <w:rsid w:val="00E374EC"/>
    <w:rsid w:val="00E46F4E"/>
    <w:rsid w:val="00E55CED"/>
    <w:rsid w:val="00E9278E"/>
    <w:rsid w:val="00EA3230"/>
    <w:rsid w:val="00EA665B"/>
    <w:rsid w:val="00EB5465"/>
    <w:rsid w:val="00EC428A"/>
    <w:rsid w:val="00EE4187"/>
    <w:rsid w:val="00F05FB3"/>
    <w:rsid w:val="00F070AD"/>
    <w:rsid w:val="00F2471F"/>
    <w:rsid w:val="00F40B5F"/>
    <w:rsid w:val="00F436AD"/>
    <w:rsid w:val="00F569F4"/>
    <w:rsid w:val="00F67C62"/>
    <w:rsid w:val="00F81CA0"/>
    <w:rsid w:val="00F85A1B"/>
    <w:rsid w:val="00FA28FC"/>
    <w:rsid w:val="00FB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2C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2C63"/>
  </w:style>
  <w:style w:type="paragraph" w:styleId="Footer">
    <w:name w:val="footer"/>
    <w:basedOn w:val="Normal"/>
    <w:link w:val="FooterChar"/>
    <w:uiPriority w:val="99"/>
    <w:semiHidden/>
    <w:unhideWhenUsed/>
    <w:rsid w:val="003C2C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2C63"/>
  </w:style>
  <w:style w:type="paragraph" w:styleId="BalloonText">
    <w:name w:val="Balloon Text"/>
    <w:basedOn w:val="Normal"/>
    <w:link w:val="BalloonTextChar"/>
    <w:uiPriority w:val="99"/>
    <w:semiHidden/>
    <w:unhideWhenUsed/>
    <w:rsid w:val="003C2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C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C2C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2C63"/>
  </w:style>
  <w:style w:type="paragraph" w:styleId="Footer">
    <w:name w:val="footer"/>
    <w:basedOn w:val="Normal"/>
    <w:link w:val="FooterChar"/>
    <w:uiPriority w:val="99"/>
    <w:semiHidden/>
    <w:unhideWhenUsed/>
    <w:rsid w:val="003C2C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2C63"/>
  </w:style>
  <w:style w:type="paragraph" w:styleId="BalloonText">
    <w:name w:val="Balloon Text"/>
    <w:basedOn w:val="Normal"/>
    <w:link w:val="BalloonTextChar"/>
    <w:uiPriority w:val="99"/>
    <w:semiHidden/>
    <w:unhideWhenUsed/>
    <w:rsid w:val="003C2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C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telsetc\Documents\DISTRIBUTOR%20AND%20MEMBER%20LETTERS\Mem%20-%20Dist%20letters%20-%20Documents\letterhead\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Hotels Etc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Home</cp:lastModifiedBy>
  <cp:revision>2</cp:revision>
  <cp:lastPrinted>2011-05-24T16:37:00Z</cp:lastPrinted>
  <dcterms:created xsi:type="dcterms:W3CDTF">2013-01-18T20:50:00Z</dcterms:created>
  <dcterms:modified xsi:type="dcterms:W3CDTF">2013-01-18T20:50:00Z</dcterms:modified>
</cp:coreProperties>
</file>