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390" w:rsidRDefault="00050390" w:rsidP="00050390"/>
    <w:p w:rsidR="00050390" w:rsidRPr="00FA6BDD" w:rsidRDefault="00050390" w:rsidP="006E5DE9">
      <w:pPr>
        <w:jc w:val="center"/>
      </w:pPr>
      <w:r w:rsidRPr="00FA6BDD">
        <w:t>Thank you for your recent order.  We appreciate your business and will continue to strive to provide you with a large source of discounts, certificates, and savings.</w:t>
      </w:r>
    </w:p>
    <w:p w:rsidR="00050390" w:rsidRPr="00FA6BDD" w:rsidRDefault="00050390" w:rsidP="00050390">
      <w:pPr>
        <w:pStyle w:val="ListParagraph"/>
        <w:rPr>
          <w:rFonts w:ascii="Myriad Pro" w:hAnsi="Myriad Pro"/>
          <w:sz w:val="24"/>
        </w:rPr>
      </w:pPr>
    </w:p>
    <w:p w:rsidR="00050390" w:rsidRPr="00FA6BDD" w:rsidRDefault="00050390" w:rsidP="00050390">
      <w:pPr>
        <w:pStyle w:val="ListParagraph"/>
        <w:rPr>
          <w:rFonts w:ascii="Myriad Pro" w:hAnsi="Myriad Pro"/>
          <w:sz w:val="24"/>
        </w:rPr>
      </w:pPr>
    </w:p>
    <w:p w:rsidR="00050390" w:rsidRPr="00FA6BDD" w:rsidRDefault="00050390" w:rsidP="00050390">
      <w:pPr>
        <w:pStyle w:val="ListParagraph"/>
        <w:rPr>
          <w:rFonts w:ascii="Myriad Pro" w:hAnsi="Myriad Pro"/>
          <w:b/>
          <w:sz w:val="24"/>
        </w:rPr>
      </w:pPr>
      <w:r w:rsidRPr="00FA6BDD">
        <w:rPr>
          <w:rFonts w:ascii="Myriad Pro" w:hAnsi="Myriad Pro"/>
          <w:b/>
          <w:sz w:val="24"/>
        </w:rPr>
        <w:t>IMPORTANT THINGS TO REMEMBER</w:t>
      </w:r>
    </w:p>
    <w:p w:rsidR="00050390" w:rsidRPr="00FA6BDD" w:rsidRDefault="00050390" w:rsidP="00050390">
      <w:pPr>
        <w:pStyle w:val="ListParagraph"/>
        <w:numPr>
          <w:ilvl w:val="0"/>
          <w:numId w:val="4"/>
        </w:numPr>
        <w:jc w:val="both"/>
        <w:rPr>
          <w:rFonts w:ascii="Myriad Pro" w:hAnsi="Myriad Pro"/>
          <w:sz w:val="20"/>
          <w:szCs w:val="20"/>
        </w:rPr>
      </w:pPr>
      <w:r w:rsidRPr="00FA6BDD">
        <w:rPr>
          <w:rFonts w:ascii="Myriad Pro" w:hAnsi="Myriad Pro"/>
          <w:sz w:val="20"/>
          <w:szCs w:val="20"/>
        </w:rPr>
        <w:t>Be sure to read and understand all terms and conditions to help expedite your certificate and redemption process.</w:t>
      </w:r>
    </w:p>
    <w:p w:rsidR="00050390" w:rsidRPr="00FA6BDD" w:rsidRDefault="00050390" w:rsidP="00050390">
      <w:pPr>
        <w:pStyle w:val="ListParagraph"/>
        <w:numPr>
          <w:ilvl w:val="0"/>
          <w:numId w:val="4"/>
        </w:numPr>
        <w:jc w:val="both"/>
        <w:rPr>
          <w:rFonts w:ascii="Myriad Pro" w:hAnsi="Myriad Pro"/>
          <w:sz w:val="20"/>
          <w:szCs w:val="20"/>
        </w:rPr>
      </w:pPr>
      <w:r w:rsidRPr="00FA6BDD">
        <w:rPr>
          <w:rFonts w:ascii="Myriad Pro" w:hAnsi="Myriad Pro"/>
          <w:sz w:val="20"/>
          <w:szCs w:val="20"/>
        </w:rPr>
        <w:t>Most of the actual redemption items expire in a certain time period. Please be sure to use your certificate before it expires. No refunds or exchanges will be given because you did not use it in a timely manner. This policy is in place to accommodate periodic changes in terms, conditions, locations, and etc. It is important to us that you receive the most current items with the most current terms clearly stated on them.</w:t>
      </w:r>
    </w:p>
    <w:p w:rsidR="00050390" w:rsidRPr="00FA6BDD" w:rsidRDefault="00050390" w:rsidP="00050390">
      <w:pPr>
        <w:pStyle w:val="ListParagraph"/>
        <w:numPr>
          <w:ilvl w:val="0"/>
          <w:numId w:val="4"/>
        </w:numPr>
        <w:jc w:val="both"/>
        <w:rPr>
          <w:rFonts w:ascii="Myriad Pro" w:hAnsi="Myriad Pro"/>
          <w:sz w:val="20"/>
          <w:szCs w:val="20"/>
        </w:rPr>
      </w:pPr>
      <w:r w:rsidRPr="00FA6BDD">
        <w:rPr>
          <w:rFonts w:ascii="Myriad Pro" w:hAnsi="Myriad Pro"/>
          <w:sz w:val="20"/>
          <w:szCs w:val="20"/>
        </w:rPr>
        <w:t xml:space="preserve">Some Products sold at Hotels Etc., Inc and </w:t>
      </w:r>
      <w:proofErr w:type="spellStart"/>
      <w:r w:rsidRPr="00FA6BDD">
        <w:rPr>
          <w:rFonts w:ascii="Myriad Pro" w:hAnsi="Myriad Pro"/>
          <w:sz w:val="20"/>
          <w:szCs w:val="20"/>
        </w:rPr>
        <w:t>Certs</w:t>
      </w:r>
      <w:proofErr w:type="spellEnd"/>
      <w:r w:rsidRPr="00FA6BDD">
        <w:rPr>
          <w:rFonts w:ascii="Myriad Pro" w:hAnsi="Myriad Pro"/>
          <w:sz w:val="20"/>
          <w:szCs w:val="20"/>
        </w:rPr>
        <w:t xml:space="preserve"> Etc.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050390" w:rsidRPr="00FA6BDD" w:rsidRDefault="00050390" w:rsidP="00050390">
      <w:pPr>
        <w:pStyle w:val="ListParagraph"/>
        <w:numPr>
          <w:ilvl w:val="0"/>
          <w:numId w:val="4"/>
        </w:numPr>
        <w:jc w:val="both"/>
        <w:rPr>
          <w:rFonts w:ascii="Myriad Pro" w:hAnsi="Myriad Pro"/>
          <w:sz w:val="20"/>
          <w:szCs w:val="20"/>
        </w:rPr>
      </w:pPr>
      <w:r w:rsidRPr="00FA6BDD">
        <w:rPr>
          <w:rFonts w:ascii="Myriad Pro" w:hAnsi="Myriad Pro"/>
          <w:sz w:val="20"/>
          <w:szCs w:val="20"/>
        </w:rPr>
        <w:t>All sales are final, No refunds, exchanges, or cash value for certificates.</w:t>
      </w:r>
    </w:p>
    <w:p w:rsidR="00050390" w:rsidRPr="00FA6BDD" w:rsidRDefault="00050390" w:rsidP="00050390">
      <w:pPr>
        <w:pStyle w:val="ListParagraph"/>
        <w:ind w:left="1440"/>
        <w:jc w:val="both"/>
        <w:rPr>
          <w:rFonts w:ascii="Myriad Pro" w:hAnsi="Myriad Pro"/>
        </w:rPr>
      </w:pPr>
    </w:p>
    <w:p w:rsidR="00050390" w:rsidRPr="00FA6BDD" w:rsidRDefault="00050390" w:rsidP="00050390">
      <w:pPr>
        <w:rPr>
          <w:rFonts w:ascii="Myriad Pro" w:hAnsi="Myriad Pro"/>
        </w:rPr>
      </w:pPr>
      <w:r w:rsidRPr="00FA6BDD">
        <w:rPr>
          <w:rFonts w:ascii="Myriad Pro" w:hAnsi="Myriad Pro"/>
        </w:rPr>
        <w:t xml:space="preserve">We have several other certificates that we offer and we have attached those for your review. We do not have a limit on the amount of certificates that you want to purchase. For Non-Hotels Etc. members you </w:t>
      </w:r>
      <w:r w:rsidR="00476215">
        <w:rPr>
          <w:rFonts w:ascii="Myriad Pro" w:hAnsi="Myriad Pro"/>
        </w:rPr>
        <w:t>can purchase certificates for $3</w:t>
      </w:r>
      <w:r w:rsidRPr="00FA6BDD">
        <w:rPr>
          <w:rFonts w:ascii="Myriad Pro" w:hAnsi="Myriad Pro"/>
        </w:rPr>
        <w:t xml:space="preserve">9.95 each. If you are a Hotels Etc. member then you can purchase certificates for only $9.95 each. Members can order from this mail piece or you can sign into your account and place your order online. Non-Members can only order from this direct mail piece. To join Hotels Etc. simply visit </w:t>
      </w:r>
      <w:hyperlink r:id="rId7" w:history="1">
        <w:r w:rsidRPr="006E5DE9">
          <w:rPr>
            <w:rStyle w:val="Hyperlink"/>
            <w:rFonts w:ascii="Myriad Pro" w:hAnsi="Myriad Pro"/>
            <w:color w:val="auto"/>
            <w:u w:val="none"/>
          </w:rPr>
          <w:t>www.hotelsetc.com</w:t>
        </w:r>
      </w:hyperlink>
      <w:r w:rsidRPr="00FA6BDD">
        <w:rPr>
          <w:rFonts w:ascii="Myriad Pro" w:hAnsi="Myriad Pro"/>
        </w:rPr>
        <w:t xml:space="preserve"> and start saving.</w:t>
      </w:r>
    </w:p>
    <w:p w:rsidR="00050390" w:rsidRPr="00FA6BDD" w:rsidRDefault="00050390" w:rsidP="003C2C63">
      <w:pPr>
        <w:rPr>
          <w:rFonts w:ascii="Myriad Pro" w:hAnsi="Myriad Pro"/>
          <w:sz w:val="24"/>
        </w:rPr>
      </w:pPr>
      <w:r w:rsidRPr="00FA6BDD">
        <w:rPr>
          <w:rFonts w:ascii="Myriad Pro" w:hAnsi="Myriad Pro"/>
          <w:sz w:val="24"/>
        </w:rPr>
        <w:t>Thank you again for your business and if you have any questions, please contact our customer service department Mon-Fri 9-5 EST at 1-877-967-SAVE</w:t>
      </w:r>
    </w:p>
    <w:p w:rsidR="00A55202" w:rsidRPr="00476215" w:rsidRDefault="00A55202" w:rsidP="003C2C63">
      <w:pPr>
        <w:rPr>
          <w:rFonts w:ascii="Myriad Pro" w:hAnsi="Myriad Pro"/>
          <w:b/>
          <w:sz w:val="24"/>
        </w:rPr>
      </w:pPr>
      <w:r w:rsidRPr="00FA6BDD">
        <w:rPr>
          <w:rFonts w:ascii="Myriad Pro" w:hAnsi="Myriad Pro"/>
          <w:b/>
          <w:sz w:val="24"/>
        </w:rPr>
        <w:t>Sincerely,</w:t>
      </w:r>
    </w:p>
    <w:p w:rsidR="00A55202" w:rsidRPr="00FA6BDD" w:rsidRDefault="00A55202" w:rsidP="003C2C63">
      <w:pPr>
        <w:rPr>
          <w:rFonts w:ascii="Myriad Pro" w:hAnsi="Myriad Pro"/>
          <w:b/>
          <w:sz w:val="24"/>
        </w:rPr>
      </w:pPr>
      <w:r w:rsidRPr="00FA6BDD">
        <w:rPr>
          <w:rFonts w:ascii="Myriad Pro" w:hAnsi="Myriad Pro"/>
          <w:b/>
          <w:sz w:val="24"/>
        </w:rPr>
        <w:t>Hotels Etc., Inc</w:t>
      </w:r>
    </w:p>
    <w:p w:rsidR="00A55202" w:rsidRPr="00FA6BDD" w:rsidRDefault="00A55202" w:rsidP="003C2C63">
      <w:pPr>
        <w:rPr>
          <w:rFonts w:ascii="Myriad Pro" w:hAnsi="Myriad Pro"/>
          <w:sz w:val="24"/>
        </w:rPr>
      </w:pPr>
    </w:p>
    <w:sectPr w:rsidR="00A55202" w:rsidRPr="00FA6BDD" w:rsidSect="003C2C63">
      <w:headerReference w:type="default" r:id="rId8"/>
      <w:pgSz w:w="12240" w:h="15840"/>
      <w:pgMar w:top="1440" w:right="1170" w:bottom="1440" w:left="1440" w:header="18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911" w:rsidRDefault="00CC3911" w:rsidP="003C2C63">
      <w:pPr>
        <w:spacing w:after="0" w:line="240" w:lineRule="auto"/>
      </w:pPr>
      <w:r>
        <w:separator/>
      </w:r>
    </w:p>
  </w:endnote>
  <w:endnote w:type="continuationSeparator" w:id="1">
    <w:p w:rsidR="00CC3911" w:rsidRDefault="00CC3911" w:rsidP="003C2C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911" w:rsidRDefault="00CC3911" w:rsidP="003C2C63">
      <w:pPr>
        <w:spacing w:after="0" w:line="240" w:lineRule="auto"/>
      </w:pPr>
      <w:r>
        <w:separator/>
      </w:r>
    </w:p>
  </w:footnote>
  <w:footnote w:type="continuationSeparator" w:id="1">
    <w:p w:rsidR="00CC3911" w:rsidRDefault="00CC3911" w:rsidP="003C2C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C63" w:rsidRDefault="003C2C63" w:rsidP="003C2C63">
    <w:pPr>
      <w:pStyle w:val="Header"/>
      <w:tabs>
        <w:tab w:val="clear" w:pos="9360"/>
      </w:tabs>
      <w:ind w:left="-1440"/>
      <w:jc w:val="center"/>
    </w:pPr>
    <w:r>
      <w:rPr>
        <w:noProof/>
      </w:rPr>
      <w:drawing>
        <wp:inline distT="0" distB="0" distL="0" distR="0">
          <wp:extent cx="7715250" cy="2022822"/>
          <wp:effectExtent l="19050" t="0" r="0" b="0"/>
          <wp:docPr id="1" name="Picture 0" descr="letterhead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top.png"/>
                  <pic:cNvPicPr/>
                </pic:nvPicPr>
                <pic:blipFill>
                  <a:blip r:embed="rId1"/>
                  <a:stretch>
                    <a:fillRect/>
                  </a:stretch>
                </pic:blipFill>
                <pic:spPr>
                  <a:xfrm>
                    <a:off x="0" y="0"/>
                    <a:ext cx="7714563" cy="202264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53E21"/>
    <w:multiLevelType w:val="hybridMultilevel"/>
    <w:tmpl w:val="56428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03669"/>
    <w:multiLevelType w:val="hybridMultilevel"/>
    <w:tmpl w:val="37EA9D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514B7612"/>
    <w:multiLevelType w:val="hybridMultilevel"/>
    <w:tmpl w:val="A95CAA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46E0A7D"/>
    <w:multiLevelType w:val="hybridMultilevel"/>
    <w:tmpl w:val="12FCBF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hdrShapeDefaults>
    <o:shapedefaults v:ext="edit" spidmax="2050"/>
  </w:hdrShapeDefaults>
  <w:footnotePr>
    <w:footnote w:id="0"/>
    <w:footnote w:id="1"/>
  </w:footnotePr>
  <w:endnotePr>
    <w:endnote w:id="0"/>
    <w:endnote w:id="1"/>
  </w:endnotePr>
  <w:compat/>
  <w:rsids>
    <w:rsidRoot w:val="00A55202"/>
    <w:rsid w:val="000064C8"/>
    <w:rsid w:val="00024362"/>
    <w:rsid w:val="0003271C"/>
    <w:rsid w:val="00044804"/>
    <w:rsid w:val="00050390"/>
    <w:rsid w:val="00061542"/>
    <w:rsid w:val="0006590A"/>
    <w:rsid w:val="00087E08"/>
    <w:rsid w:val="000B29F1"/>
    <w:rsid w:val="000C4C2B"/>
    <w:rsid w:val="000D48A9"/>
    <w:rsid w:val="000F0F81"/>
    <w:rsid w:val="000F6B7E"/>
    <w:rsid w:val="000F6BBC"/>
    <w:rsid w:val="00115BE8"/>
    <w:rsid w:val="001229BE"/>
    <w:rsid w:val="00123E18"/>
    <w:rsid w:val="00137E7D"/>
    <w:rsid w:val="0015492F"/>
    <w:rsid w:val="0016208E"/>
    <w:rsid w:val="0016681C"/>
    <w:rsid w:val="0018247D"/>
    <w:rsid w:val="001C5927"/>
    <w:rsid w:val="001E3E94"/>
    <w:rsid w:val="001F06FF"/>
    <w:rsid w:val="001F4834"/>
    <w:rsid w:val="00217D8E"/>
    <w:rsid w:val="00227E51"/>
    <w:rsid w:val="00233319"/>
    <w:rsid w:val="00255CBC"/>
    <w:rsid w:val="00272437"/>
    <w:rsid w:val="00291A50"/>
    <w:rsid w:val="002B1240"/>
    <w:rsid w:val="002C5801"/>
    <w:rsid w:val="00307F2E"/>
    <w:rsid w:val="00315C3C"/>
    <w:rsid w:val="00343303"/>
    <w:rsid w:val="00381CFC"/>
    <w:rsid w:val="003911AF"/>
    <w:rsid w:val="003C2C63"/>
    <w:rsid w:val="003F191D"/>
    <w:rsid w:val="0040130B"/>
    <w:rsid w:val="004066CD"/>
    <w:rsid w:val="00410661"/>
    <w:rsid w:val="00432F67"/>
    <w:rsid w:val="004437A6"/>
    <w:rsid w:val="0046028B"/>
    <w:rsid w:val="004730B5"/>
    <w:rsid w:val="00476215"/>
    <w:rsid w:val="0048165A"/>
    <w:rsid w:val="004830B0"/>
    <w:rsid w:val="00485593"/>
    <w:rsid w:val="004916C8"/>
    <w:rsid w:val="004C1A16"/>
    <w:rsid w:val="004E701C"/>
    <w:rsid w:val="00501176"/>
    <w:rsid w:val="00533375"/>
    <w:rsid w:val="0053563B"/>
    <w:rsid w:val="00554BE7"/>
    <w:rsid w:val="0056378B"/>
    <w:rsid w:val="005656E5"/>
    <w:rsid w:val="00574CB9"/>
    <w:rsid w:val="0058739C"/>
    <w:rsid w:val="005B4BFB"/>
    <w:rsid w:val="005D202B"/>
    <w:rsid w:val="006124F1"/>
    <w:rsid w:val="00622963"/>
    <w:rsid w:val="00650221"/>
    <w:rsid w:val="00660BDA"/>
    <w:rsid w:val="006621EA"/>
    <w:rsid w:val="0066787F"/>
    <w:rsid w:val="00671789"/>
    <w:rsid w:val="0067228D"/>
    <w:rsid w:val="006756B7"/>
    <w:rsid w:val="00680308"/>
    <w:rsid w:val="00694DDB"/>
    <w:rsid w:val="006E5DE9"/>
    <w:rsid w:val="006F4671"/>
    <w:rsid w:val="007432AE"/>
    <w:rsid w:val="007641F8"/>
    <w:rsid w:val="0076743E"/>
    <w:rsid w:val="00782483"/>
    <w:rsid w:val="007B7786"/>
    <w:rsid w:val="007C0E77"/>
    <w:rsid w:val="007C13E4"/>
    <w:rsid w:val="007C38F7"/>
    <w:rsid w:val="007D1FDD"/>
    <w:rsid w:val="00844819"/>
    <w:rsid w:val="00870E2B"/>
    <w:rsid w:val="008C720C"/>
    <w:rsid w:val="008F7842"/>
    <w:rsid w:val="00903B8C"/>
    <w:rsid w:val="00907335"/>
    <w:rsid w:val="00922854"/>
    <w:rsid w:val="00926AE8"/>
    <w:rsid w:val="009557B9"/>
    <w:rsid w:val="00956F7F"/>
    <w:rsid w:val="009658E6"/>
    <w:rsid w:val="00993D85"/>
    <w:rsid w:val="00994E6B"/>
    <w:rsid w:val="009A5F94"/>
    <w:rsid w:val="009B17B6"/>
    <w:rsid w:val="009B7FA2"/>
    <w:rsid w:val="009D0A96"/>
    <w:rsid w:val="009E0FE3"/>
    <w:rsid w:val="009F3DBE"/>
    <w:rsid w:val="009F70AE"/>
    <w:rsid w:val="00A018E5"/>
    <w:rsid w:val="00A128BE"/>
    <w:rsid w:val="00A47E52"/>
    <w:rsid w:val="00A55202"/>
    <w:rsid w:val="00A61723"/>
    <w:rsid w:val="00A6724B"/>
    <w:rsid w:val="00A71734"/>
    <w:rsid w:val="00A74146"/>
    <w:rsid w:val="00AB60A1"/>
    <w:rsid w:val="00AC6627"/>
    <w:rsid w:val="00AD6765"/>
    <w:rsid w:val="00AE256C"/>
    <w:rsid w:val="00AF5EFA"/>
    <w:rsid w:val="00B02B7F"/>
    <w:rsid w:val="00B030FF"/>
    <w:rsid w:val="00B302B5"/>
    <w:rsid w:val="00B3349C"/>
    <w:rsid w:val="00B3487C"/>
    <w:rsid w:val="00B443A8"/>
    <w:rsid w:val="00B4480C"/>
    <w:rsid w:val="00B54EC7"/>
    <w:rsid w:val="00B54FAD"/>
    <w:rsid w:val="00B606F4"/>
    <w:rsid w:val="00B65B40"/>
    <w:rsid w:val="00BA07CA"/>
    <w:rsid w:val="00BA1666"/>
    <w:rsid w:val="00BA27B8"/>
    <w:rsid w:val="00BB141E"/>
    <w:rsid w:val="00BB2EF4"/>
    <w:rsid w:val="00BD3C17"/>
    <w:rsid w:val="00BD5AEF"/>
    <w:rsid w:val="00BF2074"/>
    <w:rsid w:val="00C01908"/>
    <w:rsid w:val="00C67F2D"/>
    <w:rsid w:val="00C90436"/>
    <w:rsid w:val="00C93526"/>
    <w:rsid w:val="00CA2093"/>
    <w:rsid w:val="00CC3911"/>
    <w:rsid w:val="00CE772B"/>
    <w:rsid w:val="00D460E9"/>
    <w:rsid w:val="00D47819"/>
    <w:rsid w:val="00D61366"/>
    <w:rsid w:val="00D81EA7"/>
    <w:rsid w:val="00D8235B"/>
    <w:rsid w:val="00D913AB"/>
    <w:rsid w:val="00D96355"/>
    <w:rsid w:val="00DD28E9"/>
    <w:rsid w:val="00DF4975"/>
    <w:rsid w:val="00E1611C"/>
    <w:rsid w:val="00E263F6"/>
    <w:rsid w:val="00E374EC"/>
    <w:rsid w:val="00E55CED"/>
    <w:rsid w:val="00E9278E"/>
    <w:rsid w:val="00EA3230"/>
    <w:rsid w:val="00EA665B"/>
    <w:rsid w:val="00EB5465"/>
    <w:rsid w:val="00EC428A"/>
    <w:rsid w:val="00F05FB3"/>
    <w:rsid w:val="00F070AD"/>
    <w:rsid w:val="00F2471F"/>
    <w:rsid w:val="00F40B5F"/>
    <w:rsid w:val="00F436AD"/>
    <w:rsid w:val="00F569F4"/>
    <w:rsid w:val="00F67C62"/>
    <w:rsid w:val="00F81CA0"/>
    <w:rsid w:val="00F85A1B"/>
    <w:rsid w:val="00FA28FC"/>
    <w:rsid w:val="00FA6BDD"/>
    <w:rsid w:val="00FB4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E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C2C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C63"/>
  </w:style>
  <w:style w:type="paragraph" w:styleId="Footer">
    <w:name w:val="footer"/>
    <w:basedOn w:val="Normal"/>
    <w:link w:val="FooterChar"/>
    <w:uiPriority w:val="99"/>
    <w:semiHidden/>
    <w:unhideWhenUsed/>
    <w:rsid w:val="003C2C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2C63"/>
  </w:style>
  <w:style w:type="paragraph" w:styleId="BalloonText">
    <w:name w:val="Balloon Text"/>
    <w:basedOn w:val="Normal"/>
    <w:link w:val="BalloonTextChar"/>
    <w:uiPriority w:val="99"/>
    <w:semiHidden/>
    <w:unhideWhenUsed/>
    <w:rsid w:val="003C2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C63"/>
    <w:rPr>
      <w:rFonts w:ascii="Tahoma" w:hAnsi="Tahoma" w:cs="Tahoma"/>
      <w:sz w:val="16"/>
      <w:szCs w:val="16"/>
    </w:rPr>
  </w:style>
  <w:style w:type="paragraph" w:styleId="ListParagraph">
    <w:name w:val="List Paragraph"/>
    <w:basedOn w:val="Normal"/>
    <w:uiPriority w:val="34"/>
    <w:qFormat/>
    <w:rsid w:val="00050390"/>
    <w:pPr>
      <w:ind w:left="720"/>
      <w:contextualSpacing/>
    </w:pPr>
  </w:style>
  <w:style w:type="character" w:styleId="Hyperlink">
    <w:name w:val="Hyperlink"/>
    <w:basedOn w:val="DefaultParagraphFont"/>
    <w:uiPriority w:val="99"/>
    <w:unhideWhenUsed/>
    <w:rsid w:val="000503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otelset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hawn-pc\Hotels%20Etc\DISTRIBUTOR%20AND%20MEMBER%20LETTERS\Letterheads\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Template>
  <TotalTime>12</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Hotels Etc</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Shawn</cp:lastModifiedBy>
  <cp:revision>4</cp:revision>
  <cp:lastPrinted>2009-03-19T20:40:00Z</cp:lastPrinted>
  <dcterms:created xsi:type="dcterms:W3CDTF">2009-03-19T19:20:00Z</dcterms:created>
  <dcterms:modified xsi:type="dcterms:W3CDTF">2009-04-01T02:41:00Z</dcterms:modified>
</cp:coreProperties>
</file>