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390" w:rsidRDefault="00050390" w:rsidP="00050390"/>
    <w:p w:rsidR="00A55202" w:rsidRPr="00FA6BDD" w:rsidRDefault="00A55202" w:rsidP="003C2C63">
      <w:pPr>
        <w:rPr>
          <w:rFonts w:ascii="Myriad Pro" w:hAnsi="Myriad Pro"/>
          <w:sz w:val="24"/>
        </w:rPr>
      </w:pPr>
    </w:p>
    <w:sectPr w:rsidR="00A55202" w:rsidRPr="00FA6BDD" w:rsidSect="003C2C63">
      <w:headerReference w:type="default" r:id="rId7"/>
      <w:pgSz w:w="12240" w:h="15840"/>
      <w:pgMar w:top="1440" w:right="117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911" w:rsidRDefault="00CC3911" w:rsidP="003C2C63">
      <w:pPr>
        <w:spacing w:after="0" w:line="240" w:lineRule="auto"/>
      </w:pPr>
      <w:r>
        <w:separator/>
      </w:r>
    </w:p>
  </w:endnote>
  <w:endnote w:type="continuationSeparator" w:id="1">
    <w:p w:rsidR="00CC3911" w:rsidRDefault="00CC3911" w:rsidP="003C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911" w:rsidRDefault="00CC3911" w:rsidP="003C2C63">
      <w:pPr>
        <w:spacing w:after="0" w:line="240" w:lineRule="auto"/>
      </w:pPr>
      <w:r>
        <w:separator/>
      </w:r>
    </w:p>
  </w:footnote>
  <w:footnote w:type="continuationSeparator" w:id="1">
    <w:p w:rsidR="00CC3911" w:rsidRDefault="00CC3911" w:rsidP="003C2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63" w:rsidRDefault="003C2C63" w:rsidP="003C2C63">
    <w:pPr>
      <w:pStyle w:val="Header"/>
      <w:tabs>
        <w:tab w:val="clear" w:pos="9360"/>
      </w:tabs>
      <w:ind w:left="-1440"/>
      <w:jc w:val="center"/>
    </w:pPr>
    <w:r>
      <w:rPr>
        <w:noProof/>
      </w:rPr>
      <w:drawing>
        <wp:inline distT="0" distB="0" distL="0" distR="0">
          <wp:extent cx="7715250" cy="2022822"/>
          <wp:effectExtent l="19050" t="0" r="0" b="0"/>
          <wp:docPr id="1" name="Picture 0" descr="letterhead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top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14563" cy="2022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53E21"/>
    <w:multiLevelType w:val="hybridMultilevel"/>
    <w:tmpl w:val="56428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03669"/>
    <w:multiLevelType w:val="hybridMultilevel"/>
    <w:tmpl w:val="37EA9D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14B7612"/>
    <w:multiLevelType w:val="hybridMultilevel"/>
    <w:tmpl w:val="A95CAA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46E0A7D"/>
    <w:multiLevelType w:val="hybridMultilevel"/>
    <w:tmpl w:val="12FCBF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55202"/>
    <w:rsid w:val="000064C8"/>
    <w:rsid w:val="00024362"/>
    <w:rsid w:val="0003271C"/>
    <w:rsid w:val="00044804"/>
    <w:rsid w:val="00050390"/>
    <w:rsid w:val="00061542"/>
    <w:rsid w:val="0006590A"/>
    <w:rsid w:val="00087E08"/>
    <w:rsid w:val="000B29F1"/>
    <w:rsid w:val="000C4C2B"/>
    <w:rsid w:val="000D48A9"/>
    <w:rsid w:val="000F0F81"/>
    <w:rsid w:val="000F6B7E"/>
    <w:rsid w:val="000F6BBC"/>
    <w:rsid w:val="00115BE8"/>
    <w:rsid w:val="001229BE"/>
    <w:rsid w:val="00123E18"/>
    <w:rsid w:val="00137E7D"/>
    <w:rsid w:val="0015492F"/>
    <w:rsid w:val="0016208E"/>
    <w:rsid w:val="0016681C"/>
    <w:rsid w:val="0018247D"/>
    <w:rsid w:val="001C5927"/>
    <w:rsid w:val="001E3E94"/>
    <w:rsid w:val="001F06FF"/>
    <w:rsid w:val="001F4834"/>
    <w:rsid w:val="00217D8E"/>
    <w:rsid w:val="00227E51"/>
    <w:rsid w:val="00233319"/>
    <w:rsid w:val="00255CBC"/>
    <w:rsid w:val="00272437"/>
    <w:rsid w:val="00291A50"/>
    <w:rsid w:val="002B1240"/>
    <w:rsid w:val="002C5801"/>
    <w:rsid w:val="00307F2E"/>
    <w:rsid w:val="00315C3C"/>
    <w:rsid w:val="00343303"/>
    <w:rsid w:val="00381CFC"/>
    <w:rsid w:val="003911AF"/>
    <w:rsid w:val="003C2C63"/>
    <w:rsid w:val="003F191D"/>
    <w:rsid w:val="0040130B"/>
    <w:rsid w:val="004066CD"/>
    <w:rsid w:val="00410661"/>
    <w:rsid w:val="00432F67"/>
    <w:rsid w:val="004437A6"/>
    <w:rsid w:val="0046028B"/>
    <w:rsid w:val="004730B5"/>
    <w:rsid w:val="00476215"/>
    <w:rsid w:val="0048165A"/>
    <w:rsid w:val="004830B0"/>
    <w:rsid w:val="00485593"/>
    <w:rsid w:val="004916C8"/>
    <w:rsid w:val="004C1A16"/>
    <w:rsid w:val="004E701C"/>
    <w:rsid w:val="00501176"/>
    <w:rsid w:val="00533375"/>
    <w:rsid w:val="0053563B"/>
    <w:rsid w:val="00554BE7"/>
    <w:rsid w:val="0056378B"/>
    <w:rsid w:val="005656E5"/>
    <w:rsid w:val="00574CB9"/>
    <w:rsid w:val="0058739C"/>
    <w:rsid w:val="005B4BFB"/>
    <w:rsid w:val="005D202B"/>
    <w:rsid w:val="006124F1"/>
    <w:rsid w:val="00622963"/>
    <w:rsid w:val="00650221"/>
    <w:rsid w:val="00660BDA"/>
    <w:rsid w:val="006621EA"/>
    <w:rsid w:val="0066787F"/>
    <w:rsid w:val="00671789"/>
    <w:rsid w:val="0067228D"/>
    <w:rsid w:val="006756B7"/>
    <w:rsid w:val="00680308"/>
    <w:rsid w:val="00694DDB"/>
    <w:rsid w:val="006E5DE9"/>
    <w:rsid w:val="006F4671"/>
    <w:rsid w:val="007432AE"/>
    <w:rsid w:val="007641F8"/>
    <w:rsid w:val="0076743E"/>
    <w:rsid w:val="00782483"/>
    <w:rsid w:val="007A4550"/>
    <w:rsid w:val="007B7786"/>
    <w:rsid w:val="007C0E77"/>
    <w:rsid w:val="007C13E4"/>
    <w:rsid w:val="007C38F7"/>
    <w:rsid w:val="007D1FDD"/>
    <w:rsid w:val="00844819"/>
    <w:rsid w:val="00870E2B"/>
    <w:rsid w:val="008C720C"/>
    <w:rsid w:val="008F7842"/>
    <w:rsid w:val="00903B8C"/>
    <w:rsid w:val="00907335"/>
    <w:rsid w:val="00922854"/>
    <w:rsid w:val="00926AE8"/>
    <w:rsid w:val="009557B9"/>
    <w:rsid w:val="00956F7F"/>
    <w:rsid w:val="009658E6"/>
    <w:rsid w:val="00993D85"/>
    <w:rsid w:val="00994E6B"/>
    <w:rsid w:val="009A5F94"/>
    <w:rsid w:val="009B17B6"/>
    <w:rsid w:val="009B7FA2"/>
    <w:rsid w:val="009D0A96"/>
    <w:rsid w:val="009E0FE3"/>
    <w:rsid w:val="009F3DBE"/>
    <w:rsid w:val="009F70AE"/>
    <w:rsid w:val="00A018E5"/>
    <w:rsid w:val="00A128BE"/>
    <w:rsid w:val="00A47E52"/>
    <w:rsid w:val="00A55202"/>
    <w:rsid w:val="00A61723"/>
    <w:rsid w:val="00A6724B"/>
    <w:rsid w:val="00A71734"/>
    <w:rsid w:val="00A74146"/>
    <w:rsid w:val="00AB60A1"/>
    <w:rsid w:val="00AC6627"/>
    <w:rsid w:val="00AD6765"/>
    <w:rsid w:val="00AE256C"/>
    <w:rsid w:val="00AF5EFA"/>
    <w:rsid w:val="00B02B7F"/>
    <w:rsid w:val="00B030FF"/>
    <w:rsid w:val="00B302B5"/>
    <w:rsid w:val="00B3349C"/>
    <w:rsid w:val="00B3487C"/>
    <w:rsid w:val="00B443A8"/>
    <w:rsid w:val="00B4480C"/>
    <w:rsid w:val="00B54EC7"/>
    <w:rsid w:val="00B54FAD"/>
    <w:rsid w:val="00B606F4"/>
    <w:rsid w:val="00B65B40"/>
    <w:rsid w:val="00BA07CA"/>
    <w:rsid w:val="00BA1666"/>
    <w:rsid w:val="00BA27B8"/>
    <w:rsid w:val="00BB141E"/>
    <w:rsid w:val="00BB2EF4"/>
    <w:rsid w:val="00BD3C17"/>
    <w:rsid w:val="00BD5AEF"/>
    <w:rsid w:val="00BF2074"/>
    <w:rsid w:val="00C01908"/>
    <w:rsid w:val="00C67F2D"/>
    <w:rsid w:val="00C90436"/>
    <w:rsid w:val="00C93526"/>
    <w:rsid w:val="00CA2093"/>
    <w:rsid w:val="00CC3911"/>
    <w:rsid w:val="00CE772B"/>
    <w:rsid w:val="00D460E9"/>
    <w:rsid w:val="00D47819"/>
    <w:rsid w:val="00D61366"/>
    <w:rsid w:val="00D81EA7"/>
    <w:rsid w:val="00D8235B"/>
    <w:rsid w:val="00D913AB"/>
    <w:rsid w:val="00D96355"/>
    <w:rsid w:val="00DC4368"/>
    <w:rsid w:val="00DD28E9"/>
    <w:rsid w:val="00DF4975"/>
    <w:rsid w:val="00E1611C"/>
    <w:rsid w:val="00E263F6"/>
    <w:rsid w:val="00E374EC"/>
    <w:rsid w:val="00E55CED"/>
    <w:rsid w:val="00E9278E"/>
    <w:rsid w:val="00EA3230"/>
    <w:rsid w:val="00EA665B"/>
    <w:rsid w:val="00EB5465"/>
    <w:rsid w:val="00EC428A"/>
    <w:rsid w:val="00F05FB3"/>
    <w:rsid w:val="00F070AD"/>
    <w:rsid w:val="00F2471F"/>
    <w:rsid w:val="00F40B5F"/>
    <w:rsid w:val="00F436AD"/>
    <w:rsid w:val="00F569F4"/>
    <w:rsid w:val="00F67C62"/>
    <w:rsid w:val="00F81CA0"/>
    <w:rsid w:val="00F85A1B"/>
    <w:rsid w:val="00FA28FC"/>
    <w:rsid w:val="00FA6BDD"/>
    <w:rsid w:val="00FB4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C63"/>
  </w:style>
  <w:style w:type="paragraph" w:styleId="Footer">
    <w:name w:val="footer"/>
    <w:basedOn w:val="Normal"/>
    <w:link w:val="Foot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C63"/>
  </w:style>
  <w:style w:type="paragraph" w:styleId="BalloonText">
    <w:name w:val="Balloon Text"/>
    <w:basedOn w:val="Normal"/>
    <w:link w:val="BalloonTextChar"/>
    <w:uiPriority w:val="99"/>
    <w:semiHidden/>
    <w:unhideWhenUsed/>
    <w:rsid w:val="003C2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C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3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03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hawn-pc\Hotels%20Etc\DISTRIBUTOR%20AND%20MEMBER%20LETTERS\Letterheads\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Hotels Etc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Shawn</cp:lastModifiedBy>
  <cp:revision>2</cp:revision>
  <cp:lastPrinted>2009-03-19T20:40:00Z</cp:lastPrinted>
  <dcterms:created xsi:type="dcterms:W3CDTF">2009-04-01T02:47:00Z</dcterms:created>
  <dcterms:modified xsi:type="dcterms:W3CDTF">2009-04-01T02:47:00Z</dcterms:modified>
</cp:coreProperties>
</file>