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E56F3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9E56F3">
              <w:t>INV33848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624CCB">
              <w:fldChar w:fldCharType="begin"/>
            </w:r>
            <w:r w:rsidR="00624CCB">
              <w:instrText xml:space="preserve"> DATE \@ "MMMM d, yyyy" </w:instrText>
            </w:r>
            <w:r w:rsidR="00624CCB">
              <w:fldChar w:fldCharType="separate"/>
            </w:r>
            <w:r w:rsidR="00EC5AA7">
              <w:rPr>
                <w:noProof/>
              </w:rPr>
              <w:t>March 29, 2011</w:t>
            </w:r>
            <w:r w:rsidR="00624CCB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24CCB" w:rsidP="00E27198">
            <w:hyperlink r:id="rId11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971C3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 w:rsidRPr="00971C35"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B94619" w:rsidRDefault="00897725" w:rsidP="00897725">
            <w:r>
              <w:t xml:space="preserve">Debbie </w:t>
            </w:r>
            <w:proofErr w:type="spellStart"/>
            <w:r>
              <w:t>Oslund</w:t>
            </w:r>
            <w:proofErr w:type="spellEnd"/>
          </w:p>
          <w:p w:rsidR="00897725" w:rsidRDefault="00897725" w:rsidP="00897725">
            <w:r>
              <w:t>Box 474</w:t>
            </w:r>
            <w:r>
              <w:br/>
            </w:r>
            <w:proofErr w:type="spellStart"/>
            <w:r>
              <w:t>Niverville</w:t>
            </w:r>
            <w:proofErr w:type="spellEnd"/>
            <w:r>
              <w:t>, Manitoba</w:t>
            </w:r>
            <w:r>
              <w:br/>
              <w:t>ROA 1E0 Canada</w:t>
            </w:r>
          </w:p>
          <w:p w:rsidR="00B94619" w:rsidRDefault="00B94619" w:rsidP="00897725">
            <w:r>
              <w:t>204-388-6142</w:t>
            </w:r>
          </w:p>
          <w:bookmarkStart w:id="0" w:name="_GoBack"/>
          <w:p w:rsidR="00B94619" w:rsidRPr="001E3C2E" w:rsidRDefault="00B94619" w:rsidP="00897725">
            <w:r>
              <w:fldChar w:fldCharType="begin"/>
            </w:r>
            <w:r>
              <w:instrText xml:space="preserve"> HYPERLINK "javascript:InternalMailer(1969,8,'email1','Accounts','record_id');" </w:instrText>
            </w:r>
            <w:r>
              <w:fldChar w:fldCharType="separate"/>
            </w:r>
            <w:r>
              <w:rPr>
                <w:rStyle w:val="Hyperlink"/>
              </w:rPr>
              <w:t>dloslund@mts.net</w:t>
            </w:r>
            <w:r>
              <w:fldChar w:fldCharType="end"/>
            </w:r>
            <w:bookmarkEnd w:id="0"/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B94619" w:rsidRDefault="00B94619" w:rsidP="00B94619">
            <w:r>
              <w:t xml:space="preserve">Debbie </w:t>
            </w:r>
            <w:proofErr w:type="spellStart"/>
            <w:r>
              <w:t>Oslund</w:t>
            </w:r>
            <w:proofErr w:type="spellEnd"/>
          </w:p>
          <w:p w:rsidR="00B94619" w:rsidRDefault="00B94619" w:rsidP="00B94619">
            <w:r>
              <w:t>Box 474</w:t>
            </w:r>
            <w:r>
              <w:br/>
            </w:r>
            <w:proofErr w:type="spellStart"/>
            <w:r>
              <w:t>Niverville</w:t>
            </w:r>
            <w:proofErr w:type="spellEnd"/>
            <w:r>
              <w:t>, Manitoba</w:t>
            </w:r>
            <w:r>
              <w:br/>
              <w:t>ROA 1E0 Canada</w:t>
            </w:r>
          </w:p>
          <w:p w:rsidR="00B94619" w:rsidRDefault="00B94619" w:rsidP="00B94619">
            <w:r>
              <w:t>204-388-6142</w:t>
            </w:r>
          </w:p>
          <w:p w:rsidR="00703C78" w:rsidRPr="001E3C2E" w:rsidRDefault="00B94619" w:rsidP="00B94619">
            <w:hyperlink r:id="rId12" w:history="1">
              <w:r>
                <w:rPr>
                  <w:rStyle w:val="Hyperlink"/>
                </w:rPr>
                <w:t>dloslund@mts.net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97725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9E56F3" w:rsidP="008A3C48">
            <w:pPr>
              <w:pStyle w:val="Centered"/>
            </w:pPr>
            <w:r>
              <w:t>Upon Payment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94619" w:rsidP="00B5478E">
            <w:r>
              <w:t>1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94619" w:rsidP="00B5478E">
            <w:r>
              <w:t>1000 Silver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97725" w:rsidRPr="001E3C2E" w:rsidRDefault="00B94619" w:rsidP="00B5478E">
            <w:r>
              <w:t>1000 Unique Annual Silver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94619" w:rsidP="00EE1154">
            <w:pPr>
              <w:pStyle w:val="Amount"/>
            </w:pPr>
            <w:r>
              <w:t>$0.95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94619" w:rsidP="00EE1154">
            <w:pPr>
              <w:pStyle w:val="Amount"/>
            </w:pPr>
            <w:r>
              <w:t>$950.00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94619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94619" w:rsidP="00B5478E"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94619" w:rsidP="00B5478E">
            <w:r>
              <w:t>Shipping Fee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E56F3" w:rsidP="00EE1154">
            <w:pPr>
              <w:pStyle w:val="Amount"/>
            </w:pPr>
            <w:r>
              <w:t>$29.95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E56F3" w:rsidP="00EE1154">
            <w:pPr>
              <w:pStyle w:val="Amount"/>
            </w:pPr>
            <w:r>
              <w:t>$29.95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B94619">
            <w:pPr>
              <w:pStyle w:val="Amount"/>
            </w:pPr>
            <w:r>
              <w:t>$</w:t>
            </w:r>
            <w:r w:rsidR="00B94619">
              <w:t>9</w:t>
            </w:r>
            <w:r w:rsidR="009E56F3">
              <w:t>79.95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B94619">
            <w:pPr>
              <w:pStyle w:val="Amount"/>
            </w:pPr>
            <w:r>
              <w:t>$</w:t>
            </w:r>
            <w:r w:rsidR="00B94619">
              <w:t>9</w:t>
            </w:r>
            <w:r w:rsidR="009E56F3">
              <w:t>79.95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94" w:rsidRDefault="00C75394">
      <w:r>
        <w:separator/>
      </w:r>
    </w:p>
  </w:endnote>
  <w:endnote w:type="continuationSeparator" w:id="0">
    <w:p w:rsidR="00C75394" w:rsidRDefault="00C7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94" w:rsidRDefault="00C75394">
      <w:r>
        <w:separator/>
      </w:r>
    </w:p>
  </w:footnote>
  <w:footnote w:type="continuationSeparator" w:id="0">
    <w:p w:rsidR="00C75394" w:rsidRDefault="00C75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725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56F3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94619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75394"/>
    <w:rsid w:val="00CA1CFC"/>
    <w:rsid w:val="00CA5D97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C5AA7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1969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lling@hotelsetc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7C0762-EE44-423D-81B8-1C6C585A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1100</TotalTime>
  <Pages>1</Pages>
  <Words>124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3</cp:revision>
  <cp:lastPrinted>2011-03-29T20:04:00Z</cp:lastPrinted>
  <dcterms:created xsi:type="dcterms:W3CDTF">2011-03-29T20:04:00Z</dcterms:created>
  <dcterms:modified xsi:type="dcterms:W3CDTF">2011-03-30T14:23:00Z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