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F3430F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341D7D">
              <w:t> </w:t>
            </w:r>
            <w:r w:rsidR="002E292D">
              <w:t> </w:t>
            </w:r>
            <w:r w:rsidR="004C69CD">
              <w:t>INV33861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94321A">
              <w:fldChar w:fldCharType="begin"/>
            </w:r>
            <w:r w:rsidR="0094321A">
              <w:instrText xml:space="preserve"> DATE \@ "MMMM d, yyyy" </w:instrText>
            </w:r>
            <w:r w:rsidR="0094321A">
              <w:fldChar w:fldCharType="separate"/>
            </w:r>
            <w:r w:rsidR="00BC65E4">
              <w:rPr>
                <w:noProof/>
              </w:rPr>
              <w:t>April 11, 2011</w:t>
            </w:r>
            <w:r w:rsidR="0094321A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94321A" w:rsidP="00E27198">
            <w:hyperlink r:id="rId11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0D5396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  <w:bookmarkStart w:id="0" w:name="_GoBack"/>
        <w:bookmarkEnd w:id="0"/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4C69CD" w:rsidRDefault="004C69CD" w:rsidP="00703C78">
            <w:proofErr w:type="spellStart"/>
            <w:r>
              <w:t>Amaury</w:t>
            </w:r>
            <w:proofErr w:type="spellEnd"/>
            <w:r>
              <w:t xml:space="preserve"> H </w:t>
            </w:r>
            <w:proofErr w:type="spellStart"/>
            <w:r>
              <w:t>Fernadez</w:t>
            </w:r>
            <w:proofErr w:type="spellEnd"/>
          </w:p>
          <w:p w:rsidR="000D5396" w:rsidRDefault="004C69CD" w:rsidP="00703C78">
            <w:r>
              <w:t xml:space="preserve">2026 E </w:t>
            </w:r>
            <w:proofErr w:type="spellStart"/>
            <w:r>
              <w:t>Carrol</w:t>
            </w:r>
            <w:proofErr w:type="spellEnd"/>
            <w:r>
              <w:t xml:space="preserve"> Cir</w:t>
            </w:r>
            <w:r w:rsidR="00F3430F">
              <w:t xml:space="preserve"> </w:t>
            </w:r>
            <w:r w:rsidR="002E292D">
              <w:t xml:space="preserve"> </w:t>
            </w:r>
          </w:p>
          <w:p w:rsidR="004C69CD" w:rsidRDefault="004C69CD" w:rsidP="00703C78">
            <w:r>
              <w:t>West Palm Beach, FL 33415</w:t>
            </w:r>
          </w:p>
          <w:p w:rsidR="004C69CD" w:rsidRPr="001E3C2E" w:rsidRDefault="004C69CD" w:rsidP="00703C78">
            <w:hyperlink r:id="rId12" w:history="1">
              <w:r w:rsidRPr="001D2449">
                <w:rPr>
                  <w:rStyle w:val="Hyperlink"/>
                </w:rPr>
                <w:t>Ahfz631977@yahoo.com</w:t>
              </w:r>
            </w:hyperlink>
            <w:r>
              <w:t xml:space="preserve"> 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4C69CD" w:rsidRDefault="004C69CD" w:rsidP="004C69CD">
            <w:proofErr w:type="spellStart"/>
            <w:r>
              <w:t>Amaury</w:t>
            </w:r>
            <w:proofErr w:type="spellEnd"/>
            <w:r>
              <w:t xml:space="preserve"> H </w:t>
            </w:r>
            <w:proofErr w:type="spellStart"/>
            <w:r>
              <w:t>Fernadez</w:t>
            </w:r>
            <w:proofErr w:type="spellEnd"/>
          </w:p>
          <w:p w:rsidR="004C69CD" w:rsidRDefault="004C69CD" w:rsidP="004C69CD">
            <w:r>
              <w:t xml:space="preserve">2026 E </w:t>
            </w:r>
            <w:proofErr w:type="spellStart"/>
            <w:r>
              <w:t>Carrol</w:t>
            </w:r>
            <w:proofErr w:type="spellEnd"/>
            <w:r>
              <w:t xml:space="preserve"> Cir  </w:t>
            </w:r>
          </w:p>
          <w:p w:rsidR="004C69CD" w:rsidRDefault="004C69CD" w:rsidP="004C69CD">
            <w:r>
              <w:t>West Palm Beach, FL 33415</w:t>
            </w:r>
          </w:p>
          <w:p w:rsidR="00703C78" w:rsidRPr="001E3C2E" w:rsidRDefault="004C69CD" w:rsidP="004C69CD">
            <w:hyperlink r:id="rId13" w:history="1">
              <w:r w:rsidRPr="001D2449">
                <w:rPr>
                  <w:rStyle w:val="Hyperlink"/>
                </w:rPr>
                <w:t>Ahfz631977@yahoo.com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81"/>
        <w:gridCol w:w="1390"/>
        <w:gridCol w:w="2093"/>
        <w:gridCol w:w="1357"/>
        <w:gridCol w:w="1316"/>
        <w:gridCol w:w="1286"/>
        <w:gridCol w:w="1357"/>
      </w:tblGrid>
      <w:tr w:rsidR="002E292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2E292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0D5396" w:rsidP="000B0783">
            <w:pPr>
              <w:jc w:val="center"/>
            </w:pPr>
            <w:r>
              <w:t>Priority Mail</w:t>
            </w:r>
            <w:r w:rsidR="002E292D">
              <w:t xml:space="preserve"> 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C69CD" w:rsidP="008A3C48">
            <w:pPr>
              <w:pStyle w:val="Centered"/>
            </w:pPr>
            <w:r>
              <w:t>23061570000093775492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C69CD" w:rsidP="008A3C48">
            <w:pPr>
              <w:pStyle w:val="Centered"/>
            </w:pPr>
            <w:r>
              <w:t>04/11</w:t>
            </w:r>
            <w:r w:rsidR="00F3430F">
              <w:t>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proofErr w:type="spellStart"/>
            <w:r>
              <w:t>Paypal</w:t>
            </w:r>
            <w:proofErr w:type="spellEnd"/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C69CD" w:rsidP="008A3C48">
            <w:pPr>
              <w:pStyle w:val="Centered"/>
            </w:pPr>
            <w:r>
              <w:t>04/11</w:t>
            </w:r>
            <w:r w:rsidR="00F3430F">
              <w:t>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41D7D" w:rsidP="00B5478E">
            <w:r>
              <w:t>1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Hotels Etc.</w:t>
            </w:r>
            <w:r w:rsidR="004805A1">
              <w:t xml:space="preserve"> VIP</w:t>
            </w:r>
            <w:r>
              <w:t xml:space="preserve"> </w:t>
            </w:r>
            <w:proofErr w:type="spellStart"/>
            <w:r>
              <w:t>Dist</w:t>
            </w:r>
            <w:proofErr w:type="spellEnd"/>
            <w:r>
              <w:t xml:space="preserve"> Kit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75CF9" w:rsidP="00B5478E">
            <w:r>
              <w:t>50</w:t>
            </w:r>
            <w:r w:rsidR="000D5396">
              <w:t xml:space="preserve"> Hotels Etc. Gold Card</w:t>
            </w:r>
            <w:r w:rsidR="00341D7D">
              <w:t xml:space="preserve"> VIP</w:t>
            </w:r>
            <w:r w:rsidR="000D5396">
              <w:t xml:space="preserve"> Dist. Kit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341D7D">
            <w:pPr>
              <w:pStyle w:val="Amount"/>
            </w:pPr>
            <w:r>
              <w:t>$</w:t>
            </w:r>
            <w:r w:rsidR="00341D7D">
              <w:t>495</w:t>
            </w:r>
            <w:r w:rsidR="000D5396">
              <w:t>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341D7D" w:rsidP="00341D7D">
            <w:pPr>
              <w:pStyle w:val="Amount"/>
            </w:pPr>
            <w:r>
              <w:t>$495</w:t>
            </w:r>
            <w:r w:rsidR="000D5396">
              <w:t>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4C69CD" w:rsidP="004C69CD">
            <w:r>
              <w:t>Shipping &amp; Handling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Shipping and Handling</w:t>
            </w:r>
            <w:r w:rsidR="004C69CD">
              <w:t xml:space="preserve"> insurance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341D7D" w:rsidP="00F3430F">
            <w:pPr>
              <w:pStyle w:val="Amount"/>
            </w:pPr>
            <w:r>
              <w:t>$</w:t>
            </w:r>
            <w:r w:rsidR="004C69CD">
              <w:t>14</w:t>
            </w:r>
            <w:r w:rsidR="00F3430F">
              <w:t>.</w:t>
            </w:r>
            <w:r w:rsidR="004C69CD">
              <w:t>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D5396" w:rsidP="004C69CD">
            <w:pPr>
              <w:pStyle w:val="Amount"/>
            </w:pPr>
            <w:r>
              <w:t>$</w:t>
            </w:r>
            <w:r w:rsidR="004C69CD">
              <w:t>14.95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832B2D">
            <w:pPr>
              <w:pStyle w:val="Amount"/>
            </w:pPr>
            <w:r>
              <w:t>$</w:t>
            </w:r>
            <w:r w:rsidR="002E292D">
              <w:t>5</w:t>
            </w:r>
            <w:r w:rsidR="00F3430F">
              <w:t>35.00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2E292D">
              <w:t>5</w:t>
            </w:r>
            <w:r w:rsidR="00F3430F">
              <w:t>35.00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21A" w:rsidRDefault="0094321A">
      <w:r>
        <w:separator/>
      </w:r>
    </w:p>
  </w:endnote>
  <w:endnote w:type="continuationSeparator" w:id="0">
    <w:p w:rsidR="0094321A" w:rsidRDefault="00943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21A" w:rsidRDefault="0094321A">
      <w:r>
        <w:separator/>
      </w:r>
    </w:p>
  </w:footnote>
  <w:footnote w:type="continuationSeparator" w:id="0">
    <w:p w:rsidR="0094321A" w:rsidRDefault="00943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4975"/>
    <w:rsid w:val="000C60AF"/>
    <w:rsid w:val="000D5396"/>
    <w:rsid w:val="000E592C"/>
    <w:rsid w:val="001055DF"/>
    <w:rsid w:val="0015744F"/>
    <w:rsid w:val="001724F6"/>
    <w:rsid w:val="001B1844"/>
    <w:rsid w:val="001B5462"/>
    <w:rsid w:val="001B5F25"/>
    <w:rsid w:val="001D0881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E292D"/>
    <w:rsid w:val="00326411"/>
    <w:rsid w:val="003303C7"/>
    <w:rsid w:val="00341D54"/>
    <w:rsid w:val="00341D7D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805A1"/>
    <w:rsid w:val="004C69CD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97814"/>
    <w:rsid w:val="006A4265"/>
    <w:rsid w:val="006C1225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28D7"/>
    <w:rsid w:val="008044FF"/>
    <w:rsid w:val="00824635"/>
    <w:rsid w:val="00832B2D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12133"/>
    <w:rsid w:val="00923ED7"/>
    <w:rsid w:val="0093568C"/>
    <w:rsid w:val="0094321A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9F6EC7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AC279D"/>
    <w:rsid w:val="00B10BE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65E4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6DF6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5CF9"/>
    <w:rsid w:val="00D76A11"/>
    <w:rsid w:val="00D82BE4"/>
    <w:rsid w:val="00DC1152"/>
    <w:rsid w:val="00DE0490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3430F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hfz631977@yahoo.com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Ahfz631977@yahoo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lling@hotelsetc.com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AB754A-B26E-4D13-8B9C-22E21BDD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111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3</cp:revision>
  <cp:lastPrinted>2011-04-11T18:07:00Z</cp:lastPrinted>
  <dcterms:created xsi:type="dcterms:W3CDTF">2011-04-11T14:44:00Z</dcterms:created>
  <dcterms:modified xsi:type="dcterms:W3CDTF">2011-04-11T18:08:00Z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