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08B2">
              <w:rPr>
                <w:i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12.95pt;width:178.45pt;height:48pt;z-index:251656704;mso-position-horizontal-relative:page;mso-position-vertical-relative:page" filled="f" stroked="f">
                  <v:textbox>
                    <w:txbxContent>
                      <w:p w:rsidR="009C5836" w:rsidRDefault="009C5836" w:rsidP="003303C7">
                        <w:pPr>
                          <w:ind w:right="-1890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6408B2">
              <w:rPr>
                <w:i/>
                <w:noProof/>
              </w:rPr>
              <w:pict>
                <v:rect id="_x0000_s1034" style="position:absolute;margin-left:-6.15pt;margin-top:-7.7pt;width:503.65pt;height:97.85pt;z-index:-251658752;mso-position-horizontal-relative:text;mso-position-vertical-relative:text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INV33766</w:t>
            </w:r>
            <w:r w:rsidR="00017A97">
              <w:t xml:space="preserve"> 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893407">
                <w:rPr>
                  <w:noProof/>
                </w:rPr>
                <w:t>February 18,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> 5348 Vegas Dr</w:t>
            </w:r>
          </w:p>
          <w:p w:rsidR="0045229E" w:rsidRDefault="0045229E" w:rsidP="0045229E">
            <w:r>
              <w:t>Las Vegas, NV  89108</w:t>
            </w:r>
          </w:p>
          <w:p w:rsidR="0045229E" w:rsidRDefault="0045229E" w:rsidP="0045229E">
            <w:r>
              <w:t>orders@condomembershipclub.com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45229E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</w:p>
          <w:p w:rsidR="0045229E" w:rsidRPr="001E3C2E" w:rsidRDefault="0045229E" w:rsidP="00703C78">
            <w:r>
              <w:t>Dr. Gerald Robison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703C78" w:rsidRDefault="008A78DF" w:rsidP="00197200">
            <w:r>
              <w:t>6550 Mission Court Unit #6</w:t>
            </w:r>
          </w:p>
          <w:p w:rsidR="008A78DF" w:rsidRPr="001E3C2E" w:rsidRDefault="008A78DF" w:rsidP="00197200">
            <w:r>
              <w:t>Jacksonville, Fl 32217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296"/>
        <w:gridCol w:w="1319"/>
        <w:gridCol w:w="1909"/>
        <w:gridCol w:w="1667"/>
        <w:gridCol w:w="1329"/>
        <w:gridCol w:w="1302"/>
        <w:gridCol w:w="1258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1E0305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2/15/</w:t>
            </w:r>
            <w:r w:rsidR="008A78DF">
              <w:t>11</w:t>
            </w:r>
            <w:r>
              <w:t>,2/16/11, &amp; 2/17/11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15 Days</w:t>
            </w: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3/11/2011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B5478E">
            <w:r>
              <w:t>100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B5478E"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B5478E">
            <w:r>
              <w:t>Annual Lifetime Condo Membership’s 2/15/11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B5478E"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4C1693">
            <w:r>
              <w:t>Access Codes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B5478E">
            <w:r>
              <w:t>Annual Lifetime Condo Membership’s 2/16/11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4C1693">
            <w:pPr>
              <w:pStyle w:val="Amount"/>
              <w:jc w:val="center"/>
            </w:pPr>
            <w:r>
              <w:t xml:space="preserve">       </w:t>
            </w:r>
            <w:r w:rsidR="008A78DF">
              <w:t>8.00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B5478E"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8A78DF" w:rsidP="00B5478E">
            <w:r>
              <w:t>Access</w:t>
            </w:r>
          </w:p>
          <w:p w:rsidR="008A78DF" w:rsidRPr="001E3C2E" w:rsidRDefault="008A78DF" w:rsidP="00B5478E">
            <w:r>
              <w:t>Codes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B5478E">
            <w:r>
              <w:t>Annual Lifetime Condo Membership’s 2/17/11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2400.00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2400.00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D64EB4" w:rsidP="0045229E">
      <w:pPr>
        <w:pStyle w:val="Thankyou"/>
      </w:pPr>
      <w:r>
        <w:t>ALL WHOLE 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FB0" w:rsidRDefault="00881FB0">
      <w:r>
        <w:separator/>
      </w:r>
    </w:p>
  </w:endnote>
  <w:endnote w:type="continuationSeparator" w:id="1">
    <w:p w:rsidR="00881FB0" w:rsidRDefault="00881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FB0" w:rsidRDefault="00881FB0">
      <w:r>
        <w:separator/>
      </w:r>
    </w:p>
  </w:footnote>
  <w:footnote w:type="continuationSeparator" w:id="1">
    <w:p w:rsidR="00881FB0" w:rsidRDefault="00881F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18434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136E7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29E"/>
    <w:rsid w:val="004526C5"/>
    <w:rsid w:val="00473FA7"/>
    <w:rsid w:val="004776DC"/>
    <w:rsid w:val="004801EC"/>
    <w:rsid w:val="004C1693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8B2"/>
    <w:rsid w:val="00640AAC"/>
    <w:rsid w:val="00647F33"/>
    <w:rsid w:val="0065596D"/>
    <w:rsid w:val="0069781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43144"/>
    <w:rsid w:val="00860139"/>
    <w:rsid w:val="00881FB0"/>
    <w:rsid w:val="00893407"/>
    <w:rsid w:val="00897D19"/>
    <w:rsid w:val="008A1909"/>
    <w:rsid w:val="008A3C48"/>
    <w:rsid w:val="008A78DF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41A65"/>
    <w:rsid w:val="00B530A0"/>
    <w:rsid w:val="00B5478E"/>
    <w:rsid w:val="00B630D3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4</cp:revision>
  <cp:lastPrinted>2011-02-18T21:26:00Z</cp:lastPrinted>
  <dcterms:created xsi:type="dcterms:W3CDTF">2011-02-18T21:26:00Z</dcterms:created>
  <dcterms:modified xsi:type="dcterms:W3CDTF">2011-02-18T21:28:00Z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