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8E1BAB" w:rsidP="00B5478E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-.7pt;margin-top:-4.3pt;width:216.7pt;height:50.6pt;z-index:251656704;mso-position-horizontal-relative:page;mso-position-vertical-relative:page" filled="f" stroked="f">
                  <v:textbox>
                    <w:txbxContent>
                      <w:p w:rsidR="009C5836" w:rsidRDefault="00E51BCD" w:rsidP="003303C7">
                        <w:pPr>
                          <w:ind w:right="-1890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486025" cy="579370"/>
                              <wp:effectExtent l="0" t="0" r="0" b="0"/>
                              <wp:docPr id="1" name="Picture 1" descr="Logo placeholder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ogo placeholder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5045" cy="58380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noProof/>
              </w:rPr>
              <w:pict>
                <v:rect id="_x0000_s1034" style="position:absolute;margin-left:-6.15pt;margin-top:-7.7pt;width:503.65pt;height:97.85pt;z-index:-251658752" fillcolor="#c6d4e8" stroked="f">
                  <v:fill color2="fill lighten(0)" rotate="t" method="linear sigma" focus="100%" type="gradient"/>
                </v:rect>
              </w:pic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341D7D">
              <w:t> </w:t>
            </w:r>
            <w:r w:rsidR="005B65C7">
              <w:t>INV33779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fldSimple w:instr=" DATE \@ &quot;MMMM d, yyyy&quot; ">
              <w:r w:rsidR="00991B47">
                <w:rPr>
                  <w:noProof/>
                </w:rPr>
                <w:t>February 24, 2011</w:t>
              </w:r>
            </w:fldSimple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8E1BAB" w:rsidP="00E27198">
            <w:hyperlink r:id="rId10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0D5396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PAID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5B65C7" w:rsidRDefault="005B65C7" w:rsidP="00703C78">
            <w:r>
              <w:t>Anthony Falso Jr.</w:t>
            </w:r>
          </w:p>
          <w:p w:rsidR="005B65C7" w:rsidRDefault="005B65C7" w:rsidP="00703C78">
            <w:r>
              <w:t>162 Fox Run</w:t>
            </w:r>
          </w:p>
          <w:p w:rsidR="005B65C7" w:rsidRDefault="005B65C7" w:rsidP="00703C78">
            <w:r>
              <w:t>Rochester, NY 14606</w:t>
            </w:r>
          </w:p>
          <w:p w:rsidR="005B65C7" w:rsidRDefault="005B65C7" w:rsidP="00703C78">
            <w:r>
              <w:t>585-426-9053</w:t>
            </w:r>
          </w:p>
          <w:p w:rsidR="000D5396" w:rsidRPr="001E3C2E" w:rsidRDefault="005B65C7" w:rsidP="00703C78">
            <w:hyperlink r:id="rId11" w:history="1">
              <w:r w:rsidRPr="004C100E">
                <w:rPr>
                  <w:rStyle w:val="Hyperlink"/>
                </w:rPr>
                <w:t>tfalso1@yahoo.com</w:t>
              </w:r>
            </w:hyperlink>
            <w:r>
              <w:t xml:space="preserve"> </w:t>
            </w:r>
            <w:r w:rsidR="00341D7D">
              <w:t xml:space="preserve"> </w:t>
            </w:r>
            <w:r w:rsidR="000D5396">
              <w:t xml:space="preserve"> 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5B65C7" w:rsidRDefault="005B65C7" w:rsidP="005B65C7">
            <w:r>
              <w:t>Anthony Falso Jr.</w:t>
            </w:r>
          </w:p>
          <w:p w:rsidR="005B65C7" w:rsidRDefault="005B65C7" w:rsidP="005B65C7">
            <w:r>
              <w:t>162 Fox Run</w:t>
            </w:r>
          </w:p>
          <w:p w:rsidR="005B65C7" w:rsidRDefault="005B65C7" w:rsidP="005B65C7">
            <w:r>
              <w:t>Rochester, NY 14606</w:t>
            </w:r>
          </w:p>
          <w:p w:rsidR="005B65C7" w:rsidRDefault="005B65C7" w:rsidP="005B65C7">
            <w:r>
              <w:t>585-426-9053</w:t>
            </w:r>
          </w:p>
          <w:p w:rsidR="00703C78" w:rsidRPr="001E3C2E" w:rsidRDefault="005B65C7" w:rsidP="005B65C7">
            <w:hyperlink r:id="rId12" w:history="1">
              <w:r w:rsidRPr="004C100E">
                <w:rPr>
                  <w:rStyle w:val="Hyperlink"/>
                </w:rPr>
                <w:t>tfalso1@yahoo.com</w:t>
              </w:r>
            </w:hyperlink>
            <w:r>
              <w:t xml:space="preserve">   </w:t>
            </w:r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3303C7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3303C7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D5396" w:rsidP="008A3C48">
            <w:pPr>
              <w:pStyle w:val="Centered"/>
            </w:pPr>
            <w:r>
              <w:t>USPS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5B65C7" w:rsidP="000B0783">
            <w:pPr>
              <w:jc w:val="center"/>
            </w:pPr>
            <w:r>
              <w:t>Stanp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5B65C7" w:rsidP="008A3C48">
            <w:pPr>
              <w:pStyle w:val="Centered"/>
            </w:pPr>
            <w:r>
              <w:t>02/24</w:t>
            </w:r>
            <w:r w:rsidR="00341D7D">
              <w:t>/2011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D5396" w:rsidP="008A3C48">
            <w:pPr>
              <w:pStyle w:val="Centered"/>
            </w:pPr>
            <w:r>
              <w:t>Paypal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5B65C7" w:rsidP="008A3C48">
            <w:pPr>
              <w:pStyle w:val="Centered"/>
            </w:pPr>
            <w:r>
              <w:t>02/24</w:t>
            </w:r>
            <w:r w:rsidR="00341D7D">
              <w:t>/20</w:t>
            </w:r>
            <w:r w:rsidR="000D5396">
              <w:t>11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068"/>
        <w:gridCol w:w="1183"/>
        <w:gridCol w:w="3981"/>
        <w:gridCol w:w="353"/>
        <w:gridCol w:w="1165"/>
        <w:gridCol w:w="1165"/>
        <w:gridCol w:w="1165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783173">
        <w:trPr>
          <w:cantSplit/>
          <w:trHeight w:val="424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341D7D" w:rsidP="005B65C7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D5396" w:rsidP="005B65C7">
            <w:pPr>
              <w:jc w:val="center"/>
            </w:pPr>
            <w:r>
              <w:t xml:space="preserve">Hotels Etc. </w:t>
            </w:r>
            <w:r w:rsidR="005B65C7">
              <w:t>Membership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5B65C7" w:rsidP="005B65C7">
            <w:pPr>
              <w:jc w:val="center"/>
            </w:pPr>
            <w:r>
              <w:t>1 Hotels Etc. Lifetime Membership Card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5B65C7">
            <w:pPr>
              <w:pStyle w:val="Amount"/>
            </w:pPr>
            <w:r>
              <w:t>$</w:t>
            </w:r>
            <w:r w:rsidR="005B65C7">
              <w:t>64.97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341D7D" w:rsidP="005B65C7">
            <w:pPr>
              <w:pStyle w:val="Amount"/>
            </w:pPr>
            <w:r>
              <w:t>$</w:t>
            </w:r>
            <w:r w:rsidR="005B65C7">
              <w:t>64.97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6F785F">
            <w:pPr>
              <w:pStyle w:val="Amount"/>
              <w:jc w:val="center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5B65C7">
            <w:pPr>
              <w:pStyle w:val="Amount"/>
            </w:pPr>
            <w:r>
              <w:t>$</w:t>
            </w:r>
            <w:r w:rsidR="005B65C7">
              <w:t>64.97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$</w:t>
            </w:r>
            <w:r w:rsidR="006F785F"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$</w:t>
            </w:r>
            <w:r w:rsidR="005B65C7">
              <w:t>64.97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D64EB4">
        <w:rPr>
          <w:rFonts w:ascii="Bookman Old Style" w:hAnsi="Bookman Old Style"/>
          <w:b w:val="0"/>
          <w:sz w:val="16"/>
        </w:rPr>
        <w:t>Make all checks payable to hotels etc., inc.</w:t>
      </w:r>
    </w:p>
    <w:p w:rsidR="00D64EB4" w:rsidRDefault="00D64EB4" w:rsidP="00D64EB4">
      <w:pPr>
        <w:pStyle w:val="Thankyou"/>
      </w:pPr>
      <w:r>
        <w:t>ALL WHOLE SALES ARE FINAL!</w:t>
      </w:r>
    </w:p>
    <w:p w:rsidR="00D64EB4" w:rsidRDefault="00860139" w:rsidP="00D64EB4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2FDB" w:rsidRDefault="008F2FDB">
      <w:r>
        <w:separator/>
      </w:r>
    </w:p>
  </w:endnote>
  <w:endnote w:type="continuationSeparator" w:id="1">
    <w:p w:rsidR="008F2FDB" w:rsidRDefault="008F2F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2FDB" w:rsidRDefault="008F2FDB">
      <w:r>
        <w:separator/>
      </w:r>
    </w:p>
  </w:footnote>
  <w:footnote w:type="continuationSeparator" w:id="1">
    <w:p w:rsidR="008F2FDB" w:rsidRDefault="008F2F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noPunctuationKerning/>
  <w:characterSpacingControl w:val="doNotCompress"/>
  <w:hdrShapeDefaults>
    <o:shapedefaults v:ext="edit" spidmax="21506">
      <o:colormru v:ext="edit" colors="#3b5e91,#c6d4e8"/>
    </o:shapedefaults>
    <o:shapelayout v:ext="edit">
      <o:regrouptable v:ext="edit">
        <o:entry new="1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E800B1"/>
    <w:rsid w:val="00001E0B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B0783"/>
    <w:rsid w:val="000B6824"/>
    <w:rsid w:val="000C4975"/>
    <w:rsid w:val="000C60AF"/>
    <w:rsid w:val="000D5396"/>
    <w:rsid w:val="000D5680"/>
    <w:rsid w:val="000E592C"/>
    <w:rsid w:val="001055DF"/>
    <w:rsid w:val="0015744F"/>
    <w:rsid w:val="001724F6"/>
    <w:rsid w:val="001B1844"/>
    <w:rsid w:val="001B5462"/>
    <w:rsid w:val="001B5F25"/>
    <w:rsid w:val="001D0881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326411"/>
    <w:rsid w:val="003303C7"/>
    <w:rsid w:val="00341D54"/>
    <w:rsid w:val="00341D7D"/>
    <w:rsid w:val="003465E2"/>
    <w:rsid w:val="00360D3D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36B94"/>
    <w:rsid w:val="004526C5"/>
    <w:rsid w:val="00473FA7"/>
    <w:rsid w:val="004776DC"/>
    <w:rsid w:val="004801EC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65C7"/>
    <w:rsid w:val="005B7ABD"/>
    <w:rsid w:val="0061045D"/>
    <w:rsid w:val="006171BA"/>
    <w:rsid w:val="00640AAC"/>
    <w:rsid w:val="00647F33"/>
    <w:rsid w:val="0065596D"/>
    <w:rsid w:val="00697814"/>
    <w:rsid w:val="006A4265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3353"/>
    <w:rsid w:val="00783173"/>
    <w:rsid w:val="007A07D7"/>
    <w:rsid w:val="007A0C5E"/>
    <w:rsid w:val="007C1315"/>
    <w:rsid w:val="007C5A8E"/>
    <w:rsid w:val="007C7496"/>
    <w:rsid w:val="007D49EA"/>
    <w:rsid w:val="007F3D8D"/>
    <w:rsid w:val="007F4E44"/>
    <w:rsid w:val="008028D7"/>
    <w:rsid w:val="008044FF"/>
    <w:rsid w:val="00824635"/>
    <w:rsid w:val="00832B2D"/>
    <w:rsid w:val="00860139"/>
    <w:rsid w:val="00897D19"/>
    <w:rsid w:val="008A1909"/>
    <w:rsid w:val="008A3C48"/>
    <w:rsid w:val="008B549F"/>
    <w:rsid w:val="008C1DFD"/>
    <w:rsid w:val="008D63CA"/>
    <w:rsid w:val="008E1BAB"/>
    <w:rsid w:val="008E6D99"/>
    <w:rsid w:val="008F2FDB"/>
    <w:rsid w:val="008F7829"/>
    <w:rsid w:val="00904F13"/>
    <w:rsid w:val="00923ED7"/>
    <w:rsid w:val="0093568C"/>
    <w:rsid w:val="009463E1"/>
    <w:rsid w:val="009520ED"/>
    <w:rsid w:val="00966790"/>
    <w:rsid w:val="00971C35"/>
    <w:rsid w:val="0098251A"/>
    <w:rsid w:val="00991B47"/>
    <w:rsid w:val="009A1F18"/>
    <w:rsid w:val="009A6AF5"/>
    <w:rsid w:val="009C5836"/>
    <w:rsid w:val="009E6065"/>
    <w:rsid w:val="009E7724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B03C9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D0D4F"/>
    <w:rsid w:val="00BD73A8"/>
    <w:rsid w:val="00BD7A44"/>
    <w:rsid w:val="00C22B70"/>
    <w:rsid w:val="00C276BE"/>
    <w:rsid w:val="00C32AE1"/>
    <w:rsid w:val="00C379F1"/>
    <w:rsid w:val="00C43BE7"/>
    <w:rsid w:val="00C52E4D"/>
    <w:rsid w:val="00C56DF6"/>
    <w:rsid w:val="00C60CDF"/>
    <w:rsid w:val="00C66691"/>
    <w:rsid w:val="00C66AD0"/>
    <w:rsid w:val="00C74974"/>
    <w:rsid w:val="00CA1CFC"/>
    <w:rsid w:val="00CB4CBD"/>
    <w:rsid w:val="00CF01AF"/>
    <w:rsid w:val="00D33CEA"/>
    <w:rsid w:val="00D4146A"/>
    <w:rsid w:val="00D45E69"/>
    <w:rsid w:val="00D64EB4"/>
    <w:rsid w:val="00D7042E"/>
    <w:rsid w:val="00D76A11"/>
    <w:rsid w:val="00D82BE4"/>
    <w:rsid w:val="00DC1152"/>
    <w:rsid w:val="00DE0490"/>
    <w:rsid w:val="00DE09CB"/>
    <w:rsid w:val="00DF0824"/>
    <w:rsid w:val="00DF7693"/>
    <w:rsid w:val="00E27198"/>
    <w:rsid w:val="00E358C1"/>
    <w:rsid w:val="00E371FA"/>
    <w:rsid w:val="00E42426"/>
    <w:rsid w:val="00E51BCD"/>
    <w:rsid w:val="00E6107D"/>
    <w:rsid w:val="00E800B1"/>
    <w:rsid w:val="00E9764B"/>
    <w:rsid w:val="00EE1154"/>
    <w:rsid w:val="00EF58B4"/>
    <w:rsid w:val="00F1292B"/>
    <w:rsid w:val="00F52042"/>
    <w:rsid w:val="00F64BE0"/>
    <w:rsid w:val="00F6699E"/>
    <w:rsid w:val="00F70765"/>
    <w:rsid w:val="00F70E38"/>
    <w:rsid w:val="00F96499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tfalso1@yahoo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falso1@yahoo.co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billing@hotelsetc.com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2A7B0D-F324-4616-B35D-5BF61CFDE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TP030001946.dotx</Template>
  <TotalTime>16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HotelsEtc</dc:creator>
  <cp:keywords/>
  <dc:description/>
  <cp:lastModifiedBy>HotelsEtc</cp:lastModifiedBy>
  <cp:revision>3</cp:revision>
  <cp:lastPrinted>2011-02-24T16:57:00Z</cp:lastPrinted>
  <dcterms:created xsi:type="dcterms:W3CDTF">2011-02-24T16:44:00Z</dcterms:created>
  <dcterms:modified xsi:type="dcterms:W3CDTF">2011-02-24T17:00:00Z</dcterms:modified>
  <cp:category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