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B6824" w:rsidP="00B5478E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-.7pt;margin-top:-4.3pt;width:216.7pt;height:50.6pt;z-index:251656704;mso-position-horizontal-relative:page;mso-position-vertical-relative:page" filled="f" stroked="f">
                  <v:textbox>
                    <w:txbxContent>
                      <w:p w:rsidR="009C5836" w:rsidRDefault="00E51BCD" w:rsidP="003303C7">
                        <w:pPr>
                          <w:ind w:right="-189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486025" cy="579370"/>
                              <wp:effectExtent l="0" t="0" r="0" b="0"/>
                              <wp:docPr id="1" name="Picture 1" descr="Logo placeholder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ogo placeholde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5045" cy="58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noProof/>
              </w:rPr>
              <w:pict>
                <v:rect id="_x0000_s1034" style="position:absolute;margin-left:-6.15pt;margin-top:-7.7pt;width:503.65pt;height:97.85pt;z-index:-251658752" fillcolor="#c6d4e8" stroked="f">
                  <v:fill color2="fill lighten(0)" rotate="t" method="linear sigma" focus="100%" type="gradient"/>
                </v:rect>
              </w:pic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fldSimple w:instr=" DATE \@ &quot;MMMM d, yyyy&quot; ">
              <w:r w:rsidR="0072385E">
                <w:rPr>
                  <w:noProof/>
                </w:rPr>
                <w:t>January 20, 2011</w:t>
              </w:r>
            </w:fldSimple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0B6824" w:rsidP="00E27198">
            <w:hyperlink r:id="rId10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971C35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 w:rsidRPr="00971C35"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8B549F" w:rsidRPr="001E3C2E" w:rsidRDefault="008B549F" w:rsidP="00703C78"/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703C78" w:rsidRPr="001E3C2E" w:rsidRDefault="00703C78" w:rsidP="003303C7"/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3303C7" w:rsidP="000B07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$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%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$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814" w:rsidRDefault="00697814">
      <w:r>
        <w:separator/>
      </w:r>
    </w:p>
  </w:endnote>
  <w:endnote w:type="continuationSeparator" w:id="1">
    <w:p w:rsidR="00697814" w:rsidRDefault="006978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814" w:rsidRDefault="00697814">
      <w:r>
        <w:separator/>
      </w:r>
    </w:p>
  </w:footnote>
  <w:footnote w:type="continuationSeparator" w:id="1">
    <w:p w:rsidR="00697814" w:rsidRDefault="006978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hdrShapeDefaults>
    <o:shapedefaults v:ext="edit" spidmax="12290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B1844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26411"/>
    <w:rsid w:val="003303C7"/>
    <w:rsid w:val="00341D54"/>
    <w:rsid w:val="003465E2"/>
    <w:rsid w:val="00360D3D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6C5"/>
    <w:rsid w:val="00473FA7"/>
    <w:rsid w:val="004776DC"/>
    <w:rsid w:val="004801EC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1045D"/>
    <w:rsid w:val="006171BA"/>
    <w:rsid w:val="00640AAC"/>
    <w:rsid w:val="00647F33"/>
    <w:rsid w:val="0065596D"/>
    <w:rsid w:val="0069781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B4CBD"/>
    <w:rsid w:val="00CF01AF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billing@hotelsetc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282A7B0D-F324-4616-B35D-5BF61CFDE4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HotelsEtc</dc:creator>
  <cp:keywords/>
  <dc:description/>
  <cp:lastModifiedBy>HotelsEtc</cp:lastModifiedBy>
  <cp:revision>2</cp:revision>
  <cp:lastPrinted>2011-01-20T20:59:00Z</cp:lastPrinted>
  <dcterms:created xsi:type="dcterms:W3CDTF">2011-01-20T21:02:00Z</dcterms:created>
  <dcterms:modified xsi:type="dcterms:W3CDTF">2011-01-20T21:02:00Z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