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B6824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D64EB4">
              <w:t>INV33697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72385E">
                <w:rPr>
                  <w:noProof/>
                </w:rPr>
                <w:t>January 20,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0B6824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B0783" w:rsidP="000B0783">
            <w:pPr>
              <w:jc w:val="center"/>
            </w:pPr>
            <w:r>
              <w:t>Overnight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 w:rsidRPr="001E361D">
              <w:rPr>
                <w:b/>
              </w:rPr>
              <w:t>EG 783885757 US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01-18-2011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01-19-2011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02-10-2011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300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$1500.00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Over night Shipping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$26.80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$26.80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$1526.80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$1526.80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BFD" w:rsidRDefault="00184BFD">
      <w:r>
        <w:separator/>
      </w:r>
    </w:p>
  </w:endnote>
  <w:endnote w:type="continuationSeparator" w:id="1">
    <w:p w:rsidR="00184BFD" w:rsidRDefault="00184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BFD" w:rsidRDefault="00184BFD">
      <w:r>
        <w:separator/>
      </w:r>
    </w:p>
  </w:footnote>
  <w:footnote w:type="continuationSeparator" w:id="1">
    <w:p w:rsidR="00184BFD" w:rsidRDefault="00184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229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4BFD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2011-01-20T20:59:00Z</cp:lastPrinted>
  <dcterms:created xsi:type="dcterms:W3CDTF">2011-01-20T20:59:00Z</dcterms:created>
  <dcterms:modified xsi:type="dcterms:W3CDTF">2011-01-20T20:59:00Z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