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B667E5">
              <w:t>INV33955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8E7AAD">
              <w:rPr>
                <w:noProof/>
              </w:rPr>
              <w:t>July 12,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8A1EAD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A10F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8A1EAD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8A1EAD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667E5" w:rsidP="008A3C48">
            <w:pPr>
              <w:pStyle w:val="Centered"/>
            </w:pPr>
            <w:r>
              <w:t>06/08/2011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667E5" w:rsidP="008A3C48">
            <w:pPr>
              <w:pStyle w:val="Centered"/>
            </w:pPr>
            <w:r>
              <w:t>06/21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667E5" w:rsidP="007137BE">
            <w:pPr>
              <w:jc w:val="center"/>
            </w:pPr>
            <w:r>
              <w:t>2</w:t>
            </w:r>
            <w:r w:rsidR="002D4DEA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F3D5B" w:rsidP="00EE1154">
            <w:pPr>
              <w:pStyle w:val="Amount"/>
            </w:pPr>
            <w:r>
              <w:t>$</w:t>
            </w:r>
            <w:r w:rsidR="00B667E5">
              <w:t>16</w:t>
            </w:r>
            <w:r w:rsidR="008A78DF">
              <w:t>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4A10FE" w:rsidP="005F3D5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4A10FE" w:rsidP="00466040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0708D" w:rsidP="005F3D5B">
            <w:pPr>
              <w:jc w:val="center"/>
            </w:pPr>
            <w:r>
              <w:t>Payment received 6-24</w:t>
            </w:r>
            <w:r w:rsidR="004A10FE">
              <w:t>-11 $1600.00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4A10FE" w:rsidP="00EE1154">
            <w:pPr>
              <w:pStyle w:val="Amount"/>
            </w:pPr>
            <w:r>
              <w:t>-$1600.00</w:t>
            </w:r>
            <w:bookmarkStart w:id="0" w:name="_GoBack"/>
            <w:bookmarkEnd w:id="0"/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4A10FE">
            <w:pPr>
              <w:pStyle w:val="Amount"/>
            </w:pPr>
            <w:r>
              <w:t>$</w:t>
            </w:r>
            <w:r w:rsidR="00852C3E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852C3E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4A10FE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EAD" w:rsidRDefault="008A1EAD">
      <w:r>
        <w:separator/>
      </w:r>
    </w:p>
  </w:endnote>
  <w:endnote w:type="continuationSeparator" w:id="0">
    <w:p w:rsidR="008A1EAD" w:rsidRDefault="008A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EAD" w:rsidRDefault="008A1EAD">
      <w:r>
        <w:separator/>
      </w:r>
    </w:p>
  </w:footnote>
  <w:footnote w:type="continuationSeparator" w:id="0">
    <w:p w:rsidR="008A1EAD" w:rsidRDefault="008A1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91876"/>
    <w:rsid w:val="004A10FE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73BD6"/>
    <w:rsid w:val="00783173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1EAD"/>
    <w:rsid w:val="008A3C48"/>
    <w:rsid w:val="008A78DF"/>
    <w:rsid w:val="008B549F"/>
    <w:rsid w:val="008C1DFD"/>
    <w:rsid w:val="008D63CA"/>
    <w:rsid w:val="008E6D99"/>
    <w:rsid w:val="008E7AAD"/>
    <w:rsid w:val="008F7829"/>
    <w:rsid w:val="00904F13"/>
    <w:rsid w:val="0090708D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5FED8-0201-45CC-BDE6-10FB7F26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27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5</cp:revision>
  <cp:lastPrinted>2011-07-12T17:02:00Z</cp:lastPrinted>
  <dcterms:created xsi:type="dcterms:W3CDTF">2011-06-14T17:55:00Z</dcterms:created>
  <dcterms:modified xsi:type="dcterms:W3CDTF">2011-07-12T17:15:00Z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