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-164465</wp:posOffset>
                      </wp:positionV>
                      <wp:extent cx="2266315" cy="609600"/>
                      <wp:effectExtent l="635" t="0" r="0" b="2540"/>
                      <wp:wrapNone/>
                      <wp:docPr id="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315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9C5836" w:rsidP="003303C7">
                                  <w:pPr>
                                    <w:ind w:right="-189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12.95pt;width:178.4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p2tgIAALk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" filled="f" stroked="f">
                      <v:textbox>
                        <w:txbxContent>
                          <w:p w:rsidR="009C5836" w:rsidRDefault="009C5836" w:rsidP="003303C7">
                            <w:pPr>
                              <w:ind w:right="-189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sY0A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</w:t>
            </w:r>
            <w:r w:rsidR="0077053B">
              <w:t>INV33983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773BD6">
              <w:fldChar w:fldCharType="begin"/>
            </w:r>
            <w:r w:rsidR="00773BD6">
              <w:instrText xml:space="preserve"> DATE \@ "MMMM d, yyyy" </w:instrText>
            </w:r>
            <w:r w:rsidR="00773BD6">
              <w:fldChar w:fldCharType="separate"/>
            </w:r>
            <w:r w:rsidR="004F7DB7">
              <w:rPr>
                <w:noProof/>
              </w:rPr>
              <w:t>July 12, 2011</w:t>
            </w:r>
            <w:r w:rsidR="00773BD6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 xml:space="preserve"> 5348 Vegas </w:t>
            </w:r>
            <w:proofErr w:type="spellStart"/>
            <w:r>
              <w:t>Dr</w:t>
            </w:r>
            <w:proofErr w:type="spellEnd"/>
          </w:p>
          <w:p w:rsidR="0045229E" w:rsidRDefault="0045229E" w:rsidP="0045229E">
            <w:r>
              <w:t>Las Vegas, NV  89108</w:t>
            </w:r>
          </w:p>
          <w:p w:rsidR="0045229E" w:rsidRDefault="00897D6F" w:rsidP="0045229E">
            <w:hyperlink r:id="rId11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0B41A8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897D6F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897D6F" w:rsidP="00D744D4">
            <w:hyperlink r:id="rId13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7053B" w:rsidP="008A3C48">
            <w:pPr>
              <w:pStyle w:val="Centered"/>
            </w:pPr>
            <w:r>
              <w:t>06/24</w:t>
            </w:r>
            <w:r w:rsidR="00B667E5">
              <w:t>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7053B" w:rsidP="008A3C48">
            <w:pPr>
              <w:pStyle w:val="Centered"/>
            </w:pPr>
            <w:r>
              <w:t>07/09</w:t>
            </w:r>
            <w:r w:rsidR="007137BE">
              <w:t>/2011</w:t>
            </w:r>
          </w:p>
        </w:tc>
      </w:tr>
    </w:tbl>
    <w:p w:rsidR="009C5836" w:rsidRPr="001E3C2E" w:rsidRDefault="009C5836" w:rsidP="00897D19"/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350"/>
      </w:tblGrid>
      <w:tr w:rsidR="00205DD6" w:rsidRPr="001E3C2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5F3D5B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0110D" w:rsidP="007137BE">
            <w:pPr>
              <w:jc w:val="center"/>
            </w:pPr>
            <w:r>
              <w:t>1</w:t>
            </w:r>
            <w:r w:rsidR="002D4DEA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Annual Lifetime Condo Membership’s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F3D5B" w:rsidP="00EE1154">
            <w:pPr>
              <w:pStyle w:val="Amount"/>
            </w:pPr>
            <w:r>
              <w:t>$</w:t>
            </w:r>
            <w:r w:rsidR="00F0110D">
              <w:t>8</w:t>
            </w:r>
            <w:r w:rsidR="008A78DF">
              <w:t>00.00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41A8" w:rsidP="005F3D5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41A8" w:rsidP="00466040">
            <w:pPr>
              <w:jc w:val="center"/>
            </w:pPr>
            <w:r>
              <w:t>Payment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41A8" w:rsidP="005F3D5B">
            <w:pPr>
              <w:jc w:val="center"/>
            </w:pPr>
            <w:r>
              <w:t>Payment Received 7-12-11 $800.00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B667E5">
            <w:pPr>
              <w:pStyle w:val="Amount"/>
            </w:pPr>
            <w: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41A8" w:rsidP="00EE1154">
            <w:pPr>
              <w:pStyle w:val="Amount"/>
            </w:pPr>
            <w:r>
              <w:t>-$800.00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CE150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B059F7">
            <w:pPr>
              <w:pStyle w:val="Amount"/>
            </w:pPr>
            <w:r>
              <w:t>$</w:t>
            </w:r>
            <w:r w:rsidR="00852C3E">
              <w:t>0</w:t>
            </w:r>
            <w:r w:rsidR="007137BE">
              <w:t>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852C3E">
            <w:pPr>
              <w:pStyle w:val="Amount"/>
            </w:pPr>
            <w:r>
              <w:t>$</w:t>
            </w:r>
            <w:bookmarkStart w:id="0" w:name="_GoBack"/>
            <w:bookmarkEnd w:id="0"/>
            <w:r w:rsidR="00852C3E">
              <w:t>0</w:t>
            </w:r>
            <w:r w:rsidR="007137BE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2D4DEA" w:rsidP="0045229E">
      <w:pPr>
        <w:pStyle w:val="Thankyou"/>
      </w:pPr>
      <w:r>
        <w:t>ALL</w:t>
      </w:r>
      <w:r w:rsidR="0077053B">
        <w:t xml:space="preserve"> </w:t>
      </w:r>
      <w:r w:rsidR="00CE150D">
        <w:t>WHOLE</w:t>
      </w:r>
      <w:r w:rsidR="00D64EB4">
        <w:t>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D6F" w:rsidRDefault="00897D6F">
      <w:r>
        <w:separator/>
      </w:r>
    </w:p>
  </w:endnote>
  <w:endnote w:type="continuationSeparator" w:id="0">
    <w:p w:rsidR="00897D6F" w:rsidRDefault="0089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D6F" w:rsidRDefault="00897D6F">
      <w:r>
        <w:separator/>
      </w:r>
    </w:p>
  </w:footnote>
  <w:footnote w:type="continuationSeparator" w:id="0">
    <w:p w:rsidR="00897D6F" w:rsidRDefault="00897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41A8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1F56D4"/>
    <w:rsid w:val="0020532B"/>
    <w:rsid w:val="00205DD6"/>
    <w:rsid w:val="00206B1B"/>
    <w:rsid w:val="00207555"/>
    <w:rsid w:val="0021009B"/>
    <w:rsid w:val="00213FAA"/>
    <w:rsid w:val="00246484"/>
    <w:rsid w:val="00251C32"/>
    <w:rsid w:val="002D4DEA"/>
    <w:rsid w:val="003136E7"/>
    <w:rsid w:val="00326411"/>
    <w:rsid w:val="003303C7"/>
    <w:rsid w:val="00341D54"/>
    <w:rsid w:val="003465E2"/>
    <w:rsid w:val="00360D3D"/>
    <w:rsid w:val="00374781"/>
    <w:rsid w:val="003756B5"/>
    <w:rsid w:val="00387E68"/>
    <w:rsid w:val="003B7E00"/>
    <w:rsid w:val="003C3CB7"/>
    <w:rsid w:val="003C4359"/>
    <w:rsid w:val="003D6485"/>
    <w:rsid w:val="003E3D7F"/>
    <w:rsid w:val="003E50CF"/>
    <w:rsid w:val="003F03CA"/>
    <w:rsid w:val="00413CC1"/>
    <w:rsid w:val="00416A5B"/>
    <w:rsid w:val="00436B94"/>
    <w:rsid w:val="0045229E"/>
    <w:rsid w:val="004526C5"/>
    <w:rsid w:val="00466040"/>
    <w:rsid w:val="00473FA7"/>
    <w:rsid w:val="004776DC"/>
    <w:rsid w:val="004801EC"/>
    <w:rsid w:val="00490D6F"/>
    <w:rsid w:val="004C1693"/>
    <w:rsid w:val="004D4988"/>
    <w:rsid w:val="004D6D3B"/>
    <w:rsid w:val="004E3995"/>
    <w:rsid w:val="004F276E"/>
    <w:rsid w:val="004F7DB7"/>
    <w:rsid w:val="00502C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F3D5B"/>
    <w:rsid w:val="005F5473"/>
    <w:rsid w:val="0061045D"/>
    <w:rsid w:val="006171BA"/>
    <w:rsid w:val="006408B2"/>
    <w:rsid w:val="00640AAC"/>
    <w:rsid w:val="00647F33"/>
    <w:rsid w:val="0065596D"/>
    <w:rsid w:val="00697814"/>
    <w:rsid w:val="006A28A1"/>
    <w:rsid w:val="006C4528"/>
    <w:rsid w:val="006C6182"/>
    <w:rsid w:val="006D20D4"/>
    <w:rsid w:val="006D2782"/>
    <w:rsid w:val="006E0890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677E5"/>
    <w:rsid w:val="0077053B"/>
    <w:rsid w:val="00773BD6"/>
    <w:rsid w:val="00783173"/>
    <w:rsid w:val="007A07D7"/>
    <w:rsid w:val="007A0C5E"/>
    <w:rsid w:val="007A2302"/>
    <w:rsid w:val="007C1315"/>
    <w:rsid w:val="007C5A8E"/>
    <w:rsid w:val="007C7496"/>
    <w:rsid w:val="007D0981"/>
    <w:rsid w:val="007D49EA"/>
    <w:rsid w:val="007D4DE7"/>
    <w:rsid w:val="007F3D8D"/>
    <w:rsid w:val="007F4E44"/>
    <w:rsid w:val="008044FF"/>
    <w:rsid w:val="00824635"/>
    <w:rsid w:val="00843144"/>
    <w:rsid w:val="00852C3E"/>
    <w:rsid w:val="00860139"/>
    <w:rsid w:val="00881FB0"/>
    <w:rsid w:val="00893407"/>
    <w:rsid w:val="00897D19"/>
    <w:rsid w:val="00897D6F"/>
    <w:rsid w:val="008A1909"/>
    <w:rsid w:val="008A3C48"/>
    <w:rsid w:val="008A78DF"/>
    <w:rsid w:val="008B549F"/>
    <w:rsid w:val="008C1DFD"/>
    <w:rsid w:val="008D63CA"/>
    <w:rsid w:val="008E6D99"/>
    <w:rsid w:val="008F7829"/>
    <w:rsid w:val="00904F13"/>
    <w:rsid w:val="00923ED7"/>
    <w:rsid w:val="00930050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059F7"/>
    <w:rsid w:val="00B3537D"/>
    <w:rsid w:val="00B41A65"/>
    <w:rsid w:val="00B530A0"/>
    <w:rsid w:val="00B5478E"/>
    <w:rsid w:val="00B630D3"/>
    <w:rsid w:val="00B667E5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37F2"/>
    <w:rsid w:val="00C74974"/>
    <w:rsid w:val="00CA1CFC"/>
    <w:rsid w:val="00CB4CBD"/>
    <w:rsid w:val="00CE150D"/>
    <w:rsid w:val="00CF01AF"/>
    <w:rsid w:val="00CF4B7E"/>
    <w:rsid w:val="00D33CEA"/>
    <w:rsid w:val="00D4146A"/>
    <w:rsid w:val="00D45E69"/>
    <w:rsid w:val="00D63FEE"/>
    <w:rsid w:val="00D64EB4"/>
    <w:rsid w:val="00D7042E"/>
    <w:rsid w:val="00D744D4"/>
    <w:rsid w:val="00D76A11"/>
    <w:rsid w:val="00DA7163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0110D"/>
    <w:rsid w:val="00F1292B"/>
    <w:rsid w:val="00F52042"/>
    <w:rsid w:val="00F64BE0"/>
    <w:rsid w:val="00F6699E"/>
    <w:rsid w:val="00F70765"/>
    <w:rsid w:val="00F70E38"/>
    <w:rsid w:val="00FB1848"/>
    <w:rsid w:val="00FB2847"/>
    <w:rsid w:val="00FC643D"/>
    <w:rsid w:val="00FD0114"/>
    <w:rsid w:val="00FD0E4D"/>
    <w:rsid w:val="00FF58EE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9785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rders@condomembershipclub.com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82A484-A2DD-4120-90DB-CCD536A6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6</cp:revision>
  <cp:lastPrinted>2011-07-12T17:15:00Z</cp:lastPrinted>
  <dcterms:created xsi:type="dcterms:W3CDTF">2011-07-06T19:34:00Z</dcterms:created>
  <dcterms:modified xsi:type="dcterms:W3CDTF">2011-07-12T17:15:00Z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