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  <w:bookmarkStart w:id="0" w:name="_GoBack"/>
            <w:bookmarkEnd w:id="0"/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-164465</wp:posOffset>
                      </wp:positionV>
                      <wp:extent cx="2266315" cy="609600"/>
                      <wp:effectExtent l="635" t="0" r="0" b="2540"/>
                      <wp:wrapNone/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9C5836" w:rsidP="003303C7">
                                  <w:pPr>
                                    <w:ind w:right="-189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12.95pt;width:178.4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p2tgIAALk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" filled="f" stroked="f">
                      <v:textbox>
                        <w:txbxContent>
                          <w:p w:rsidR="009C5836" w:rsidRDefault="009C5836" w:rsidP="003303C7">
                            <w:pPr>
                              <w:ind w:right="-189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sY0A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8E5C07">
              <w:t> </w:t>
            </w:r>
            <w:r w:rsidR="00AA19DE">
              <w:t>INV33984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773BD6">
              <w:fldChar w:fldCharType="begin"/>
            </w:r>
            <w:r w:rsidR="00773BD6">
              <w:instrText xml:space="preserve"> DATE \@ "MMMM d, yyyy" </w:instrText>
            </w:r>
            <w:r w:rsidR="00773BD6">
              <w:fldChar w:fldCharType="separate"/>
            </w:r>
            <w:r w:rsidR="002C7D99">
              <w:rPr>
                <w:noProof/>
              </w:rPr>
              <w:t>July 6, 2011</w:t>
            </w:r>
            <w:r w:rsidR="00773BD6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 xml:space="preserve"> 5348 Vegas </w:t>
            </w:r>
            <w:proofErr w:type="spellStart"/>
            <w:r>
              <w:t>Dr</w:t>
            </w:r>
            <w:proofErr w:type="spellEnd"/>
          </w:p>
          <w:p w:rsidR="0045229E" w:rsidRDefault="0045229E" w:rsidP="0045229E">
            <w:r>
              <w:t>Las Vegas, NV  89108</w:t>
            </w:r>
          </w:p>
          <w:p w:rsidR="0045229E" w:rsidRDefault="00750CDB" w:rsidP="0045229E">
            <w:hyperlink r:id="rId11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B667E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750CDB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750CDB" w:rsidP="00D744D4">
            <w:hyperlink r:id="rId13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AA19DE" w:rsidP="008A3C48">
            <w:pPr>
              <w:pStyle w:val="Centered"/>
            </w:pPr>
            <w:r>
              <w:t>06/23/2011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AA19DE" w:rsidP="00AA19DE">
            <w:pPr>
              <w:pStyle w:val="Centered"/>
            </w:pPr>
            <w:r>
              <w:t>07/08/2011</w:t>
            </w:r>
          </w:p>
        </w:tc>
      </w:tr>
    </w:tbl>
    <w:p w:rsidR="009C5836" w:rsidRPr="001E3C2E" w:rsidRDefault="009C5836" w:rsidP="00897D19"/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350"/>
      </w:tblGrid>
      <w:tr w:rsidR="00205DD6" w:rsidRPr="001E3C2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5F3D5B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A19DE" w:rsidP="007137BE">
            <w:pPr>
              <w:jc w:val="center"/>
            </w:pPr>
            <w:r>
              <w:t>70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Annual Lifetime Condo Membership’s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E5C07" w:rsidP="00AA19DE">
            <w:pPr>
              <w:pStyle w:val="Amount"/>
            </w:pPr>
            <w:r>
              <w:t>$</w:t>
            </w:r>
            <w:r w:rsidR="00AA19DE">
              <w:t>560</w:t>
            </w:r>
            <w:r>
              <w:t>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5F3D5B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66040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5F3D5B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B667E5">
            <w:pPr>
              <w:pStyle w:val="Amount"/>
            </w:pPr>
            <w: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CE150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786D70">
            <w:pPr>
              <w:pStyle w:val="Amount"/>
            </w:pPr>
            <w:r>
              <w:t>$</w:t>
            </w:r>
            <w:r w:rsidR="00AA19DE">
              <w:t>56</w:t>
            </w:r>
            <w:r w:rsidR="008E5C07">
              <w:t>0</w:t>
            </w:r>
            <w:r w:rsidR="007137BE">
              <w:t>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786D70">
            <w:pPr>
              <w:pStyle w:val="Amount"/>
            </w:pPr>
            <w:r>
              <w:t>$</w:t>
            </w:r>
            <w:r w:rsidR="00AA19DE">
              <w:t>5</w:t>
            </w:r>
            <w:r w:rsidR="00786D70">
              <w:t>60</w:t>
            </w:r>
            <w:r w:rsidR="007137BE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2D4DEA" w:rsidP="0045229E">
      <w:pPr>
        <w:pStyle w:val="Thankyou"/>
      </w:pPr>
      <w:r>
        <w:t>ALL</w:t>
      </w:r>
      <w:r w:rsidR="00786D70">
        <w:t xml:space="preserve"> </w:t>
      </w:r>
      <w:r w:rsidR="00CE150D">
        <w:t>WHOLE</w:t>
      </w:r>
      <w:r w:rsidR="00D64EB4">
        <w:t>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CDB" w:rsidRDefault="00750CDB">
      <w:r>
        <w:separator/>
      </w:r>
    </w:p>
  </w:endnote>
  <w:endnote w:type="continuationSeparator" w:id="0">
    <w:p w:rsidR="00750CDB" w:rsidRDefault="0075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CDB" w:rsidRDefault="00750CDB">
      <w:r>
        <w:separator/>
      </w:r>
    </w:p>
  </w:footnote>
  <w:footnote w:type="continuationSeparator" w:id="0">
    <w:p w:rsidR="00750CDB" w:rsidRDefault="00750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A6508"/>
    <w:rsid w:val="002C7D99"/>
    <w:rsid w:val="002D4DEA"/>
    <w:rsid w:val="003136E7"/>
    <w:rsid w:val="00326411"/>
    <w:rsid w:val="003303C7"/>
    <w:rsid w:val="00341D54"/>
    <w:rsid w:val="003465E2"/>
    <w:rsid w:val="00360D3D"/>
    <w:rsid w:val="00374781"/>
    <w:rsid w:val="003756B5"/>
    <w:rsid w:val="00387E68"/>
    <w:rsid w:val="003B7E00"/>
    <w:rsid w:val="003C3CB7"/>
    <w:rsid w:val="003D6485"/>
    <w:rsid w:val="003E3D7F"/>
    <w:rsid w:val="003E50CF"/>
    <w:rsid w:val="003F03CA"/>
    <w:rsid w:val="00413CC1"/>
    <w:rsid w:val="00416A5B"/>
    <w:rsid w:val="00436B94"/>
    <w:rsid w:val="0045229E"/>
    <w:rsid w:val="004526C5"/>
    <w:rsid w:val="00466040"/>
    <w:rsid w:val="00473FA7"/>
    <w:rsid w:val="004776DC"/>
    <w:rsid w:val="004801EC"/>
    <w:rsid w:val="00490D6F"/>
    <w:rsid w:val="004C1693"/>
    <w:rsid w:val="004D4988"/>
    <w:rsid w:val="004D6D3B"/>
    <w:rsid w:val="004E3995"/>
    <w:rsid w:val="004F276E"/>
    <w:rsid w:val="00502C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F3D5B"/>
    <w:rsid w:val="005F5473"/>
    <w:rsid w:val="0061045D"/>
    <w:rsid w:val="006171BA"/>
    <w:rsid w:val="006408B2"/>
    <w:rsid w:val="00640AAC"/>
    <w:rsid w:val="00647F33"/>
    <w:rsid w:val="0065596D"/>
    <w:rsid w:val="00697814"/>
    <w:rsid w:val="006A28A1"/>
    <w:rsid w:val="006C4528"/>
    <w:rsid w:val="006C6182"/>
    <w:rsid w:val="006D20D4"/>
    <w:rsid w:val="006D2782"/>
    <w:rsid w:val="006E0890"/>
    <w:rsid w:val="006F21A0"/>
    <w:rsid w:val="006F785F"/>
    <w:rsid w:val="00703C78"/>
    <w:rsid w:val="007137BE"/>
    <w:rsid w:val="00723603"/>
    <w:rsid w:val="0072385E"/>
    <w:rsid w:val="0074437D"/>
    <w:rsid w:val="00750CDB"/>
    <w:rsid w:val="007510CE"/>
    <w:rsid w:val="00751F2C"/>
    <w:rsid w:val="00763353"/>
    <w:rsid w:val="0076403C"/>
    <w:rsid w:val="007677E5"/>
    <w:rsid w:val="00773BD6"/>
    <w:rsid w:val="00783173"/>
    <w:rsid w:val="00786D70"/>
    <w:rsid w:val="007A07D7"/>
    <w:rsid w:val="007A0C5E"/>
    <w:rsid w:val="007A2302"/>
    <w:rsid w:val="007C1315"/>
    <w:rsid w:val="007C5A8E"/>
    <w:rsid w:val="007C7496"/>
    <w:rsid w:val="007D0981"/>
    <w:rsid w:val="007D49EA"/>
    <w:rsid w:val="007D4DE7"/>
    <w:rsid w:val="007F3D8D"/>
    <w:rsid w:val="007F4E44"/>
    <w:rsid w:val="008044FF"/>
    <w:rsid w:val="00824635"/>
    <w:rsid w:val="00843144"/>
    <w:rsid w:val="00852C3E"/>
    <w:rsid w:val="00860139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5C07"/>
    <w:rsid w:val="008E6D99"/>
    <w:rsid w:val="008F7829"/>
    <w:rsid w:val="00904F13"/>
    <w:rsid w:val="00923ED7"/>
    <w:rsid w:val="00930050"/>
    <w:rsid w:val="0093568C"/>
    <w:rsid w:val="009463E1"/>
    <w:rsid w:val="009520ED"/>
    <w:rsid w:val="00966790"/>
    <w:rsid w:val="00971C35"/>
    <w:rsid w:val="0098251A"/>
    <w:rsid w:val="009A1F18"/>
    <w:rsid w:val="009A6AF5"/>
    <w:rsid w:val="009B4BBA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A19DE"/>
    <w:rsid w:val="00AB03C9"/>
    <w:rsid w:val="00B14377"/>
    <w:rsid w:val="00B3537D"/>
    <w:rsid w:val="00B41A65"/>
    <w:rsid w:val="00B530A0"/>
    <w:rsid w:val="00B5478E"/>
    <w:rsid w:val="00B630D3"/>
    <w:rsid w:val="00B667E5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37F2"/>
    <w:rsid w:val="00C74974"/>
    <w:rsid w:val="00CA1CFC"/>
    <w:rsid w:val="00CB4CBD"/>
    <w:rsid w:val="00CE150D"/>
    <w:rsid w:val="00CF01AF"/>
    <w:rsid w:val="00CF4B7E"/>
    <w:rsid w:val="00D33CEA"/>
    <w:rsid w:val="00D4146A"/>
    <w:rsid w:val="00D45E69"/>
    <w:rsid w:val="00D63FEE"/>
    <w:rsid w:val="00D64EB4"/>
    <w:rsid w:val="00D7042E"/>
    <w:rsid w:val="00D744D4"/>
    <w:rsid w:val="00D76A11"/>
    <w:rsid w:val="00DA7163"/>
    <w:rsid w:val="00DB3522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0110D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8EE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9785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rders@condomembershipclub.com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011D8-3890-44D1-AFE4-07D5B975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2</cp:revision>
  <cp:lastPrinted>2011-07-06T19:16:00Z</cp:lastPrinted>
  <dcterms:created xsi:type="dcterms:W3CDTF">2011-07-06T19:30:00Z</dcterms:created>
  <dcterms:modified xsi:type="dcterms:W3CDTF">2011-07-06T19:30:00Z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