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1B351B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F37C9E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016940">
              <w:t>INV34027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673FB9">
              <w:fldChar w:fldCharType="begin"/>
            </w:r>
            <w:r w:rsidR="00673FB9">
              <w:instrText xml:space="preserve"> DATE \@ "MMMM d, yyyy" </w:instrText>
            </w:r>
            <w:r w:rsidR="00673FB9">
              <w:fldChar w:fldCharType="separate"/>
            </w:r>
            <w:r w:rsidR="00AD1D0E">
              <w:rPr>
                <w:noProof/>
              </w:rPr>
              <w:t>July 22, 2011</w:t>
            </w:r>
            <w:r w:rsidR="00673FB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187CB3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187CB3" w:rsidP="00703C78">
            <w:hyperlink r:id="rId13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CE37A6" w:rsidP="00FF4131">
            <w:r>
              <w:t>1910 West Busch Blvd Suite B</w:t>
            </w:r>
          </w:p>
          <w:p w:rsidR="00CE37A6" w:rsidRDefault="00CE37A6" w:rsidP="00FF4131">
            <w:r>
              <w:t>Tampa, FL 33612</w:t>
            </w:r>
          </w:p>
          <w:p w:rsidR="00CE37A6" w:rsidRDefault="00CE37A6" w:rsidP="00FF4131">
            <w:r w:rsidRPr="00CE37A6">
              <w:t>813-928-1707</w:t>
            </w:r>
          </w:p>
          <w:p w:rsidR="00703C78" w:rsidRPr="001E3C2E" w:rsidRDefault="00187CB3" w:rsidP="00FF4131">
            <w:hyperlink r:id="rId14" w:history="1">
              <w:r w:rsidR="00044862">
                <w:rPr>
                  <w:rStyle w:val="Hyperlink"/>
                </w:rPr>
                <w:t>rickiem13@hotmail.com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due date</w:t>
            </w:r>
          </w:p>
        </w:tc>
      </w:tr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2A428D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255A51" w:rsidRDefault="00FF4131" w:rsidP="002A428D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62135" w:rsidP="00016940">
            <w:pPr>
              <w:pStyle w:val="Centered"/>
            </w:pPr>
            <w:r>
              <w:t>07/</w:t>
            </w:r>
            <w:r w:rsidR="00016940">
              <w:t>22</w:t>
            </w:r>
            <w:r w:rsidR="002A428D">
              <w:t>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2A428D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37C9E" w:rsidP="00016940">
            <w:pPr>
              <w:pStyle w:val="Centered"/>
            </w:pPr>
            <w:r>
              <w:t>07</w:t>
            </w:r>
            <w:r w:rsidR="00924A6D">
              <w:t>/</w:t>
            </w:r>
            <w:r w:rsidR="00016940">
              <w:t>29</w:t>
            </w:r>
            <w:r w:rsidR="002A428D">
              <w:t>/2011</w:t>
            </w:r>
          </w:p>
        </w:tc>
      </w:tr>
    </w:tbl>
    <w:p w:rsidR="009C5836" w:rsidRPr="001E3C2E" w:rsidRDefault="009C5836" w:rsidP="002A428D">
      <w:pPr>
        <w:jc w:val="center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item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62135" w:rsidP="002A428D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62135" w:rsidP="002A428D">
            <w:pPr>
              <w:jc w:val="center"/>
            </w:pPr>
            <w:r>
              <w:t xml:space="preserve">Coupon Dough </w:t>
            </w:r>
            <w:proofErr w:type="spellStart"/>
            <w:r>
              <w:t>Bookletes</w:t>
            </w:r>
            <w:proofErr w:type="spellEnd"/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62135" w:rsidP="002A428D">
            <w:pPr>
              <w:jc w:val="center"/>
            </w:pPr>
            <w:r>
              <w:t>Grocery and Restaurant Savings Booklets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262135">
            <w:pPr>
              <w:pStyle w:val="Amount"/>
            </w:pPr>
            <w:r>
              <w:t>$</w:t>
            </w:r>
            <w:r w:rsidR="00262135">
              <w:t>4.50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E37A6" w:rsidP="00262135">
            <w:pPr>
              <w:pStyle w:val="Amount"/>
            </w:pPr>
            <w:r>
              <w:t>$</w:t>
            </w:r>
            <w:r w:rsidR="00262135">
              <w:t>450.00</w:t>
            </w: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  <w:r>
              <w:t>Shipping and Handling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  <w:r>
              <w:t>Priority Mail Shipping and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</w:pPr>
            <w:r>
              <w:t>$14.95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F37C9E">
            <w:pPr>
              <w:pStyle w:val="Amount"/>
            </w:pPr>
            <w:r>
              <w:t>$14.95</w:t>
            </w: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62135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13585C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DD43BF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DD43BF">
            <w:pPr>
              <w:pStyle w:val="Amount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DD43BF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DD43BF">
            <w:pPr>
              <w:pStyle w:val="Amount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DD43BF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DD43BF">
            <w:pPr>
              <w:pStyle w:val="Amount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A428D">
            <w:pPr>
              <w:pStyle w:val="Amount"/>
              <w:jc w:val="center"/>
            </w:pPr>
          </w:p>
        </w:tc>
      </w:tr>
      <w:tr w:rsidR="00016940" w:rsidRPr="00B5478E" w:rsidTr="00EA1B53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EE1154">
            <w:pPr>
              <w:pStyle w:val="Amount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940" w:rsidRPr="001E3C2E" w:rsidRDefault="00016940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1E3C2E" w:rsidRDefault="00016940" w:rsidP="00EE1154">
            <w:pPr>
              <w:pStyle w:val="Amount"/>
            </w:pPr>
            <w:bookmarkStart w:id="0" w:name="_GoBack"/>
            <w:bookmarkEnd w:id="0"/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6F785F">
            <w:pPr>
              <w:pStyle w:val="Amount"/>
              <w:jc w:val="center"/>
            </w:pP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940" w:rsidRPr="001E3C2E" w:rsidRDefault="00016940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016940">
            <w:pPr>
              <w:pStyle w:val="Amount"/>
            </w:pPr>
            <w:r>
              <w:t>$464.95</w:t>
            </w: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940" w:rsidRPr="001E3C2E" w:rsidRDefault="00016940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016940">
            <w:pPr>
              <w:pStyle w:val="Amount"/>
            </w:pPr>
            <w:r>
              <w:t>$</w:t>
            </w:r>
          </w:p>
        </w:tc>
      </w:tr>
      <w:tr w:rsidR="00016940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940" w:rsidRPr="001E3C2E" w:rsidRDefault="00016940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16940" w:rsidRPr="001E3C2E" w:rsidRDefault="00016940" w:rsidP="009520ED">
            <w:pPr>
              <w:pStyle w:val="Labels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16940" w:rsidRPr="00B5478E" w:rsidRDefault="00016940" w:rsidP="00262135">
            <w:pPr>
              <w:pStyle w:val="Amount"/>
            </w:pPr>
            <w:r>
              <w:t>$</w:t>
            </w:r>
            <w:r>
              <w:t>464.95</w:t>
            </w:r>
          </w:p>
        </w:tc>
      </w:tr>
    </w:tbl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262135" w:rsidRDefault="00DD43BF" w:rsidP="00262135">
      <w:pPr>
        <w:pStyle w:val="Thankyou"/>
      </w:pPr>
      <w:r>
        <w:t>ALL</w:t>
      </w:r>
      <w:r w:rsidR="00CE37A6">
        <w:t xml:space="preserve"> WHOLE</w:t>
      </w:r>
      <w:r w:rsidR="00D64EB4">
        <w:t>SALES ARE FINAL!</w:t>
      </w:r>
    </w:p>
    <w:p w:rsidR="00D64EB4" w:rsidRDefault="00860139" w:rsidP="00262135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B3" w:rsidRDefault="00187CB3">
      <w:r>
        <w:separator/>
      </w:r>
    </w:p>
  </w:endnote>
  <w:endnote w:type="continuationSeparator" w:id="0">
    <w:p w:rsidR="00187CB3" w:rsidRDefault="0018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B3" w:rsidRDefault="00187CB3">
      <w:r>
        <w:separator/>
      </w:r>
    </w:p>
  </w:footnote>
  <w:footnote w:type="continuationSeparator" w:id="0">
    <w:p w:rsidR="00187CB3" w:rsidRDefault="00187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6940"/>
    <w:rsid w:val="00017A97"/>
    <w:rsid w:val="000403E8"/>
    <w:rsid w:val="000417F9"/>
    <w:rsid w:val="00043699"/>
    <w:rsid w:val="00044862"/>
    <w:rsid w:val="00047BD9"/>
    <w:rsid w:val="00056E24"/>
    <w:rsid w:val="000A4F68"/>
    <w:rsid w:val="000A72A8"/>
    <w:rsid w:val="000B0783"/>
    <w:rsid w:val="000B6824"/>
    <w:rsid w:val="000C60AF"/>
    <w:rsid w:val="000E592C"/>
    <w:rsid w:val="001055DF"/>
    <w:rsid w:val="0013585C"/>
    <w:rsid w:val="0015744F"/>
    <w:rsid w:val="001724F6"/>
    <w:rsid w:val="00187CB3"/>
    <w:rsid w:val="001B1844"/>
    <w:rsid w:val="001B351B"/>
    <w:rsid w:val="001B5462"/>
    <w:rsid w:val="001B5F25"/>
    <w:rsid w:val="001C3062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21892"/>
    <w:rsid w:val="00232AD8"/>
    <w:rsid w:val="00246484"/>
    <w:rsid w:val="00251C32"/>
    <w:rsid w:val="00255A51"/>
    <w:rsid w:val="00262135"/>
    <w:rsid w:val="002A1414"/>
    <w:rsid w:val="002A428D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24E4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71D72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73FB9"/>
    <w:rsid w:val="00697814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1DFD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7F6EA3"/>
    <w:rsid w:val="008044FF"/>
    <w:rsid w:val="00824635"/>
    <w:rsid w:val="00860139"/>
    <w:rsid w:val="008947F5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24A6D"/>
    <w:rsid w:val="0093568C"/>
    <w:rsid w:val="009463E1"/>
    <w:rsid w:val="009520ED"/>
    <w:rsid w:val="00966790"/>
    <w:rsid w:val="00971C35"/>
    <w:rsid w:val="0098251A"/>
    <w:rsid w:val="009A1F18"/>
    <w:rsid w:val="009A32BC"/>
    <w:rsid w:val="009A6AF5"/>
    <w:rsid w:val="009C5836"/>
    <w:rsid w:val="009E6065"/>
    <w:rsid w:val="009E7724"/>
    <w:rsid w:val="009F439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AD1D0E"/>
    <w:rsid w:val="00B530A0"/>
    <w:rsid w:val="00B5478E"/>
    <w:rsid w:val="00B7167B"/>
    <w:rsid w:val="00B764B8"/>
    <w:rsid w:val="00B929D8"/>
    <w:rsid w:val="00B93399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0DFC"/>
    <w:rsid w:val="00C32AE1"/>
    <w:rsid w:val="00C379F1"/>
    <w:rsid w:val="00C43BE7"/>
    <w:rsid w:val="00C5114F"/>
    <w:rsid w:val="00C52E4D"/>
    <w:rsid w:val="00C60CDF"/>
    <w:rsid w:val="00C66691"/>
    <w:rsid w:val="00C66AD0"/>
    <w:rsid w:val="00C725E5"/>
    <w:rsid w:val="00C74974"/>
    <w:rsid w:val="00CA1CFC"/>
    <w:rsid w:val="00CB4CBD"/>
    <w:rsid w:val="00CC7EF1"/>
    <w:rsid w:val="00CD5589"/>
    <w:rsid w:val="00CE37A6"/>
    <w:rsid w:val="00CF01AF"/>
    <w:rsid w:val="00CF48DB"/>
    <w:rsid w:val="00D33CEA"/>
    <w:rsid w:val="00D4146A"/>
    <w:rsid w:val="00D45E69"/>
    <w:rsid w:val="00D64EB4"/>
    <w:rsid w:val="00D7042E"/>
    <w:rsid w:val="00D76A11"/>
    <w:rsid w:val="00D9612F"/>
    <w:rsid w:val="00DC1152"/>
    <w:rsid w:val="00DD43BF"/>
    <w:rsid w:val="00DE09CB"/>
    <w:rsid w:val="00DE295E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C5FE3"/>
    <w:rsid w:val="00ED0A4F"/>
    <w:rsid w:val="00EE1154"/>
    <w:rsid w:val="00EF58B4"/>
    <w:rsid w:val="00F1292B"/>
    <w:rsid w:val="00F37C9E"/>
    <w:rsid w:val="00F52042"/>
    <w:rsid w:val="00F64BE0"/>
    <w:rsid w:val="00F6699E"/>
    <w:rsid w:val="00F70765"/>
    <w:rsid w:val="00F70E38"/>
    <w:rsid w:val="00F734B1"/>
    <w:rsid w:val="00F971D1"/>
    <w:rsid w:val="00FB1848"/>
    <w:rsid w:val="00FB2A8C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7821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javascript:InternalMailer(10400,8,'email1','Accounts','record_id'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78A349-BF74-4390-A8E6-9FFA814E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4</cp:revision>
  <cp:lastPrinted>2011-07-22T15:34:00Z</cp:lastPrinted>
  <dcterms:created xsi:type="dcterms:W3CDTF">2011-07-22T15:34:00Z</dcterms:created>
  <dcterms:modified xsi:type="dcterms:W3CDTF">2011-07-22T15:34:00Z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