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45229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45229E" w:rsidRDefault="0045229E" w:rsidP="00B5478E">
            <w:pPr>
              <w:rPr>
                <w:i/>
                <w:noProof/>
              </w:rPr>
            </w:pPr>
          </w:p>
          <w:p w:rsidR="009C5836" w:rsidRPr="0045229E" w:rsidRDefault="0045229E" w:rsidP="00B5478E">
            <w:pPr>
              <w:rPr>
                <w:i/>
              </w:rPr>
            </w:pPr>
            <w:r>
              <w:rPr>
                <w:noProof/>
              </w:rPr>
              <w:drawing>
                <wp:inline distT="0" distB="0" distL="0" distR="0">
                  <wp:extent cx="1456055" cy="551180"/>
                  <wp:effectExtent l="19050" t="0" r="0" b="0"/>
                  <wp:docPr id="4" name="Picture 2" descr="CMC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MC LOGO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055" cy="55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D4DEA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-164465</wp:posOffset>
                      </wp:positionV>
                      <wp:extent cx="2266315" cy="609600"/>
                      <wp:effectExtent l="635" t="0" r="0" b="2540"/>
                      <wp:wrapNone/>
                      <wp:docPr id="2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6315" cy="60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9C5836" w:rsidP="003303C7">
                                  <w:pPr>
                                    <w:ind w:right="-1890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12.95pt;width:178.45pt;height:4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8p2tgIAALk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ISRoB206JGNBt3JESW2OkOvU3B66MHNjHAMXXZMdX8vy28aCblqqNiyW6Xk0DBaQXahvelfXJ1w&#10;tAXZDB9lBWHozkgHNNaqs6WDYiBAhy49nTpjUynhMIri+F04w6gEWxwkceBa59P0eLtX2rxnskN2&#10;kWEFnXfodH+vjc2GpkcXG0zIgret634rnh2A43QCseGqtdksXDN/JkGyXqwXxCNRvPZIkOfebbEi&#10;XlyE81n+Ll+t8vCXjRuStOFVxYQNcxRWSP6scQeJT5I4SUvLllcWzqak1XazahXaUxB24T5Xc7Cc&#10;3fznabgiAJcXlMKIBHdR4hXxYu6Rgsy8ZB4svCBM7qDOJCF58ZzSPRfs3ymhIcPJLJpNYjon/YJb&#10;4L7X3GjacQOjo+VdhhcnJ5paCa5F5VprKG+n9UUpbPrnUkC7j412grUandRqxs0IKFbFG1k9gXSV&#10;BGWBPmHewaKR6gdGA8yODOvvO6oYRu0HAfJPQkLssHEbMptHsFGXls2lhYoSoDJsMJqWKzMNqF2v&#10;+LaBSNODE/IWnkzNnZrPWR0eGswHR+owy+wAutw7r/PEXf4GAAD//wMAUEsDBBQABgAIAAAAIQAb&#10;2Lob3gAAAAkBAAAPAAAAZHJzL2Rvd25yZXYueG1sTI/BTsMwDIbvSLxDZCRuW9KxMFaaTgjEFbTB&#10;kLhljddWNE7VZGt5e8wJTpblT7+/v9hMvhNnHGIbyEA2VyCQquBaqg28vz3P7kDEZMnZLhAa+MYI&#10;m/LyorC5CyNt8bxLteAQirk10KTU51LGqkFv4zz0SHw7hsHbxOtQSzfYkcN9JxdK3UpvW+IPje3x&#10;scHqa3fyBvYvx8+PpXqtn7zuxzApSX4tjbm+mh7uQSSc0h8Mv/qsDiU7HcKJXBSdgVm2ZJLnQq9B&#10;MHCjtQZxMLBSGciykP8blD8AAAD//wMAUEsBAi0AFAAGAAgAAAAhALaDOJL+AAAA4QEAABMAAAAA&#10;AAAAAAAAAAAAAAAAAFtDb250ZW50X1R5cGVzXS54bWxQSwECLQAUAAYACAAAACEAOP0h/9YAAACU&#10;AQAACwAAAAAAAAAAAAAAAAAvAQAAX3JlbHMvLnJlbHNQSwECLQAUAAYACAAAACEAyTvKdrYCAAC5&#10;BQAADgAAAAAAAAAAAAAAAAAuAgAAZHJzL2Uyb0RvYy54bWxQSwECLQAUAAYACAAAACEAG9i6G94A&#10;AAAJAQAADwAAAAAAAAAAAAAAAAAQBQAAZHJzL2Rvd25yZXYueG1sUEsFBgAAAAAEAAQA8wAAABsG&#10;AAAAAA==&#10;" filled="f" stroked="f">
                      <v:textbox>
                        <w:txbxContent>
                          <w:p w:rsidR="009C5836" w:rsidRDefault="009C5836" w:rsidP="003303C7">
                            <w:pPr>
                              <w:ind w:right="-1890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2D4DEA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HsY0A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NfQOI0F6aNEHII2IllMUOX7GQRfg9jg8KFuhHu5l9UUjIZcduNFrpeTYUVIDqsjyGby4YDcarqLN&#10;+FbWEJ5sjXRU7RvV24BAAtq7jjwdO0L3BlVwmJ3n2XmaYlSBLYqTOMtTl4MUh+uD0uaOyh7ZRYkV&#10;oHfhye5eGwuHFAeXqUH1mnGOlDSfmekcxxa5M2q44xdokFBQ6I61ajdLrtCOgIqW2Sq5nU8gWn3q&#10;HYX298crzpX0PXGiM0wYH3FSIRO7u8kKmKecDr/NAkftAR1nAgH1JU4TnxHpinDqmugrBkW7Km1K&#10;LuxXSFu1t/oT4Hiq1rLtxPo9B47DmzifrbP5xSxZJ+ksvwjnszDKb/IsTPJktf5hC4ySomN1TcU9&#10;E/TwcKLk74Q5PWEvefd00FjiPI1Tz53k7Ij+BfeuWkeXZejUrWcG5ghnfYnnnhNHstXlrag94YRx&#10;vw5ewnfkAgeHf8eKU7EVrh0lutjI+glEDKJxSoWJB4tOqm8YjTA9Sqy/bomiGPE3AnSTR0lix43b&#10;JOlFDBt1atmcWoioIFSJDYa22uXS+BG1HRRrO8jk5SnkNTyehjlZP6MC3HYDE8LLxE8zO4JO987r&#10;eeYufgIAAP//AwBQSwMEFAAGAAgAAAAhAPEnnXvfAAAACwEAAA8AAABkcnMvZG93bnJldi54bWxM&#10;j0FuwjAQRfeVegdrkLoDJwRaSOOgCgmhdpe0BzDxNI6I7TQ2Ibk9w6rsZjRPf97PdqNp2YC9b5wV&#10;EC8iYGgrpxpbC/j5Psw3wHyQVsnWWRQwoYdd/vyUyVS5qy1wKEPNKMT6VArQIXQp577SaKRfuA4t&#10;3X5db2Sgta+56uWVwk3Ll1H0yo1sLH3QssO9xupcXoyA8KaLZDUcsP78OsZ/epqKUu2FeJmNH+/A&#10;Ao7hH4a7PqlDTk4nd7HKs1bAPF4mhN6H9QoYEdvtmtqdCN1ECfA8448d8hsAAAD//wMAUEsBAi0A&#10;FAAGAAgAAAAhALaDOJL+AAAA4QEAABMAAAAAAAAAAAAAAAAAAAAAAFtDb250ZW50X1R5cGVzXS54&#10;bWxQSwECLQAUAAYACAAAACEAOP0h/9YAAACUAQAACwAAAAAAAAAAAAAAAAAvAQAAX3JlbHMvLnJl&#10;bHNQSwECLQAUAAYACAAAACEA0YB7GNACAAC7BQAADgAAAAAAAAAAAAAAAAAuAgAAZHJzL2Uyb0Rv&#10;Yy54bWxQSwECLQAUAAYACAAAACEA8Sede98AAAALAQAADwAAAAAAAAAAAAAAAAAqBQAAZHJzL2Rv&#10;d25yZXYueG1sUEsFBgAAAAAEAAQA8wAAADYGAAAAAA=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Pr="0045229E" w:rsidRDefault="00DF7693" w:rsidP="00E27198">
            <w:pPr>
              <w:pStyle w:val="Heading1"/>
              <w:rPr>
                <w:i/>
              </w:rPr>
            </w:pPr>
            <w:r w:rsidRPr="0045229E">
              <w:rPr>
                <w:i/>
              </w:rP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Pr="0045229E" w:rsidRDefault="0045229E" w:rsidP="009C5836">
            <w:pPr>
              <w:pStyle w:val="Slogan"/>
              <w:rPr>
                <w:b/>
                <w:noProof/>
                <w:sz w:val="24"/>
                <w:szCs w:val="24"/>
              </w:rPr>
            </w:pPr>
            <w:r w:rsidRPr="0045229E">
              <w:rPr>
                <w:b/>
                <w:noProof/>
                <w:sz w:val="24"/>
                <w:szCs w:val="24"/>
              </w:rPr>
              <w:t>Condo Membership Club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197200">
              <w:t> </w:t>
            </w:r>
            <w:r w:rsidR="00B667E5">
              <w:t>INV33955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773BD6">
              <w:fldChar w:fldCharType="begin"/>
            </w:r>
            <w:r w:rsidR="00773BD6">
              <w:instrText xml:space="preserve"> DATE \@ "MMMM d, yyyy" </w:instrText>
            </w:r>
            <w:r w:rsidR="00773BD6">
              <w:fldChar w:fldCharType="separate"/>
            </w:r>
            <w:r w:rsidR="00B667E5">
              <w:rPr>
                <w:noProof/>
              </w:rPr>
              <w:t>June 14, 2011</w:t>
            </w:r>
            <w:r w:rsidR="00773BD6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3303C7" w:rsidRDefault="0045229E" w:rsidP="0045229E">
            <w:r>
              <w:t>Condo Membership Club</w:t>
            </w:r>
          </w:p>
          <w:p w:rsidR="0045229E" w:rsidRDefault="0045229E" w:rsidP="0045229E">
            <w:r>
              <w:t xml:space="preserve"> 5348 Vegas </w:t>
            </w:r>
            <w:proofErr w:type="spellStart"/>
            <w:r>
              <w:t>Dr</w:t>
            </w:r>
            <w:proofErr w:type="spellEnd"/>
          </w:p>
          <w:p w:rsidR="0045229E" w:rsidRDefault="0045229E" w:rsidP="0045229E">
            <w:r>
              <w:t>Las Vegas, NV  89108</w:t>
            </w:r>
          </w:p>
          <w:p w:rsidR="0045229E" w:rsidRDefault="00491876" w:rsidP="0045229E">
            <w:hyperlink r:id="rId11" w:history="1">
              <w:r w:rsidR="00D744D4" w:rsidRPr="0067730D">
                <w:rPr>
                  <w:rStyle w:val="Hyperlink"/>
                </w:rPr>
                <w:t>orders@condomembershipclub.com</w:t>
              </w:r>
            </w:hyperlink>
            <w:r w:rsidR="00D744D4">
              <w:t xml:space="preserve"> </w:t>
            </w:r>
          </w:p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B667E5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197200" w:rsidRDefault="0045229E" w:rsidP="00703C78">
            <w:r>
              <w:t>Wow Discounts</w:t>
            </w:r>
          </w:p>
          <w:p w:rsidR="0045229E" w:rsidRDefault="0045229E" w:rsidP="00703C78">
            <w:r>
              <w:t>Dr. Gerald Robison</w:t>
            </w:r>
          </w:p>
          <w:p w:rsidR="00D744D4" w:rsidRDefault="00D744D4" w:rsidP="00D744D4">
            <w:r>
              <w:t>6550 Mission Court Unit #6</w:t>
            </w:r>
          </w:p>
          <w:p w:rsidR="00D744D4" w:rsidRDefault="002D4DEA" w:rsidP="00D744D4">
            <w:r>
              <w:t>Jacksonville, FL</w:t>
            </w:r>
            <w:r w:rsidR="00D744D4">
              <w:t xml:space="preserve"> 32217</w:t>
            </w:r>
          </w:p>
          <w:p w:rsidR="00D744D4" w:rsidRDefault="00D744D4" w:rsidP="00D744D4">
            <w:r>
              <w:t>904-451-7261</w:t>
            </w:r>
          </w:p>
          <w:p w:rsidR="00D744D4" w:rsidRPr="001E3C2E" w:rsidRDefault="00491876" w:rsidP="00D744D4">
            <w:hyperlink r:id="rId12" w:history="1">
              <w:r w:rsidR="00D744D4">
                <w:rPr>
                  <w:rStyle w:val="Hyperlink"/>
                </w:rPr>
                <w:t>wowdiscounts@aol.com</w:t>
              </w:r>
            </w:hyperlink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D744D4" w:rsidRDefault="00D744D4" w:rsidP="00D744D4">
            <w:r>
              <w:t>Wow Discounts</w:t>
            </w:r>
          </w:p>
          <w:p w:rsidR="00D744D4" w:rsidRDefault="00D744D4" w:rsidP="00D744D4">
            <w:r>
              <w:t>Dr. Gerald Robison</w:t>
            </w:r>
          </w:p>
          <w:p w:rsidR="00D744D4" w:rsidRDefault="00D744D4" w:rsidP="00D744D4">
            <w:r>
              <w:t>6550 Mission Court Unit #6</w:t>
            </w:r>
          </w:p>
          <w:p w:rsidR="008A78DF" w:rsidRDefault="002D4DEA" w:rsidP="00D744D4">
            <w:r>
              <w:t>Jacksonville, FL</w:t>
            </w:r>
            <w:r w:rsidR="00D744D4">
              <w:t xml:space="preserve"> 32217</w:t>
            </w:r>
          </w:p>
          <w:p w:rsidR="00D744D4" w:rsidRDefault="00D744D4" w:rsidP="00D744D4">
            <w:r>
              <w:t>904-451-7261</w:t>
            </w:r>
          </w:p>
          <w:p w:rsidR="00D744D4" w:rsidRPr="001E3C2E" w:rsidRDefault="00491876" w:rsidP="00D744D4">
            <w:hyperlink r:id="rId13" w:history="1">
              <w:r w:rsidR="00D744D4">
                <w:rPr>
                  <w:rStyle w:val="Hyperlink"/>
                </w:rPr>
                <w:t>wowdiscounts@aol.com</w:t>
              </w:r>
            </w:hyperlink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333"/>
        <w:gridCol w:w="1350"/>
        <w:gridCol w:w="1997"/>
        <w:gridCol w:w="1429"/>
        <w:gridCol w:w="1358"/>
        <w:gridCol w:w="1337"/>
        <w:gridCol w:w="1276"/>
      </w:tblGrid>
      <w:tr w:rsidR="004C1693" w:rsidRPr="001E3C2E" w:rsidTr="004C1693">
        <w:trPr>
          <w:cantSplit/>
          <w:trHeight w:val="288"/>
          <w:jc w:val="center"/>
        </w:trPr>
        <w:tc>
          <w:tcPr>
            <w:tcW w:w="1333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35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997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29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358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337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276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1E0305" w:rsidRPr="001E3C2E" w:rsidTr="004C1693">
        <w:trPr>
          <w:cantSplit/>
          <w:trHeight w:val="288"/>
          <w:jc w:val="center"/>
        </w:trPr>
        <w:tc>
          <w:tcPr>
            <w:tcW w:w="1333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A78DF" w:rsidP="008A3C48">
            <w:pPr>
              <w:pStyle w:val="Centered"/>
            </w:pPr>
            <w:r>
              <w:t>Email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7137BE" w:rsidP="000B0783">
            <w:pPr>
              <w:jc w:val="center"/>
            </w:pPr>
            <w:r>
              <w:t>Email</w:t>
            </w:r>
          </w:p>
        </w:tc>
        <w:tc>
          <w:tcPr>
            <w:tcW w:w="199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29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667E5" w:rsidP="008A3C48">
            <w:pPr>
              <w:pStyle w:val="Centered"/>
            </w:pPr>
            <w:r>
              <w:t>06/08/2011</w:t>
            </w:r>
          </w:p>
        </w:tc>
        <w:tc>
          <w:tcPr>
            <w:tcW w:w="1358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E0305" w:rsidP="008A3C48">
            <w:pPr>
              <w:pStyle w:val="Centered"/>
            </w:pPr>
            <w:r>
              <w:t>Same Day</w:t>
            </w:r>
          </w:p>
        </w:tc>
        <w:tc>
          <w:tcPr>
            <w:tcW w:w="133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276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667E5" w:rsidP="008A3C48">
            <w:pPr>
              <w:pStyle w:val="Centered"/>
            </w:pPr>
            <w:r>
              <w:t>06/21</w:t>
            </w:r>
            <w:r w:rsidR="007137BE">
              <w:t>/2011</w:t>
            </w:r>
          </w:p>
        </w:tc>
      </w:tr>
    </w:tbl>
    <w:p w:rsidR="009C5836" w:rsidRPr="001E3C2E" w:rsidRDefault="009C5836" w:rsidP="00897D19"/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350"/>
      </w:tblGrid>
      <w:tr w:rsidR="00205DD6" w:rsidRPr="001E3C2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35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5F3D5B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667E5" w:rsidP="007137BE">
            <w:pPr>
              <w:jc w:val="center"/>
            </w:pPr>
            <w:r>
              <w:t>2</w:t>
            </w:r>
            <w:r w:rsidR="002D4DEA">
              <w:t>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7137BE">
            <w:pPr>
              <w:jc w:val="center"/>
            </w:pPr>
            <w:r>
              <w:t>Access Codes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7137BE">
            <w:pPr>
              <w:jc w:val="center"/>
            </w:pPr>
            <w:r>
              <w:t>Annual Lifetime Condo Membership’s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8A78DF" w:rsidP="00EE1154">
            <w:pPr>
              <w:pStyle w:val="Amount"/>
            </w:pPr>
            <w:r>
              <w:t>8.00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5F3D5B" w:rsidP="00EE1154">
            <w:pPr>
              <w:pStyle w:val="Amount"/>
            </w:pPr>
            <w:r>
              <w:t>$</w:t>
            </w:r>
            <w:r w:rsidR="00B667E5">
              <w:t>16</w:t>
            </w:r>
            <w:r w:rsidR="008A78DF">
              <w:t>00.00</w:t>
            </w: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5F3D5B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466040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5F3D5B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1E0305" w:rsidP="00B667E5">
            <w:pPr>
              <w:pStyle w:val="Amount"/>
            </w:pPr>
            <w: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CE150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8A78DF" w:rsidRPr="001E3C2E" w:rsidRDefault="008A78DF" w:rsidP="00CE150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CE150D">
            <w:pPr>
              <w:jc w:val="center"/>
            </w:pPr>
            <w:bookmarkStart w:id="0" w:name="_GoBack"/>
            <w:bookmarkEnd w:id="0"/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737F2" w:rsidP="00852C3E">
            <w:pPr>
              <w:pStyle w:val="Amount"/>
            </w:pPr>
            <w:r>
              <w:t>$</w:t>
            </w:r>
            <w:r w:rsidR="00B667E5">
              <w:t>160</w:t>
            </w:r>
            <w:r w:rsidR="00852C3E">
              <w:t>0</w:t>
            </w:r>
            <w:r w:rsidR="007137BE">
              <w:t>.00</w:t>
            </w: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737F2" w:rsidP="00852C3E">
            <w:pPr>
              <w:pStyle w:val="Amount"/>
            </w:pPr>
            <w:r>
              <w:t>$</w:t>
            </w:r>
            <w:r w:rsidR="00B667E5">
              <w:t>160</w:t>
            </w:r>
            <w:r w:rsidR="00852C3E">
              <w:t>0</w:t>
            </w:r>
            <w:r w:rsidR="007137BE">
              <w:t>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45229E" w:rsidRDefault="00D64EB4" w:rsidP="00D64EB4">
      <w:pPr>
        <w:pStyle w:val="Thankyou"/>
        <w:rPr>
          <w:rFonts w:ascii="Bookman Old Style" w:hAnsi="Bookman Old Style"/>
          <w:b w:val="0"/>
          <w:sz w:val="22"/>
          <w:szCs w:val="22"/>
        </w:rPr>
      </w:pPr>
      <w:r w:rsidRPr="0045229E">
        <w:rPr>
          <w:rFonts w:ascii="Bookman Old Style" w:hAnsi="Bookman Old Style"/>
          <w:b w:val="0"/>
          <w:sz w:val="22"/>
          <w:szCs w:val="22"/>
        </w:rPr>
        <w:t xml:space="preserve">Make all checks payable to </w:t>
      </w:r>
      <w:r w:rsidR="0045229E" w:rsidRPr="0045229E">
        <w:rPr>
          <w:rFonts w:ascii="Bookman Old Style" w:hAnsi="Bookman Old Style"/>
          <w:b w:val="0"/>
          <w:sz w:val="22"/>
          <w:szCs w:val="22"/>
        </w:rPr>
        <w:t>Condo Membership Club</w:t>
      </w:r>
    </w:p>
    <w:p w:rsidR="00D64EB4" w:rsidRDefault="002D4DEA" w:rsidP="0045229E">
      <w:pPr>
        <w:pStyle w:val="Thankyou"/>
      </w:pPr>
      <w:r>
        <w:t>ALL</w:t>
      </w:r>
      <w:r w:rsidR="00CE150D">
        <w:t>WHOLE</w:t>
      </w:r>
      <w:r w:rsidR="00D64EB4">
        <w:t>SALES ARE FINAL!</w:t>
      </w:r>
    </w:p>
    <w:p w:rsidR="00D64EB4" w:rsidRDefault="00860139" w:rsidP="0045229E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876" w:rsidRDefault="00491876">
      <w:r>
        <w:separator/>
      </w:r>
    </w:p>
  </w:endnote>
  <w:endnote w:type="continuationSeparator" w:id="0">
    <w:p w:rsidR="00491876" w:rsidRDefault="00491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876" w:rsidRDefault="00491876">
      <w:r>
        <w:separator/>
      </w:r>
    </w:p>
  </w:footnote>
  <w:footnote w:type="continuationSeparator" w:id="0">
    <w:p w:rsidR="00491876" w:rsidRDefault="004918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592C"/>
    <w:rsid w:val="001055DF"/>
    <w:rsid w:val="0015744F"/>
    <w:rsid w:val="001724F6"/>
    <w:rsid w:val="00187418"/>
    <w:rsid w:val="00197200"/>
    <w:rsid w:val="001B1844"/>
    <w:rsid w:val="001B5462"/>
    <w:rsid w:val="001B5F25"/>
    <w:rsid w:val="001D6696"/>
    <w:rsid w:val="001E0305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2D4DEA"/>
    <w:rsid w:val="003136E7"/>
    <w:rsid w:val="00326411"/>
    <w:rsid w:val="003303C7"/>
    <w:rsid w:val="00341D54"/>
    <w:rsid w:val="003465E2"/>
    <w:rsid w:val="00360D3D"/>
    <w:rsid w:val="00374781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36B94"/>
    <w:rsid w:val="0045229E"/>
    <w:rsid w:val="004526C5"/>
    <w:rsid w:val="00466040"/>
    <w:rsid w:val="00473FA7"/>
    <w:rsid w:val="004776DC"/>
    <w:rsid w:val="004801EC"/>
    <w:rsid w:val="00490D6F"/>
    <w:rsid w:val="00491876"/>
    <w:rsid w:val="004C1693"/>
    <w:rsid w:val="004D4988"/>
    <w:rsid w:val="004D6D3B"/>
    <w:rsid w:val="004E3995"/>
    <w:rsid w:val="004F276E"/>
    <w:rsid w:val="00502C95"/>
    <w:rsid w:val="00513AA4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F3D5B"/>
    <w:rsid w:val="005F5473"/>
    <w:rsid w:val="0061045D"/>
    <w:rsid w:val="006171BA"/>
    <w:rsid w:val="006408B2"/>
    <w:rsid w:val="00640AAC"/>
    <w:rsid w:val="00647F33"/>
    <w:rsid w:val="0065596D"/>
    <w:rsid w:val="00697814"/>
    <w:rsid w:val="006A28A1"/>
    <w:rsid w:val="006C4528"/>
    <w:rsid w:val="006C6182"/>
    <w:rsid w:val="006D20D4"/>
    <w:rsid w:val="006D2782"/>
    <w:rsid w:val="006E0890"/>
    <w:rsid w:val="006F21A0"/>
    <w:rsid w:val="006F785F"/>
    <w:rsid w:val="00703C78"/>
    <w:rsid w:val="007137BE"/>
    <w:rsid w:val="00723603"/>
    <w:rsid w:val="0072385E"/>
    <w:rsid w:val="0074437D"/>
    <w:rsid w:val="007510CE"/>
    <w:rsid w:val="00751F2C"/>
    <w:rsid w:val="00763353"/>
    <w:rsid w:val="00773BD6"/>
    <w:rsid w:val="00783173"/>
    <w:rsid w:val="007A07D7"/>
    <w:rsid w:val="007A0C5E"/>
    <w:rsid w:val="007A2302"/>
    <w:rsid w:val="007C1315"/>
    <w:rsid w:val="007C5A8E"/>
    <w:rsid w:val="007C7496"/>
    <w:rsid w:val="007D0981"/>
    <w:rsid w:val="007D49EA"/>
    <w:rsid w:val="007D4DE7"/>
    <w:rsid w:val="007F3D8D"/>
    <w:rsid w:val="007F4E44"/>
    <w:rsid w:val="008044FF"/>
    <w:rsid w:val="00824635"/>
    <w:rsid w:val="00843144"/>
    <w:rsid w:val="00852C3E"/>
    <w:rsid w:val="00860139"/>
    <w:rsid w:val="00881FB0"/>
    <w:rsid w:val="00893407"/>
    <w:rsid w:val="00897D19"/>
    <w:rsid w:val="008A1909"/>
    <w:rsid w:val="008A3C48"/>
    <w:rsid w:val="008A78DF"/>
    <w:rsid w:val="008B549F"/>
    <w:rsid w:val="008C1DFD"/>
    <w:rsid w:val="008D63CA"/>
    <w:rsid w:val="008E6D99"/>
    <w:rsid w:val="008F7829"/>
    <w:rsid w:val="00904F13"/>
    <w:rsid w:val="00923ED7"/>
    <w:rsid w:val="00930050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15E76"/>
    <w:rsid w:val="00A20EEA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3537D"/>
    <w:rsid w:val="00B41A65"/>
    <w:rsid w:val="00B530A0"/>
    <w:rsid w:val="00B5478E"/>
    <w:rsid w:val="00B630D3"/>
    <w:rsid w:val="00B667E5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57B49"/>
    <w:rsid w:val="00C60CDF"/>
    <w:rsid w:val="00C66691"/>
    <w:rsid w:val="00C66AD0"/>
    <w:rsid w:val="00C737F2"/>
    <w:rsid w:val="00C74974"/>
    <w:rsid w:val="00CA1CFC"/>
    <w:rsid w:val="00CB4CBD"/>
    <w:rsid w:val="00CE150D"/>
    <w:rsid w:val="00CF01AF"/>
    <w:rsid w:val="00CF4B7E"/>
    <w:rsid w:val="00D33CEA"/>
    <w:rsid w:val="00D4146A"/>
    <w:rsid w:val="00D45E69"/>
    <w:rsid w:val="00D63FEE"/>
    <w:rsid w:val="00D64EB4"/>
    <w:rsid w:val="00D7042E"/>
    <w:rsid w:val="00D744D4"/>
    <w:rsid w:val="00D76A11"/>
    <w:rsid w:val="00DA7163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8EE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javascript:InternalMailer(9785,8,'email1','Accounts','record_id');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javascript:InternalMailer(9785,8,'email1','Accounts','record_id')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orders@condomembershipclub.com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E7DF34-CE15-4BB4-9B4A-7609C5FE5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hotelsetc</cp:lastModifiedBy>
  <cp:revision>2</cp:revision>
  <cp:lastPrinted>2011-05-23T18:01:00Z</cp:lastPrinted>
  <dcterms:created xsi:type="dcterms:W3CDTF">2011-06-14T17:55:00Z</dcterms:created>
  <dcterms:modified xsi:type="dcterms:W3CDTF">2011-06-14T17:55:00Z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