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431FA2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FE4DA0">
              <w:t>I</w:t>
            </w:r>
            <w:r w:rsidR="004A0560">
              <w:t>NV33759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4A0560">
                <w:rPr>
                  <w:noProof/>
                </w:rPr>
                <w:t>February 16,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431FA2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431FA2" w:rsidP="00703C78">
            <w:hyperlink r:id="rId11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431FA2" w:rsidP="00FF4131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2093"/>
        <w:gridCol w:w="1333"/>
        <w:gridCol w:w="1358"/>
        <w:gridCol w:w="1337"/>
        <w:gridCol w:w="1276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FF4131" w:rsidP="000B078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23061570000093776406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2-16</w:t>
            </w:r>
            <w:r w:rsidR="00FF4131">
              <w:t>-11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2-16</w:t>
            </w:r>
            <w:r w:rsidR="00FF4131">
              <w:t>-11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14F" w:rsidRDefault="00C5114F">
      <w:r>
        <w:separator/>
      </w:r>
    </w:p>
  </w:endnote>
  <w:endnote w:type="continuationSeparator" w:id="1">
    <w:p w:rsidR="00C5114F" w:rsidRDefault="00C51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14F" w:rsidRDefault="00C5114F">
      <w:r>
        <w:separator/>
      </w:r>
    </w:p>
  </w:footnote>
  <w:footnote w:type="continuationSeparator" w:id="1">
    <w:p w:rsidR="00C5114F" w:rsidRDefault="00C51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8434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E06AE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3FA7"/>
    <w:rsid w:val="004776DC"/>
    <w:rsid w:val="004801EC"/>
    <w:rsid w:val="004A0560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20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2011-02-16T19:25:00Z</cp:lastPrinted>
  <dcterms:created xsi:type="dcterms:W3CDTF">2011-02-16T19:44:00Z</dcterms:created>
  <dcterms:modified xsi:type="dcterms:W3CDTF">2011-02-16T19:44:00Z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