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3F98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341D7D">
              <w:t> </w:t>
            </w:r>
            <w:r w:rsidR="00EF1171">
              <w:t> INV33894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1C2670">
              <w:fldChar w:fldCharType="begin"/>
            </w:r>
            <w:r w:rsidR="001C2670">
              <w:instrText xml:space="preserve"> DATE \@ "MMMM d, yyyy" </w:instrText>
            </w:r>
            <w:r w:rsidR="001C2670">
              <w:fldChar w:fldCharType="separate"/>
            </w:r>
            <w:r w:rsidR="00394431">
              <w:rPr>
                <w:noProof/>
              </w:rPr>
              <w:t>May 16, 2011</w:t>
            </w:r>
            <w:r w:rsidR="001C2670">
              <w:rPr>
                <w:noProof/>
              </w:rPr>
              <w:fldChar w:fldCharType="end"/>
            </w:r>
          </w:p>
        </w:tc>
        <w:bookmarkStart w:id="0" w:name="_GoBack"/>
        <w:bookmarkEnd w:id="0"/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D91041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EF117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C93F98" w:rsidRPr="00EF1171" w:rsidRDefault="00D37C35" w:rsidP="00C93F98">
            <w:r w:rsidRPr="00EF1171">
              <w:t xml:space="preserve">Ahmed </w:t>
            </w:r>
            <w:proofErr w:type="spellStart"/>
            <w:r w:rsidRPr="00EF1171">
              <w:t>Omran</w:t>
            </w:r>
            <w:proofErr w:type="spellEnd"/>
          </w:p>
          <w:p w:rsidR="00D37C35" w:rsidRDefault="00D37C35" w:rsidP="00C93F98">
            <w:pPr>
              <w:rPr>
                <w:rFonts w:ascii="Tahoma" w:hAnsi="Tahoma" w:cs="Tahoma"/>
                <w:sz w:val="20"/>
                <w:szCs w:val="20"/>
              </w:rPr>
            </w:pPr>
            <w:r w:rsidRPr="00D37C35">
              <w:rPr>
                <w:rFonts w:ascii="Tahoma" w:hAnsi="Tahoma" w:cs="Tahoma"/>
                <w:sz w:val="20"/>
                <w:szCs w:val="20"/>
              </w:rPr>
              <w:t xml:space="preserve">Block 12, St 5, Avenue 3, Building </w:t>
            </w:r>
          </w:p>
          <w:p w:rsidR="00D37C35" w:rsidRPr="00D37C35" w:rsidRDefault="00D37C35" w:rsidP="00C93F98">
            <w:pPr>
              <w:rPr>
                <w:rFonts w:ascii="Tahoma" w:hAnsi="Tahoma" w:cs="Tahoma"/>
                <w:sz w:val="20"/>
                <w:szCs w:val="20"/>
              </w:rPr>
            </w:pPr>
            <w:r w:rsidRPr="00D37C35">
              <w:rPr>
                <w:rFonts w:ascii="Tahoma" w:hAnsi="Tahoma" w:cs="Tahoma"/>
                <w:sz w:val="20"/>
                <w:szCs w:val="20"/>
              </w:rPr>
              <w:t>18</w:t>
            </w:r>
          </w:p>
          <w:p w:rsidR="00D37C35" w:rsidRPr="00D37C35" w:rsidRDefault="00D37C35" w:rsidP="00C93F9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37C35">
              <w:rPr>
                <w:rFonts w:ascii="Tahoma" w:hAnsi="Tahoma" w:cs="Tahoma"/>
                <w:sz w:val="20"/>
                <w:szCs w:val="20"/>
              </w:rPr>
              <w:t>Salmiya</w:t>
            </w:r>
            <w:proofErr w:type="spellEnd"/>
            <w:r w:rsidRPr="00D37C35">
              <w:rPr>
                <w:rFonts w:ascii="Tahoma" w:hAnsi="Tahoma" w:cs="Tahoma"/>
                <w:sz w:val="20"/>
                <w:szCs w:val="20"/>
              </w:rPr>
              <w:t>, Kuwait</w:t>
            </w:r>
          </w:p>
          <w:p w:rsidR="00D37C35" w:rsidRPr="00D37C35" w:rsidRDefault="00D37C35" w:rsidP="00C93F98">
            <w:pPr>
              <w:rPr>
                <w:rFonts w:ascii="Tahoma" w:hAnsi="Tahoma" w:cs="Tahoma"/>
                <w:sz w:val="20"/>
                <w:szCs w:val="20"/>
              </w:rPr>
            </w:pPr>
            <w:r w:rsidRPr="00D37C35">
              <w:rPr>
                <w:rFonts w:ascii="Tahoma" w:hAnsi="Tahoma" w:cs="Tahoma"/>
                <w:sz w:val="20"/>
                <w:szCs w:val="20"/>
              </w:rPr>
              <w:t>00965 66540591</w:t>
            </w:r>
          </w:p>
          <w:p w:rsidR="00D37C35" w:rsidRPr="00EF1171" w:rsidRDefault="00D37C35" w:rsidP="00C93F98">
            <w:hyperlink r:id="rId13" w:history="1">
              <w:r w:rsidRPr="00EF1171">
                <w:rPr>
                  <w:rStyle w:val="Hyperlink"/>
                </w:rPr>
                <w:t>mr_omran@hotmail.com</w:t>
              </w:r>
            </w:hyperlink>
          </w:p>
        </w:tc>
        <w:tc>
          <w:tcPr>
            <w:tcW w:w="556" w:type="dxa"/>
          </w:tcPr>
          <w:p w:rsidR="00DF7693" w:rsidRPr="00D37C35" w:rsidRDefault="00DF7693" w:rsidP="00703C78">
            <w:pPr>
              <w:pStyle w:val="Heading2"/>
            </w:pPr>
            <w:r w:rsidRPr="00D37C35">
              <w:t xml:space="preserve">SHIP </w:t>
            </w:r>
          </w:p>
          <w:p w:rsidR="00703C78" w:rsidRPr="00D37C35" w:rsidRDefault="00DF7693" w:rsidP="00703C78">
            <w:pPr>
              <w:pStyle w:val="Heading2"/>
            </w:pPr>
            <w:r w:rsidRPr="00D37C35">
              <w:t>TO</w:t>
            </w:r>
          </w:p>
        </w:tc>
        <w:tc>
          <w:tcPr>
            <w:tcW w:w="3505" w:type="dxa"/>
          </w:tcPr>
          <w:p w:rsidR="00D37C35" w:rsidRDefault="00D37C35" w:rsidP="00D37C35">
            <w:r w:rsidRPr="00D37C35">
              <w:t xml:space="preserve">Ahmed </w:t>
            </w:r>
            <w:proofErr w:type="spellStart"/>
            <w:r w:rsidRPr="00D37C35">
              <w:t>Omran</w:t>
            </w:r>
            <w:proofErr w:type="spellEnd"/>
          </w:p>
          <w:p w:rsidR="00D37C35" w:rsidRDefault="00D37C35" w:rsidP="00D37C3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Block 12, St 5, Avenue 3, Building 18</w:t>
            </w:r>
          </w:p>
          <w:p w:rsidR="00D37C35" w:rsidRDefault="00D37C35" w:rsidP="00D37C3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Salmiya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Kuwait</w:t>
            </w:r>
          </w:p>
          <w:p w:rsidR="00D37C35" w:rsidRDefault="00D37C35" w:rsidP="00D37C3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00965 66540591</w:t>
            </w:r>
          </w:p>
          <w:p w:rsidR="00703C78" w:rsidRPr="001E3C2E" w:rsidRDefault="00D37C35" w:rsidP="00D37C35">
            <w:hyperlink r:id="rId14" w:history="1">
              <w:r>
                <w:rPr>
                  <w:rStyle w:val="Hyperlink"/>
                </w:rPr>
                <w:t>mr_omran@hotmail.com</w:t>
              </w:r>
            </w:hyperlink>
            <w:r w:rsidR="00341D7D">
              <w:t xml:space="preserve">  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13"/>
        <w:gridCol w:w="1252"/>
        <w:gridCol w:w="2428"/>
        <w:gridCol w:w="1322"/>
        <w:gridCol w:w="1322"/>
        <w:gridCol w:w="1221"/>
        <w:gridCol w:w="1322"/>
      </w:tblGrid>
      <w:tr w:rsidR="00EF1171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D37C35" w:rsidRDefault="00D37C35" w:rsidP="008A3C48">
            <w:pPr>
              <w:pStyle w:val="ColumnHeadings"/>
            </w:pPr>
            <w:r>
              <w:t>EXPECTED</w:t>
            </w:r>
          </w:p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EF1171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D37C35" w:rsidP="008A3C48">
            <w:pPr>
              <w:pStyle w:val="Centered"/>
            </w:pPr>
            <w:r>
              <w:t>UPS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D37C35" w:rsidP="000B0783">
            <w:pPr>
              <w:jc w:val="center"/>
            </w:pPr>
            <w:r>
              <w:t>Tracking &amp; Insurance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D37C35" w:rsidP="008A3C48">
            <w:pPr>
              <w:pStyle w:val="Centered"/>
            </w:pPr>
            <w:r>
              <w:t xml:space="preserve"> Carrier </w:t>
            </w:r>
            <w:proofErr w:type="spellStart"/>
            <w:r>
              <w:t>Trk</w:t>
            </w:r>
            <w:proofErr w:type="spellEnd"/>
            <w:r>
              <w:t>:   1ZAV38626708777321</w:t>
            </w:r>
            <w:r>
              <w:br/>
              <w:t>   Shipment ID:   MMQP5KFM12WED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D37C35" w:rsidP="008A3C48">
            <w:pPr>
              <w:pStyle w:val="Centered"/>
            </w:pPr>
            <w:r>
              <w:t>05/16</w:t>
            </w:r>
            <w:r w:rsidR="00C93F98">
              <w:t>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D37C35" w:rsidP="008A3C48">
            <w:pPr>
              <w:pStyle w:val="Centered"/>
            </w:pPr>
            <w:r>
              <w:t>05/23/2011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93F98" w:rsidP="008A3C48">
            <w:pPr>
              <w:pStyle w:val="Centered"/>
            </w:pPr>
            <w:r>
              <w:t>Wire Transfer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EF1171" w:rsidP="008A3C48">
            <w:pPr>
              <w:pStyle w:val="Centered"/>
            </w:pPr>
            <w:r>
              <w:t>04/19</w:t>
            </w:r>
            <w:r w:rsidR="00C93F98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93F98" w:rsidP="00C93F98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EF1171" w:rsidP="00EF1171">
            <w:pPr>
              <w:jc w:val="center"/>
            </w:pPr>
            <w:r>
              <w:t>Superstar Kit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41D7D" w:rsidP="00EF1171">
            <w:pPr>
              <w:jc w:val="center"/>
            </w:pPr>
            <w:r>
              <w:t>100</w:t>
            </w:r>
            <w:r w:rsidR="00EF1171">
              <w:t>0</w:t>
            </w:r>
            <w:r w:rsidR="000D5396">
              <w:t xml:space="preserve"> Hotels Etc. Gold </w:t>
            </w:r>
            <w:r w:rsidR="00C93F98">
              <w:t>Membership Cards</w:t>
            </w:r>
            <w:r w:rsidR="00EF1171">
              <w:t xml:space="preserve"> </w:t>
            </w:r>
            <w:r w:rsidR="00EF1171">
              <w:br/>
              <w:t>+ 250 Silver Annual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F1171">
            <w:pPr>
              <w:pStyle w:val="Amount"/>
            </w:pPr>
            <w:r>
              <w:t>$</w:t>
            </w:r>
            <w:r w:rsidR="00EF1171">
              <w:t>3987</w:t>
            </w:r>
            <w:r w:rsidR="000D5396">
              <w:t>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0F68" w:rsidP="00EF1171">
            <w:pPr>
              <w:pStyle w:val="Amount"/>
            </w:pPr>
            <w:r>
              <w:t>$</w:t>
            </w:r>
            <w:r w:rsidR="00EF1171">
              <w:t>3987</w:t>
            </w:r>
            <w:r w:rsidR="000D5396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93F98" w:rsidP="00C93F98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EF1171" w:rsidP="00EF1171">
            <w:pPr>
              <w:jc w:val="center"/>
            </w:pPr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EF1171" w:rsidP="00EF1171">
            <w:pPr>
              <w:jc w:val="center"/>
            </w:pPr>
            <w:r>
              <w:t>Shipping and Handling</w:t>
            </w:r>
            <w:r>
              <w:t xml:space="preserve"> for UPS with Tracking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1171" w:rsidP="00EF1171">
            <w:pPr>
              <w:pStyle w:val="Amount"/>
            </w:pPr>
            <w:r>
              <w:t>$200.00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1171" w:rsidP="00EF1171">
            <w:pPr>
              <w:pStyle w:val="Amount"/>
            </w:pPr>
            <w:r>
              <w:t>$200.00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93F98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EF1171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EF1171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93F98" w:rsidP="00EF1171">
            <w:pPr>
              <w:pStyle w:val="Amount"/>
            </w:pPr>
            <w:r>
              <w:t>$</w:t>
            </w:r>
            <w:r w:rsidR="00EF1171">
              <w:t>200.00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F1171">
            <w:pPr>
              <w:pStyle w:val="Amount"/>
            </w:pPr>
            <w:r>
              <w:t>$</w:t>
            </w:r>
            <w:r w:rsidR="00EF1171">
              <w:t>200.00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225B44" w:rsidP="00D64EB4">
      <w:pPr>
        <w:pStyle w:val="Thankyou"/>
      </w:pPr>
      <w:r>
        <w:t>ALL</w:t>
      </w:r>
      <w:r w:rsidR="00D64EB4">
        <w:t>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041" w:rsidRDefault="00D91041">
      <w:r>
        <w:separator/>
      </w:r>
    </w:p>
  </w:endnote>
  <w:endnote w:type="continuationSeparator" w:id="0">
    <w:p w:rsidR="00D91041" w:rsidRDefault="00D9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041" w:rsidRDefault="00D91041">
      <w:r>
        <w:separator/>
      </w:r>
    </w:p>
  </w:footnote>
  <w:footnote w:type="continuationSeparator" w:id="0">
    <w:p w:rsidR="00D91041" w:rsidRDefault="00D91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4975"/>
    <w:rsid w:val="000C60AF"/>
    <w:rsid w:val="000D5396"/>
    <w:rsid w:val="000E592C"/>
    <w:rsid w:val="000E5C10"/>
    <w:rsid w:val="001055DF"/>
    <w:rsid w:val="0015744F"/>
    <w:rsid w:val="001724F6"/>
    <w:rsid w:val="001B1844"/>
    <w:rsid w:val="001B5462"/>
    <w:rsid w:val="001B5F25"/>
    <w:rsid w:val="001C2670"/>
    <w:rsid w:val="001D0881"/>
    <w:rsid w:val="001D6696"/>
    <w:rsid w:val="001E3C2E"/>
    <w:rsid w:val="001F1EA7"/>
    <w:rsid w:val="00204A67"/>
    <w:rsid w:val="0020532B"/>
    <w:rsid w:val="00205DD6"/>
    <w:rsid w:val="00206B1B"/>
    <w:rsid w:val="00207555"/>
    <w:rsid w:val="0021009B"/>
    <w:rsid w:val="00213FAA"/>
    <w:rsid w:val="00225B44"/>
    <w:rsid w:val="00246484"/>
    <w:rsid w:val="00251C32"/>
    <w:rsid w:val="00326411"/>
    <w:rsid w:val="003303C7"/>
    <w:rsid w:val="00341D54"/>
    <w:rsid w:val="00341D7D"/>
    <w:rsid w:val="003465E2"/>
    <w:rsid w:val="00360D3D"/>
    <w:rsid w:val="003756B5"/>
    <w:rsid w:val="00387E68"/>
    <w:rsid w:val="00394431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A4265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66F8B"/>
    <w:rsid w:val="00783173"/>
    <w:rsid w:val="007A07D7"/>
    <w:rsid w:val="007A0C5E"/>
    <w:rsid w:val="007B0F79"/>
    <w:rsid w:val="007C1315"/>
    <w:rsid w:val="007C5A8E"/>
    <w:rsid w:val="007C7496"/>
    <w:rsid w:val="007D49EA"/>
    <w:rsid w:val="007F3D8D"/>
    <w:rsid w:val="007F4E44"/>
    <w:rsid w:val="008028D7"/>
    <w:rsid w:val="008044FF"/>
    <w:rsid w:val="00824635"/>
    <w:rsid w:val="00832B2D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0F68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6DF6"/>
    <w:rsid w:val="00C60CDF"/>
    <w:rsid w:val="00C66691"/>
    <w:rsid w:val="00C66AD0"/>
    <w:rsid w:val="00C74974"/>
    <w:rsid w:val="00C93F98"/>
    <w:rsid w:val="00CA1CFC"/>
    <w:rsid w:val="00CB4CBD"/>
    <w:rsid w:val="00CF01AF"/>
    <w:rsid w:val="00D33CEA"/>
    <w:rsid w:val="00D37C35"/>
    <w:rsid w:val="00D4146A"/>
    <w:rsid w:val="00D45E69"/>
    <w:rsid w:val="00D64EB4"/>
    <w:rsid w:val="00D7042E"/>
    <w:rsid w:val="00D76A11"/>
    <w:rsid w:val="00D82BE4"/>
    <w:rsid w:val="00D91041"/>
    <w:rsid w:val="00DC1152"/>
    <w:rsid w:val="00DE0490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1171"/>
    <w:rsid w:val="00EF58B4"/>
    <w:rsid w:val="00F07572"/>
    <w:rsid w:val="00F1292B"/>
    <w:rsid w:val="00F35428"/>
    <w:rsid w:val="00F52042"/>
    <w:rsid w:val="00F64BE0"/>
    <w:rsid w:val="00F6699E"/>
    <w:rsid w:val="00F70765"/>
    <w:rsid w:val="00F70E38"/>
    <w:rsid w:val="00F81926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10175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javascript:InternalMailer(10175,8,'email1','Accounts','record_id'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F0766B-E809-47DF-B7D7-9D100FA41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2</cp:revision>
  <cp:lastPrinted>2011-05-16T16:49:00Z</cp:lastPrinted>
  <dcterms:created xsi:type="dcterms:W3CDTF">2011-05-16T18:53:00Z</dcterms:created>
  <dcterms:modified xsi:type="dcterms:W3CDTF">2011-05-16T18:53:00Z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