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C62757">
              <w:t>33809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C62757">
              <w:rPr>
                <w:noProof/>
              </w:rPr>
              <w:t>August 2,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8F2FCC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C62757" w:rsidP="00703C78">
            <w:r>
              <w:t>Kathy Williams</w:t>
            </w:r>
          </w:p>
          <w:p w:rsidR="00C62757" w:rsidRDefault="00C62757" w:rsidP="00703C78">
            <w:r>
              <w:t>5409 Wrights Borrow Rd</w:t>
            </w:r>
          </w:p>
          <w:p w:rsidR="00C62757" w:rsidRDefault="00C62757" w:rsidP="00703C78">
            <w:r>
              <w:t>Grovetown, GA 30813</w:t>
            </w:r>
          </w:p>
          <w:p w:rsidR="00C62757" w:rsidRDefault="00C62757" w:rsidP="00703C78">
            <w:r>
              <w:t>706-925-2980</w:t>
            </w:r>
          </w:p>
          <w:p w:rsidR="00C62757" w:rsidRPr="001E3C2E" w:rsidRDefault="00C62757" w:rsidP="00703C78">
            <w:r>
              <w:t>Account Number ACC2010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C62757" w:rsidRDefault="00C62757" w:rsidP="00C62757">
            <w:r>
              <w:t>Kathy Williams</w:t>
            </w:r>
          </w:p>
          <w:p w:rsidR="00C62757" w:rsidRDefault="00C62757" w:rsidP="00C62757">
            <w:r>
              <w:t>5409 Wrights Borrow Rd</w:t>
            </w:r>
          </w:p>
          <w:p w:rsidR="00C62757" w:rsidRDefault="00C62757" w:rsidP="00C62757">
            <w:r>
              <w:t>Grovetown, GA 30813</w:t>
            </w:r>
          </w:p>
          <w:p w:rsidR="00C62757" w:rsidRDefault="00C62757" w:rsidP="00C62757">
            <w:r>
              <w:t>706-925-2980</w:t>
            </w:r>
          </w:p>
          <w:p w:rsidR="00703C78" w:rsidRPr="001E3C2E" w:rsidRDefault="00C62757" w:rsidP="00C62757">
            <w:r>
              <w:t>Account Number ACC2010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86"/>
        <w:gridCol w:w="1392"/>
        <w:gridCol w:w="2093"/>
        <w:gridCol w:w="1361"/>
        <w:gridCol w:w="1322"/>
        <w:gridCol w:w="1292"/>
        <w:gridCol w:w="1334"/>
      </w:tblGrid>
      <w:tr w:rsidR="00C6275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6275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62757" w:rsidP="008A3C48">
            <w:pPr>
              <w:pStyle w:val="Centered"/>
            </w:pPr>
            <w:bookmarkStart w:id="0" w:name="_GoBack"/>
            <w:r>
              <w:t>23103280000008037476</w:t>
            </w:r>
            <w:bookmarkEnd w:id="0"/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62757" w:rsidP="008A3C48">
            <w:pPr>
              <w:pStyle w:val="Centered"/>
            </w:pPr>
            <w:r>
              <w:t>08/02/2012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62757" w:rsidP="008A3C48">
            <w:pPr>
              <w:pStyle w:val="Centered"/>
            </w:pPr>
            <w:r>
              <w:t>30</w:t>
            </w:r>
            <w:r w:rsidR="000B0783">
              <w:t xml:space="preserve">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62757" w:rsidP="008A3C48">
            <w:pPr>
              <w:pStyle w:val="Centered"/>
            </w:pPr>
            <w:r>
              <w:t>09/1/2012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C62757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62757" w:rsidP="00C6275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62757" w:rsidP="00C62757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C62757" w:rsidP="00C62757">
            <w:pPr>
              <w:jc w:val="center"/>
            </w:pPr>
            <w:r>
              <w:t>Superstar Kit</w:t>
            </w:r>
          </w:p>
          <w:p w:rsidR="004544B0" w:rsidRPr="001E3C2E" w:rsidRDefault="004544B0" w:rsidP="00C62757">
            <w:pPr>
              <w:jc w:val="center"/>
            </w:pPr>
            <w:r>
              <w:t>(shipped 500 Cards)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62757" w:rsidP="00EE1154">
            <w:pPr>
              <w:pStyle w:val="Amount"/>
            </w:pPr>
            <w:r>
              <w:t>$3987.00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62757" w:rsidP="00EE1154">
            <w:pPr>
              <w:pStyle w:val="Amount"/>
            </w:pPr>
            <w:r>
              <w:t>$3987.00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62757" w:rsidP="00C62757">
            <w:pPr>
              <w:jc w:val="center"/>
            </w:pPr>
            <w:r w:rsidRPr="00C62757">
              <w:rPr>
                <w:highlight w:val="yellow"/>
              </w:rPr>
              <w:t>Made Payment on 08/01/2012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62757" w:rsidP="00EE1154">
            <w:pPr>
              <w:pStyle w:val="Amount"/>
            </w:pPr>
            <w:r>
              <w:t>-1993.50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62757" w:rsidP="00EE1154">
            <w:pPr>
              <w:pStyle w:val="Amount"/>
            </w:pPr>
            <w:r>
              <w:t>-1993.50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62757" w:rsidP="00C62757">
            <w:pPr>
              <w:jc w:val="center"/>
            </w:pPr>
            <w:r w:rsidRPr="00C62757">
              <w:rPr>
                <w:highlight w:val="yellow"/>
              </w:rPr>
              <w:t>Next Payment of $1993.50 is due on 09/01/2012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C62757">
            <w:pPr>
              <w:pStyle w:val="Amount"/>
            </w:pPr>
            <w:r>
              <w:t>$</w:t>
            </w:r>
            <w:r w:rsidR="00C62757">
              <w:t>1993.50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C62757">
            <w:pPr>
              <w:pStyle w:val="Amount"/>
            </w:pPr>
            <w:r>
              <w:t>$</w:t>
            </w:r>
            <w:r w:rsidR="00C62757">
              <w:t>1993.50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CC" w:rsidRDefault="008F2FCC">
      <w:r>
        <w:separator/>
      </w:r>
    </w:p>
  </w:endnote>
  <w:endnote w:type="continuationSeparator" w:id="0">
    <w:p w:rsidR="008F2FCC" w:rsidRDefault="008F2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CC" w:rsidRDefault="008F2FCC">
      <w:r>
        <w:separator/>
      </w:r>
    </w:p>
  </w:footnote>
  <w:footnote w:type="continuationSeparator" w:id="0">
    <w:p w:rsidR="008F2FCC" w:rsidRDefault="008F2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544B0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2FCC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2757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00367-D128-4D50-B122-89C616C8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2012-08-02T15:34:00Z</dcterms:created>
  <dcterms:modified xsi:type="dcterms:W3CDTF">2012-08-02T15:34:00Z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