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</w:t>
            </w:r>
            <w:r w:rsidR="00522B8A">
              <w:t>5113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5050DC">
              <w:rPr>
                <w:noProof/>
              </w:rPr>
              <w:t>August 3,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665771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522B8A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03C78" w:rsidRPr="001E3C2E" w:rsidRDefault="003303C7" w:rsidP="00703C78">
            <w:r>
              <w:t>Dr. Gerald Robison</w:t>
            </w:r>
          </w:p>
          <w:p w:rsidR="003303C7" w:rsidRDefault="003303C7" w:rsidP="00703C78">
            <w:r>
              <w:t>Wow Discounts</w:t>
            </w:r>
          </w:p>
          <w:p w:rsidR="008B549F" w:rsidRDefault="003303C7" w:rsidP="00703C78">
            <w:r>
              <w:t>6550 Mission Court Unit #6</w:t>
            </w:r>
          </w:p>
          <w:p w:rsidR="00703C78" w:rsidRPr="001E3C2E" w:rsidRDefault="003303C7" w:rsidP="00703C78">
            <w:r>
              <w:t>Jacksonville, FL 32217</w:t>
            </w:r>
          </w:p>
          <w:p w:rsidR="00703C78" w:rsidRDefault="003303C7" w:rsidP="00703C78">
            <w:r>
              <w:t>904-451-7261</w:t>
            </w:r>
          </w:p>
          <w:p w:rsidR="008B549F" w:rsidRPr="001E3C2E" w:rsidRDefault="003303C7" w:rsidP="00703C78">
            <w:r>
              <w:t>Account Number</w:t>
            </w:r>
            <w:r w:rsidR="008B549F">
              <w:t xml:space="preserve"> </w:t>
            </w:r>
            <w:r>
              <w:t>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3303C7" w:rsidRPr="001E3C2E" w:rsidRDefault="003303C7" w:rsidP="003303C7">
            <w:r>
              <w:t>Dr. Gerald Robison</w:t>
            </w:r>
          </w:p>
          <w:p w:rsidR="003303C7" w:rsidRDefault="003303C7" w:rsidP="003303C7">
            <w:r>
              <w:t>Wow Discounts</w:t>
            </w:r>
          </w:p>
          <w:p w:rsidR="003303C7" w:rsidRDefault="003303C7" w:rsidP="003303C7">
            <w:r>
              <w:t>6550 Mission Court Unit #6</w:t>
            </w:r>
          </w:p>
          <w:p w:rsidR="003303C7" w:rsidRPr="001E3C2E" w:rsidRDefault="003303C7" w:rsidP="003303C7">
            <w:r>
              <w:t>Jacksonville, FL 32217</w:t>
            </w:r>
          </w:p>
          <w:p w:rsidR="003303C7" w:rsidRDefault="003303C7" w:rsidP="003303C7">
            <w:r>
              <w:t>904-451-7261</w:t>
            </w:r>
          </w:p>
          <w:p w:rsidR="00703C78" w:rsidRPr="001E3C2E" w:rsidRDefault="003303C7" w:rsidP="003303C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000ADD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000ADD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522B8A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CC0E23" w:rsidP="00CF2719">
            <w:pPr>
              <w:jc w:val="center"/>
            </w:pPr>
          </w:p>
          <w:p w:rsidR="00CF2719" w:rsidRDefault="00522B8A" w:rsidP="00CF2719">
            <w:pPr>
              <w:jc w:val="center"/>
            </w:pPr>
            <w:r>
              <w:t>USPS</w:t>
            </w:r>
          </w:p>
          <w:p w:rsidR="00CF2719" w:rsidRDefault="00CF2719" w:rsidP="00CF2719"/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522B8A" w:rsidP="008A3C48">
            <w:pPr>
              <w:pStyle w:val="Centered"/>
            </w:pPr>
            <w:r>
              <w:t>07/26</w:t>
            </w:r>
            <w:r w:rsidR="00B4688D">
              <w:t>/12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522B8A" w:rsidP="008A3C48">
            <w:pPr>
              <w:pStyle w:val="Centered"/>
            </w:pPr>
            <w:r>
              <w:t>7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5050DC" w:rsidP="008A3C48">
            <w:pPr>
              <w:pStyle w:val="Centered"/>
            </w:pPr>
            <w:r>
              <w:t>08</w:t>
            </w:r>
            <w:r w:rsidR="00522B8A">
              <w:t>/03/12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000ADD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000AD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000ADD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B4688D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B4688D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522B8A" w:rsidP="00000ADD">
            <w:pPr>
              <w:jc w:val="center"/>
            </w:pPr>
            <w:r>
              <w:t>2</w:t>
            </w:r>
            <w:r w:rsidR="00CF2719"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522B8A" w:rsidP="00000ADD">
            <w:pPr>
              <w:jc w:val="center"/>
            </w:pPr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DE3C93" w:rsidRDefault="00DE3C93" w:rsidP="0076506D">
            <w:pPr>
              <w:jc w:val="center"/>
            </w:pPr>
          </w:p>
          <w:p w:rsidR="00CF2719" w:rsidRPr="001E3C2E" w:rsidRDefault="00522B8A" w:rsidP="0076506D">
            <w:pPr>
              <w:jc w:val="center"/>
            </w:pPr>
            <w:r>
              <w:t>Hotels Etc. Lifetime Gold Membership Cards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522B8A" w:rsidP="00B4688D">
            <w:pPr>
              <w:pStyle w:val="Amount"/>
            </w:pPr>
            <w:r>
              <w:t>$5</w:t>
            </w:r>
            <w:r w:rsidR="00CF2719">
              <w:t>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522B8A" w:rsidP="00B4688D">
            <w:pPr>
              <w:pStyle w:val="Amount"/>
            </w:pPr>
            <w:r>
              <w:t>$10</w:t>
            </w:r>
            <w:r w:rsidR="00CF2719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5050DC" w:rsidP="00B4688D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5050DC" w:rsidP="00B4688D">
            <w:pPr>
              <w:jc w:val="center"/>
            </w:pPr>
            <w:r>
              <w:t>Shipping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4688D" w:rsidRPr="001E3C2E" w:rsidRDefault="005050DC" w:rsidP="0076506D">
            <w:pPr>
              <w:jc w:val="center"/>
            </w:pPr>
            <w:r>
              <w:t>Shipping &amp; Handling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5050DC" w:rsidP="00EE1154">
            <w:pPr>
              <w:pStyle w:val="Amount"/>
            </w:pPr>
            <w:r>
              <w:t>$14.95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5050DC" w:rsidP="00EE1154">
            <w:pPr>
              <w:pStyle w:val="Amount"/>
            </w:pPr>
            <w:r>
              <w:t>$14.95</w:t>
            </w:r>
            <w:bookmarkStart w:id="0" w:name="_GoBack"/>
            <w:bookmarkEnd w:id="0"/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F2719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468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4688D" w:rsidRPr="001E3C2E" w:rsidRDefault="00B4688D" w:rsidP="00B468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CF2719" w:rsidRDefault="001B3C92" w:rsidP="001B3C92">
            <w:pPr>
              <w:jc w:val="center"/>
              <w:rPr>
                <w:sz w:val="22"/>
                <w:szCs w:val="22"/>
              </w:rPr>
            </w:pPr>
            <w:r w:rsidRPr="00CF2719">
              <w:rPr>
                <w:sz w:val="22"/>
                <w:szCs w:val="22"/>
                <w:highlight w:val="yellow"/>
              </w:rPr>
              <w:t>Please Make all Payments Payable to Hotels Etc., INC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5050DC">
            <w:pPr>
              <w:pStyle w:val="Amount"/>
            </w:pPr>
            <w:r>
              <w:t>$</w:t>
            </w:r>
            <w:r w:rsidR="005050DC">
              <w:t>1014</w:t>
            </w:r>
            <w:r w:rsidR="00CF2719">
              <w:t>.</w:t>
            </w:r>
            <w:r w:rsidR="005050DC">
              <w:t>95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4688D" w:rsidP="005050DC">
            <w:pPr>
              <w:pStyle w:val="Amount"/>
            </w:pPr>
            <w:r>
              <w:t>$</w:t>
            </w:r>
            <w:r w:rsidR="005050DC">
              <w:t>1014.95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771" w:rsidRDefault="00665771">
      <w:r>
        <w:separator/>
      </w:r>
    </w:p>
  </w:endnote>
  <w:endnote w:type="continuationSeparator" w:id="0">
    <w:p w:rsidR="00665771" w:rsidRDefault="00665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771" w:rsidRDefault="00665771">
      <w:r>
        <w:separator/>
      </w:r>
    </w:p>
  </w:footnote>
  <w:footnote w:type="continuationSeparator" w:id="0">
    <w:p w:rsidR="00665771" w:rsidRDefault="00665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0ADD"/>
    <w:rsid w:val="00002021"/>
    <w:rsid w:val="000024DC"/>
    <w:rsid w:val="00010B1C"/>
    <w:rsid w:val="00012C15"/>
    <w:rsid w:val="00012DA5"/>
    <w:rsid w:val="00017000"/>
    <w:rsid w:val="00017A97"/>
    <w:rsid w:val="000233FB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558FB"/>
    <w:rsid w:val="0015744F"/>
    <w:rsid w:val="001724F6"/>
    <w:rsid w:val="00184BFD"/>
    <w:rsid w:val="001954D8"/>
    <w:rsid w:val="001B2E61"/>
    <w:rsid w:val="001B3C92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46B6C"/>
    <w:rsid w:val="00251C32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3F05"/>
    <w:rsid w:val="00436B94"/>
    <w:rsid w:val="004445DD"/>
    <w:rsid w:val="004526C5"/>
    <w:rsid w:val="00473FA7"/>
    <w:rsid w:val="004776DC"/>
    <w:rsid w:val="004801EC"/>
    <w:rsid w:val="00480265"/>
    <w:rsid w:val="004B233D"/>
    <w:rsid w:val="004D4988"/>
    <w:rsid w:val="004D6D3B"/>
    <w:rsid w:val="004E3995"/>
    <w:rsid w:val="005050DC"/>
    <w:rsid w:val="00522B8A"/>
    <w:rsid w:val="00522EAB"/>
    <w:rsid w:val="005239D3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116D"/>
    <w:rsid w:val="00647F33"/>
    <w:rsid w:val="0065596D"/>
    <w:rsid w:val="00665771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6506D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1D55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04711"/>
    <w:rsid w:val="00A10B6B"/>
    <w:rsid w:val="00A11DBF"/>
    <w:rsid w:val="00A15E76"/>
    <w:rsid w:val="00A3488A"/>
    <w:rsid w:val="00A37015"/>
    <w:rsid w:val="00A4752F"/>
    <w:rsid w:val="00A50715"/>
    <w:rsid w:val="00A60E81"/>
    <w:rsid w:val="00A62877"/>
    <w:rsid w:val="00A67B29"/>
    <w:rsid w:val="00A71F71"/>
    <w:rsid w:val="00A8511C"/>
    <w:rsid w:val="00A91583"/>
    <w:rsid w:val="00AB03C9"/>
    <w:rsid w:val="00B01F49"/>
    <w:rsid w:val="00B4406F"/>
    <w:rsid w:val="00B4688D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C48F8"/>
    <w:rsid w:val="00BD0D4F"/>
    <w:rsid w:val="00BD73A8"/>
    <w:rsid w:val="00BD7A44"/>
    <w:rsid w:val="00C0598A"/>
    <w:rsid w:val="00C15A6D"/>
    <w:rsid w:val="00C20B80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CF2719"/>
    <w:rsid w:val="00D2159C"/>
    <w:rsid w:val="00D2742D"/>
    <w:rsid w:val="00D33CEA"/>
    <w:rsid w:val="00D4146A"/>
    <w:rsid w:val="00D45E69"/>
    <w:rsid w:val="00D64EB4"/>
    <w:rsid w:val="00D7042E"/>
    <w:rsid w:val="00D76A11"/>
    <w:rsid w:val="00DC1152"/>
    <w:rsid w:val="00DE09CB"/>
    <w:rsid w:val="00DE3C93"/>
    <w:rsid w:val="00DF0824"/>
    <w:rsid w:val="00DF5146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33BF4"/>
    <w:rsid w:val="00F52042"/>
    <w:rsid w:val="00F6386E"/>
    <w:rsid w:val="00F64BE0"/>
    <w:rsid w:val="00F6699E"/>
    <w:rsid w:val="00F70765"/>
    <w:rsid w:val="00F70E38"/>
    <w:rsid w:val="00FB1848"/>
    <w:rsid w:val="00FB6FFA"/>
    <w:rsid w:val="00FC643D"/>
    <w:rsid w:val="00FD0114"/>
    <w:rsid w:val="00FD0E4D"/>
    <w:rsid w:val="00FD0F0F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A5736-50B5-49C2-A801-908870BF2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Home</cp:lastModifiedBy>
  <cp:revision>2</cp:revision>
  <cp:lastPrinted>2011-03-07T20:17:00Z</cp:lastPrinted>
  <dcterms:created xsi:type="dcterms:W3CDTF">2012-08-03T17:03:00Z</dcterms:created>
  <dcterms:modified xsi:type="dcterms:W3CDTF">2012-08-03T17:03:00Z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