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INV33807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A85C87">
              <w:rPr>
                <w:noProof/>
              </w:rPr>
              <w:t>August 28,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BC2798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882A23" w:rsidP="00703C78">
            <w:r>
              <w:t xml:space="preserve">May </w:t>
            </w:r>
            <w:proofErr w:type="spellStart"/>
            <w:r>
              <w:t>Buenconsejo</w:t>
            </w:r>
            <w:proofErr w:type="spellEnd"/>
          </w:p>
          <w:p w:rsidR="00882A23" w:rsidRDefault="00882A23" w:rsidP="00703C78">
            <w:r>
              <w:t xml:space="preserve">417 N Bonnie Brae ST </w:t>
            </w:r>
          </w:p>
          <w:p w:rsidR="00882A23" w:rsidRDefault="00882A23" w:rsidP="00703C78">
            <w:r>
              <w:t>Los Angeles, CA 90026</w:t>
            </w:r>
          </w:p>
          <w:p w:rsidR="00882A23" w:rsidRDefault="00882A23" w:rsidP="00703C78">
            <w:r>
              <w:t>310-423-9329</w:t>
            </w:r>
          </w:p>
          <w:p w:rsidR="00882A23" w:rsidRPr="001E3C2E" w:rsidRDefault="00882A23" w:rsidP="00703C78">
            <w:r>
              <w:t>Account Number ACC1814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882A23" w:rsidRDefault="00882A23" w:rsidP="00882A23">
            <w:r>
              <w:t xml:space="preserve">May </w:t>
            </w:r>
            <w:proofErr w:type="spellStart"/>
            <w:r>
              <w:t>Buenconsejo</w:t>
            </w:r>
            <w:proofErr w:type="spellEnd"/>
          </w:p>
          <w:p w:rsidR="00882A23" w:rsidRDefault="00882A23" w:rsidP="00882A23">
            <w:r>
              <w:t xml:space="preserve">417 N Bonnie Brae ST </w:t>
            </w:r>
          </w:p>
          <w:p w:rsidR="00882A23" w:rsidRDefault="00882A23" w:rsidP="00882A23">
            <w:r>
              <w:t>Los Angeles, CA 90026</w:t>
            </w:r>
          </w:p>
          <w:p w:rsidR="00882A23" w:rsidRDefault="00882A23" w:rsidP="00882A23">
            <w:r>
              <w:t>310-423-9329</w:t>
            </w:r>
          </w:p>
          <w:p w:rsidR="00703C78" w:rsidRPr="001E3C2E" w:rsidRDefault="00882A23" w:rsidP="00882A23">
            <w:r>
              <w:t>Account Number ACC1814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92"/>
        <w:gridCol w:w="1394"/>
        <w:gridCol w:w="2093"/>
        <w:gridCol w:w="1313"/>
        <w:gridCol w:w="1326"/>
        <w:gridCol w:w="1298"/>
        <w:gridCol w:w="1364"/>
      </w:tblGrid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9D73E8" w:rsidP="000B0783">
            <w:pPr>
              <w:jc w:val="center"/>
            </w:pPr>
            <w:r>
              <w:t>Priority</w:t>
            </w:r>
          </w:p>
          <w:p w:rsidR="00CC0E23" w:rsidRDefault="00CC0E23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23103280000008037445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07/25/12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30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F2F70" w:rsidP="008A3C48">
            <w:pPr>
              <w:pStyle w:val="Centered"/>
            </w:pPr>
            <w:r>
              <w:t>08/08/2012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882A23">
            <w:pPr>
              <w:pStyle w:val="Amount"/>
            </w:pPr>
            <w:r>
              <w:t>$</w:t>
            </w:r>
            <w:r w:rsidR="00882A23">
              <w:t>3.98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882A23">
              <w:t>3987.00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 w:rsidRPr="00882A23">
              <w:rPr>
                <w:highlight w:val="yellow"/>
              </w:rPr>
              <w:t>Payment Made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882A23" w:rsidRPr="00B5478E" w:rsidRDefault="00882A23" w:rsidP="00882A23">
            <w:pPr>
              <w:pStyle w:val="Amount"/>
            </w:pPr>
            <w:r>
              <w:t>-$1000.</w:t>
            </w:r>
            <w:r w:rsidR="00A85C87">
              <w:t>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A85C87" w:rsidP="00A85C87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A85C87" w:rsidP="00A85C87">
            <w:pPr>
              <w:jc w:val="center"/>
            </w:pPr>
            <w:r w:rsidRPr="00A85C87">
              <w:rPr>
                <w:highlight w:val="yellow"/>
              </w:rPr>
              <w:t>Payment Made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85C87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A85C87">
              <w:t>24</w:t>
            </w:r>
            <w:r w:rsidR="00882A23">
              <w:t>87.00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A85C87">
              <w:t>24</w:t>
            </w:r>
            <w:bookmarkStart w:id="0" w:name="_GoBack"/>
            <w:bookmarkEnd w:id="0"/>
            <w:r w:rsidR="00882A23">
              <w:t>87.00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882A23">
        <w:rPr>
          <w:rFonts w:ascii="Bookman Old Style" w:hAnsi="Bookman Old Style"/>
          <w:b w:val="0"/>
          <w:sz w:val="16"/>
          <w:highlight w:val="yellow"/>
        </w:rPr>
        <w:t>Make all checks payable to hotels etc., inc</w:t>
      </w:r>
      <w:r w:rsidRPr="00D64EB4">
        <w:rPr>
          <w:rFonts w:ascii="Bookman Old Style" w:hAnsi="Bookman Old Style"/>
          <w:b w:val="0"/>
          <w:sz w:val="16"/>
        </w:rPr>
        <w:t>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798" w:rsidRDefault="00BC2798">
      <w:r>
        <w:separator/>
      </w:r>
    </w:p>
  </w:endnote>
  <w:endnote w:type="continuationSeparator" w:id="0">
    <w:p w:rsidR="00BC2798" w:rsidRDefault="00BC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798" w:rsidRDefault="00BC2798">
      <w:r>
        <w:separator/>
      </w:r>
    </w:p>
  </w:footnote>
  <w:footnote w:type="continuationSeparator" w:id="0">
    <w:p w:rsidR="00BC2798" w:rsidRDefault="00BC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82A23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73247"/>
    <w:rsid w:val="0098251A"/>
    <w:rsid w:val="00990550"/>
    <w:rsid w:val="00990D5C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85C87"/>
    <w:rsid w:val="00A91583"/>
    <w:rsid w:val="00AB03C9"/>
    <w:rsid w:val="00B4406F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2798"/>
    <w:rsid w:val="00BD0D4F"/>
    <w:rsid w:val="00BD73A8"/>
    <w:rsid w:val="00BD7A44"/>
    <w:rsid w:val="00BF2F70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BAB043-F2B7-4B7C-8F9E-9C5FDDEF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2012-08-28T17:56:00Z</dcterms:created>
  <dcterms:modified xsi:type="dcterms:W3CDTF">2012-08-28T17:56:00Z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